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8DDD2" w14:textId="1646DB91" w:rsidR="00FD1B3D" w:rsidRDefault="00FD1B3D" w:rsidP="00FD1B3D">
      <w:pPr>
        <w:pStyle w:val="OZNPROJEKTUwskazaniedatylubwersjiprojektu"/>
      </w:pPr>
      <w:bookmarkStart w:id="0" w:name="_GoBack"/>
      <w:bookmarkEnd w:id="0"/>
      <w:r w:rsidRPr="006A7B37">
        <w:t xml:space="preserve">Projekt </w:t>
      </w:r>
      <w:r w:rsidR="006B1CFD">
        <w:t>1</w:t>
      </w:r>
      <w:r w:rsidR="008F6CC9">
        <w:t>8</w:t>
      </w:r>
      <w:r w:rsidRPr="006A7B37">
        <w:t>.0</w:t>
      </w:r>
      <w:r w:rsidR="00A576C6">
        <w:t>6</w:t>
      </w:r>
      <w:r>
        <w:t>.2019 r</w:t>
      </w:r>
      <w:r w:rsidR="00C82409">
        <w:t>.</w:t>
      </w:r>
    </w:p>
    <w:p w14:paraId="7302956E" w14:textId="77777777" w:rsidR="00B6276E" w:rsidRPr="00B6276E" w:rsidRDefault="00B6276E" w:rsidP="00A35C58">
      <w:pPr>
        <w:pStyle w:val="DATAAKTUdatauchwalenialubwydaniaaktu"/>
      </w:pPr>
    </w:p>
    <w:p w14:paraId="452B9C7D" w14:textId="77777777" w:rsidR="00FD1B3D" w:rsidRPr="00A32FAD" w:rsidRDefault="00FD1B3D" w:rsidP="00FD1B3D">
      <w:pPr>
        <w:pStyle w:val="OZNRODZAKTUtznustawalubrozporzdzenieiorganwydajcy"/>
      </w:pPr>
    </w:p>
    <w:p w14:paraId="351F473F" w14:textId="77777777" w:rsidR="00FD1B3D" w:rsidRPr="006A7B37" w:rsidRDefault="00FD1B3D" w:rsidP="00FD1B3D">
      <w:pPr>
        <w:pStyle w:val="OZNRODZAKTUtznustawalubrozporzdzenieiorganwydajcy"/>
      </w:pPr>
      <w:r w:rsidRPr="006A7B37">
        <w:t>USTAWA</w:t>
      </w:r>
    </w:p>
    <w:p w14:paraId="0BFCFB94" w14:textId="77777777" w:rsidR="00FD1B3D" w:rsidRPr="006A7B37" w:rsidRDefault="00FD1B3D" w:rsidP="00FD1B3D">
      <w:pPr>
        <w:pStyle w:val="DATAAKTUdatauchwalenialubwydaniaaktu"/>
      </w:pPr>
      <w:r w:rsidRPr="006A7B37">
        <w:t>z dnia ………………..…….</w:t>
      </w:r>
      <w:r>
        <w:t xml:space="preserve"> r.</w:t>
      </w:r>
    </w:p>
    <w:p w14:paraId="034C1F62" w14:textId="77777777" w:rsidR="00FD1B3D" w:rsidRPr="006A7B37" w:rsidRDefault="00FD1B3D" w:rsidP="00FD1B3D">
      <w:pPr>
        <w:pStyle w:val="TYTUAKTUprzedmiotregulacjiustawylubrozporzdzenia"/>
      </w:pPr>
      <w:r w:rsidRPr="006A7B37">
        <w:t>o zmianie niektórych ustaw w związku z w</w:t>
      </w:r>
      <w:r>
        <w:t>drażaniem rozwiązań</w:t>
      </w:r>
      <w:r w:rsidR="00BE1192">
        <w:t xml:space="preserve"> w obszarze</w:t>
      </w:r>
      <w:r>
        <w:t xml:space="preserve"> e-zdrowia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</w:p>
    <w:p w14:paraId="1A5C9213" w14:textId="77777777" w:rsidR="00FD1B3D" w:rsidRPr="006A7B37" w:rsidRDefault="00FD1B3D" w:rsidP="00FD1B3D">
      <w:pPr>
        <w:pStyle w:val="ARTartustawynprozporzdzenia"/>
      </w:pPr>
      <w:r w:rsidRPr="00A32FAD">
        <w:rPr>
          <w:rStyle w:val="Ppogrubienie"/>
        </w:rPr>
        <w:lastRenderedPageBreak/>
        <w:t>Art. 1.</w:t>
      </w:r>
      <w:r w:rsidRPr="006A7B37">
        <w:t xml:space="preserve"> W ustawie z dnia 5 grudnia 1996 r. o zawodach lekarza i lekarza dentysty (Dz. U. </w:t>
      </w:r>
      <w:r>
        <w:t>z 201</w:t>
      </w:r>
      <w:r w:rsidR="00BE1192">
        <w:t>9</w:t>
      </w:r>
      <w:r>
        <w:t xml:space="preserve"> r. </w:t>
      </w:r>
      <w:r w:rsidRPr="006E2DCE">
        <w:t xml:space="preserve">poz. </w:t>
      </w:r>
      <w:r w:rsidR="00BE1192">
        <w:t>537, 577 i 730</w:t>
      </w:r>
      <w:r w:rsidRPr="006A7B37">
        <w:t>) wprowadza się następujące zmiany:</w:t>
      </w:r>
    </w:p>
    <w:p w14:paraId="6C5CA178" w14:textId="77777777" w:rsidR="00FD1B3D" w:rsidRPr="006A7B37" w:rsidRDefault="00FD1B3D" w:rsidP="00FD1B3D">
      <w:pPr>
        <w:pStyle w:val="PKTpunkt"/>
      </w:pPr>
      <w:r w:rsidRPr="006A7B37">
        <w:t>1) po art. 41 dodaje się art. 41a w brzmieniu:</w:t>
      </w:r>
    </w:p>
    <w:p w14:paraId="38AB5CC6" w14:textId="77777777" w:rsidR="00FD1B3D" w:rsidRPr="006A7B37" w:rsidRDefault="00FD1B3D" w:rsidP="00FD1B3D">
      <w:pPr>
        <w:pStyle w:val="ZARTzmartartykuempunktem"/>
      </w:pPr>
      <w:r>
        <w:lastRenderedPageBreak/>
        <w:t>„</w:t>
      </w:r>
      <w:r w:rsidRPr="006A7B37">
        <w:t xml:space="preserve">Art. 41a. 1. Lekarz może udzielić upoważnienia do wystawiania </w:t>
      </w:r>
      <w:r w:rsidR="00B71A65">
        <w:t>recept lub skierowań</w:t>
      </w:r>
      <w:r w:rsidR="00BE1192">
        <w:t>, o któr</w:t>
      </w:r>
      <w:r w:rsidR="00B71A65">
        <w:t>ych</w:t>
      </w:r>
      <w:r w:rsidR="00BE1192">
        <w:t xml:space="preserve"> mowa w art. 2 pkt 6</w:t>
      </w:r>
      <w:r w:rsidR="00B71A65">
        <w:t xml:space="preserve"> lit. a oraz c </w:t>
      </w:r>
      <w:r w:rsidRPr="006A7B37">
        <w:t>ustawy z dnia 28 kwietnia 2011 r. o systemie informacji w ochronie zdrowia, w jego imieniu osobie wykonującej:</w:t>
      </w:r>
    </w:p>
    <w:p w14:paraId="2112EC3A" w14:textId="77777777" w:rsidR="00FD1B3D" w:rsidRPr="006A7B37" w:rsidRDefault="00FD1B3D" w:rsidP="00FD1B3D">
      <w:pPr>
        <w:pStyle w:val="ZARTzmartartykuempunktem"/>
      </w:pPr>
      <w:r>
        <w:t>1</w:t>
      </w:r>
      <w:r w:rsidRPr="006A7B37">
        <w:t xml:space="preserve">) zawód medyczny, </w:t>
      </w:r>
      <w:r w:rsidR="00BE1192">
        <w:t>o której mowa w</w:t>
      </w:r>
      <w:r w:rsidRPr="006A7B37">
        <w:t xml:space="preserve"> art. 2 ust. 1 pkt 2 ustawy z dnia 15 kwietnia 2011 r. o </w:t>
      </w:r>
      <w:r>
        <w:t>działalności leczniczej;</w:t>
      </w:r>
    </w:p>
    <w:p w14:paraId="6DFD2DCE" w14:textId="77777777" w:rsidR="00FD1B3D" w:rsidRPr="006A7B37" w:rsidRDefault="00FD1B3D" w:rsidP="00FD1B3D">
      <w:pPr>
        <w:pStyle w:val="ZARTzmartartykuempunktem"/>
      </w:pPr>
      <w:r>
        <w:lastRenderedPageBreak/>
        <w:t>2</w:t>
      </w:r>
      <w:r w:rsidRPr="006A7B37">
        <w:t xml:space="preserve">) czynności pomocnicze przy udzielaniu świadczeń zdrowotnych, o których mowa w art. 24 ust. 2 pkt 2 ustawy z dnia 6 listopada 2008 r. o prawach pacjenta i Rzeczniku Praw Pacjenta.  </w:t>
      </w:r>
    </w:p>
    <w:p w14:paraId="24D335A4" w14:textId="67C46C3C" w:rsidR="00FD1B3D" w:rsidRPr="006A7B37" w:rsidRDefault="00FD1B3D" w:rsidP="00FD1B3D">
      <w:pPr>
        <w:pStyle w:val="ZARTzmartartykuempunktem"/>
      </w:pPr>
      <w:r w:rsidRPr="006A7B37">
        <w:t xml:space="preserve">2. Osoby upoważnione do wystawiania </w:t>
      </w:r>
      <w:r w:rsidR="00B71A65">
        <w:t>recept lub skierowań, o których mowa w ust. 1</w:t>
      </w:r>
      <w:r w:rsidR="00AB4CC6">
        <w:t>,</w:t>
      </w:r>
      <w:r w:rsidRPr="006A7B37">
        <w:t xml:space="preserve"> mogą być dopuszczone do przetwarzania danych osobowych zawartych w t</w:t>
      </w:r>
      <w:r w:rsidR="00AB4CC6">
        <w:t>ych</w:t>
      </w:r>
      <w:r w:rsidRPr="006A7B37">
        <w:t xml:space="preserve"> dokumenta</w:t>
      </w:r>
      <w:r w:rsidR="00B71A65">
        <w:t>ch</w:t>
      </w:r>
      <w:r w:rsidRPr="006A7B37">
        <w:t xml:space="preserve"> po wydaniu im </w:t>
      </w:r>
      <w:r>
        <w:t xml:space="preserve">przez podmiot wykonujący działalność leczniczą </w:t>
      </w:r>
      <w:r w:rsidRPr="006A7B37">
        <w:t>upoważnienia do przetwarzania danych osobowych</w:t>
      </w:r>
      <w:r w:rsidR="00BE1192">
        <w:t>. Osoby te</w:t>
      </w:r>
      <w:r w:rsidRPr="006A7B37">
        <w:t xml:space="preserve"> </w:t>
      </w:r>
      <w:r w:rsidR="00CF4CB0">
        <w:t xml:space="preserve">mogą być obecne przy </w:t>
      </w:r>
      <w:r w:rsidR="00CF4CB0">
        <w:lastRenderedPageBreak/>
        <w:t xml:space="preserve">udzielaniu świadczeń zdrowotnych oraz </w:t>
      </w:r>
      <w:r w:rsidRPr="006A7B37">
        <w:t>są obowiązane do zachowania poufności wszelkich informacji i danych uzyskanych w związku z wystawianiem</w:t>
      </w:r>
      <w:r w:rsidR="00AB4CC6" w:rsidRPr="00AB4CC6">
        <w:t xml:space="preserve"> recept</w:t>
      </w:r>
      <w:r w:rsidR="00AB4CC6">
        <w:t>y</w:t>
      </w:r>
      <w:r w:rsidR="00AB4CC6" w:rsidRPr="00AB4CC6">
        <w:t xml:space="preserve"> lub skierowa</w:t>
      </w:r>
      <w:r w:rsidR="00AB4CC6">
        <w:t>nia</w:t>
      </w:r>
      <w:r w:rsidR="00CF4CB0">
        <w:t>.</w:t>
      </w:r>
      <w:r w:rsidR="003A01E3">
        <w:t xml:space="preserve"> Z</w:t>
      </w:r>
      <w:r w:rsidR="00920A06">
        <w:t>acho</w:t>
      </w:r>
      <w:r w:rsidR="003A01E3">
        <w:t>wanie</w:t>
      </w:r>
      <w:r w:rsidR="00920A06">
        <w:t xml:space="preserve"> poufności </w:t>
      </w:r>
      <w:r w:rsidR="003A01E3">
        <w:t>obowiązuje również po śmierci pacjenta.</w:t>
      </w:r>
    </w:p>
    <w:p w14:paraId="55BDAD84" w14:textId="42DBCFE7" w:rsidR="00FD1B3D" w:rsidRPr="006A7B37" w:rsidRDefault="00FD1B3D" w:rsidP="00FD1B3D">
      <w:pPr>
        <w:pStyle w:val="ZARTzmartartykuempunktem"/>
      </w:pPr>
      <w:r w:rsidRPr="006A7B37">
        <w:t xml:space="preserve">3. Upoważnienie do wystawiania </w:t>
      </w:r>
      <w:r w:rsidR="00B71A65">
        <w:t>recept lub skierowań, o których mowa w ust. 1</w:t>
      </w:r>
      <w:r w:rsidR="00AB4CC6">
        <w:t>,</w:t>
      </w:r>
      <w:r w:rsidRPr="006A7B37">
        <w:t xml:space="preserve"> może być udzielone na okres nie dłuższy niż 12 miesięcy, przy czym po upływie tego okresu można udzielić kolejnych upoważnień na okres nie dłuższy niż 12 miesięcy. </w:t>
      </w:r>
      <w:r w:rsidRPr="006A7B37">
        <w:lastRenderedPageBreak/>
        <w:t xml:space="preserve">Upoważnienie </w:t>
      </w:r>
      <w:r w:rsidR="00AB4CC6">
        <w:t xml:space="preserve">to </w:t>
      </w:r>
      <w:r w:rsidRPr="006A7B37">
        <w:t>może być w każdym czasie cofnięte przez lekarza</w:t>
      </w:r>
      <w:r>
        <w:t xml:space="preserve"> lub podmiot wykonujący działalność leczniczą.</w:t>
      </w:r>
      <w:r w:rsidR="00B71A65">
        <w:t xml:space="preserve"> </w:t>
      </w:r>
      <w:r w:rsidR="0040745E">
        <w:t xml:space="preserve">Cofnięcie upoważnienia </w:t>
      </w:r>
      <w:r w:rsidR="00AB4CC6" w:rsidRPr="00AB4CC6">
        <w:t>do wystawiania recept lub skierowań, o których mowa w ust. 1</w:t>
      </w:r>
      <w:r w:rsidR="00AB4CC6">
        <w:t xml:space="preserve">, </w:t>
      </w:r>
      <w:r w:rsidR="0040745E">
        <w:t>przez podmiot wykonujący działalność leczniczą następuje po uprzednim uzgodnieniu z lekarzem.</w:t>
      </w:r>
    </w:p>
    <w:p w14:paraId="7DAA4FF3" w14:textId="17C7FA58" w:rsidR="00F94AAF" w:rsidRDefault="00FD1B3D" w:rsidP="00F94AAF">
      <w:pPr>
        <w:pStyle w:val="ZARTzmartartykuempunktem"/>
      </w:pPr>
      <w:r w:rsidRPr="006A7B37">
        <w:t xml:space="preserve">4. </w:t>
      </w:r>
      <w:r w:rsidR="00F94AAF" w:rsidRPr="006A7B37">
        <w:t xml:space="preserve">Od dnia udzielenia upoważnienia do wystawiania </w:t>
      </w:r>
      <w:r w:rsidR="00F94AAF">
        <w:t>recept lub skierowań, o których mowa w ust. 1,</w:t>
      </w:r>
      <w:r w:rsidR="00F94AAF" w:rsidRPr="006A7B37">
        <w:t xml:space="preserve"> do dnia jego cofnięcia albo wygaśnięcia </w:t>
      </w:r>
      <w:r w:rsidR="00F94AAF">
        <w:t>osoba upoważniona</w:t>
      </w:r>
      <w:r w:rsidR="00F94AAF" w:rsidRPr="00F94AAF">
        <w:t xml:space="preserve"> </w:t>
      </w:r>
      <w:r w:rsidR="003D72A3">
        <w:t>jest obowiązana do zapewnienia</w:t>
      </w:r>
      <w:r w:rsidR="00F94AAF">
        <w:t xml:space="preserve"> </w:t>
      </w:r>
      <w:r w:rsidR="00F94AAF">
        <w:lastRenderedPageBreak/>
        <w:t xml:space="preserve">zgodności danych zamieszczonych na receptach i skierowaniach, o których mowa w ust. 1, z danymi w dokumentacji medycznej. </w:t>
      </w:r>
      <w:r w:rsidR="005902C5" w:rsidRPr="005902C5">
        <w:t xml:space="preserve"> </w:t>
      </w:r>
    </w:p>
    <w:p w14:paraId="51C27942" w14:textId="7BA2517A" w:rsidR="00FD1B3D" w:rsidRPr="006A7B37" w:rsidRDefault="00F94AAF" w:rsidP="00540F6E">
      <w:pPr>
        <w:pStyle w:val="ZARTzmartartykuempunktem"/>
      </w:pPr>
      <w:r>
        <w:t xml:space="preserve">5. </w:t>
      </w:r>
      <w:r w:rsidR="00FD1B3D">
        <w:t>Udzielanie upoważnień, o których mowa w ust. 1, następuje za pośrednictwem Rejestr</w:t>
      </w:r>
      <w:r w:rsidR="0008291B">
        <w:t>u</w:t>
      </w:r>
      <w:r w:rsidR="00FD1B3D">
        <w:t xml:space="preserve"> Asystentów Medycznych, o którym mowa w art. 31b ustawy z dnia 28 kwietnia 2011 r. o systemie informacji w ochronie zdrowia, na zasadach określonych w tej ustawie.”</w:t>
      </w:r>
      <w:r w:rsidR="00FD1B3D" w:rsidRPr="006A7B37">
        <w:t>;</w:t>
      </w:r>
    </w:p>
    <w:p w14:paraId="2CB2A8A0" w14:textId="77777777" w:rsidR="00FD1B3D" w:rsidRPr="006A7B37" w:rsidRDefault="00FD1B3D" w:rsidP="00A3163B">
      <w:pPr>
        <w:pStyle w:val="LITlitera"/>
      </w:pPr>
      <w:r w:rsidRPr="006A7B37">
        <w:t>2) w art. 45</w:t>
      </w:r>
      <w:r w:rsidR="0008291B">
        <w:t xml:space="preserve"> </w:t>
      </w:r>
      <w:r w:rsidRPr="006A7B37">
        <w:t>po ust. 2a dodaje się ust. 2b</w:t>
      </w:r>
      <w:r w:rsidR="00B607D4">
        <w:t>-2d</w:t>
      </w:r>
      <w:r w:rsidR="00A3163B">
        <w:t xml:space="preserve"> </w:t>
      </w:r>
      <w:r w:rsidRPr="006A7B37">
        <w:t>w brzmieniu:</w:t>
      </w:r>
    </w:p>
    <w:p w14:paraId="5CFBDF2F" w14:textId="77777777" w:rsidR="00A3163B" w:rsidRDefault="00FD1B3D" w:rsidP="007F2B76">
      <w:pPr>
        <w:pStyle w:val="ZUSTzmustartykuempunktem"/>
      </w:pPr>
      <w:r>
        <w:lastRenderedPageBreak/>
        <w:t>„</w:t>
      </w:r>
      <w:r w:rsidRPr="006A7B37">
        <w:t xml:space="preserve">2b. </w:t>
      </w:r>
      <w:r w:rsidR="00A3163B" w:rsidRPr="00A3163B">
        <w:t>Odnotowanie na recepcie odpła</w:t>
      </w:r>
      <w:r w:rsidR="00A3163B">
        <w:t>tności</w:t>
      </w:r>
      <w:r w:rsidR="00A3163B" w:rsidRPr="00A3163B">
        <w:t xml:space="preserve"> może nastą</w:t>
      </w:r>
      <w:r w:rsidR="00475DCA">
        <w:t xml:space="preserve">pić przy wykorzystaniu </w:t>
      </w:r>
      <w:r w:rsidR="009E2313">
        <w:t>narzędzia</w:t>
      </w:r>
      <w:r w:rsidR="00475DCA">
        <w:t xml:space="preserve"> informatycznego, o którym mowa w art. 9b ustawy z dnia 28 kwietnia 2011 r. o systemie informacji w ochronie zdrowia. </w:t>
      </w:r>
    </w:p>
    <w:p w14:paraId="45ADFED7" w14:textId="58ED6A62" w:rsidR="00A3163B" w:rsidRDefault="00B607D4" w:rsidP="00B607D4">
      <w:pPr>
        <w:pStyle w:val="ZUSTzmustartykuempunktem"/>
      </w:pPr>
      <w:r>
        <w:t>2c</w:t>
      </w:r>
      <w:r w:rsidRPr="00B607D4">
        <w:t xml:space="preserve">. </w:t>
      </w:r>
      <w:r w:rsidR="00100EAC" w:rsidRPr="00100EAC">
        <w:t xml:space="preserve"> </w:t>
      </w:r>
      <w:r w:rsidRPr="00B607D4">
        <w:t xml:space="preserve">  </w:t>
      </w:r>
      <w:r w:rsidR="00365904">
        <w:t xml:space="preserve">Lekarz i świadczeniodawca nie ponoszą odpowiedzialności za skutki błędnego działania </w:t>
      </w:r>
      <w:r w:rsidR="00365904" w:rsidRPr="00B607D4">
        <w:t>nar</w:t>
      </w:r>
      <w:r w:rsidR="00365904">
        <w:t xml:space="preserve">zędzia, o którym mowa w ust. 2b, polegającego na nieprawidłowym określeniu odpłatności w związku z rozbieżnością danych zawartych w narzędziu a przepisami prawa, w </w:t>
      </w:r>
      <w:r w:rsidR="00365904">
        <w:lastRenderedPageBreak/>
        <w:t>tym w szczególności z wykazami, o których mowa w art. 37 ust. 1 ustawy z dnia 12 maja 2011 r. o refundacji leków, środków spożywczych specjalnego przeznaczenia żywieniowego oraz wyrobów medycznych.</w:t>
      </w:r>
    </w:p>
    <w:p w14:paraId="3F16661B" w14:textId="30B61F46" w:rsidR="00FD1B3D" w:rsidRPr="006A7B37" w:rsidRDefault="00A3163B" w:rsidP="00A3163B">
      <w:pPr>
        <w:pStyle w:val="ZUSTzmustartykuempunktem"/>
      </w:pPr>
      <w:r>
        <w:t>2</w:t>
      </w:r>
      <w:r w:rsidR="00B607D4">
        <w:t>d</w:t>
      </w:r>
      <w:r>
        <w:t xml:space="preserve">. </w:t>
      </w:r>
      <w:r w:rsidR="00FD1B3D" w:rsidRPr="006A7B37">
        <w:t>W przypadku lek</w:t>
      </w:r>
      <w:r w:rsidR="00FD1B3D">
        <w:t>ów</w:t>
      </w:r>
      <w:r w:rsidR="00FD1B3D" w:rsidRPr="006A7B37">
        <w:t xml:space="preserve"> określonych w wykazach, o których mowa w art. 37 ustawy z dnia 12 maja 2011 r. o refundacji leków, środków spożywczych specjalnego przeznaczenia żywieniowego oraz wyrobów medycznych,</w:t>
      </w:r>
      <w:r w:rsidR="00FD1B3D">
        <w:t xml:space="preserve"> objętych refundacją w ramach </w:t>
      </w:r>
      <w:r w:rsidR="00FD1B3D" w:rsidRPr="0075720A">
        <w:t xml:space="preserve">kategorii </w:t>
      </w:r>
      <w:r w:rsidR="00FD1B3D" w:rsidRPr="0075720A">
        <w:lastRenderedPageBreak/>
        <w:t>dostępności refundacyjnej określonej w art.</w:t>
      </w:r>
      <w:r w:rsidR="00FD1B3D">
        <w:t xml:space="preserve"> 6 ust. 1 pkt 1 lit. a tej</w:t>
      </w:r>
      <w:r w:rsidR="00FD1B3D" w:rsidRPr="0075720A">
        <w:t xml:space="preserve"> ustawy, dla których istnieją refundowane odpowiedniki</w:t>
      </w:r>
      <w:r w:rsidR="00FD1B3D" w:rsidRPr="006A7B37">
        <w:t>, lekarz wystawi</w:t>
      </w:r>
      <w:r w:rsidR="00FD1B3D">
        <w:t xml:space="preserve">ając </w:t>
      </w:r>
      <w:r w:rsidR="00FD1B3D" w:rsidRPr="006A7B37">
        <w:t xml:space="preserve">receptę </w:t>
      </w:r>
      <w:r w:rsidR="0008496C" w:rsidRPr="006A7B37">
        <w:t>może</w:t>
      </w:r>
      <w:r w:rsidR="0008496C">
        <w:t xml:space="preserve"> </w:t>
      </w:r>
      <w:r w:rsidR="00FD1B3D">
        <w:t>przyjąć</w:t>
      </w:r>
      <w:r w:rsidR="00274FC8">
        <w:t>,</w:t>
      </w:r>
      <w:r w:rsidR="00FD1B3D">
        <w:t xml:space="preserve"> </w:t>
      </w:r>
      <w:r w:rsidR="00FD1B3D" w:rsidRPr="0075720A">
        <w:t>jako zakres zarejestrowanych wskazań</w:t>
      </w:r>
      <w:r w:rsidR="00274FC8">
        <w:t>,</w:t>
      </w:r>
      <w:r w:rsidR="00FD1B3D" w:rsidRPr="0075720A">
        <w:t xml:space="preserve"> wskazania określone dla wszystkich odpowiedników refundowanych w ramach tej kategorii dostępności refundacyjnej</w:t>
      </w:r>
      <w:r w:rsidR="00FD1B3D">
        <w:t>.”</w:t>
      </w:r>
      <w:r w:rsidR="00FD1B3D" w:rsidRPr="006A7B37">
        <w:t>.</w:t>
      </w:r>
    </w:p>
    <w:p w14:paraId="5957F824" w14:textId="77777777" w:rsidR="007B0BD9" w:rsidRDefault="00FD1B3D" w:rsidP="0033153B">
      <w:pPr>
        <w:pStyle w:val="ARTartustawynprozporzdzenia"/>
      </w:pPr>
      <w:r w:rsidRPr="000240F7">
        <w:rPr>
          <w:rStyle w:val="Ppogrubienie"/>
        </w:rPr>
        <w:t>Art. 2.</w:t>
      </w:r>
      <w:r w:rsidRPr="006A7B37">
        <w:t xml:space="preserve"> </w:t>
      </w:r>
      <w:r w:rsidR="007B0BD9">
        <w:t>W ustawie z dnia 13 października 1998</w:t>
      </w:r>
      <w:r w:rsidR="007B0BD9" w:rsidRPr="007B0BD9">
        <w:t xml:space="preserve"> r. o </w:t>
      </w:r>
      <w:r w:rsidR="007B0BD9">
        <w:t xml:space="preserve">systemie </w:t>
      </w:r>
      <w:r w:rsidR="007B0BD9" w:rsidRPr="007B0BD9">
        <w:t>ubezpiecze</w:t>
      </w:r>
      <w:r w:rsidR="007B0BD9">
        <w:t>ń</w:t>
      </w:r>
      <w:r w:rsidR="007B0BD9" w:rsidRPr="007B0BD9">
        <w:t xml:space="preserve"> społeczn</w:t>
      </w:r>
      <w:r w:rsidR="007B0BD9">
        <w:t xml:space="preserve">ych (Dz. U. </w:t>
      </w:r>
      <w:r w:rsidR="00EB69AE">
        <w:t>2019 r. poz. 300</w:t>
      </w:r>
      <w:r w:rsidR="00274FC8">
        <w:t>, 303 i 730</w:t>
      </w:r>
      <w:r w:rsidR="007B0BD9" w:rsidRPr="007B0BD9">
        <w:t xml:space="preserve">) </w:t>
      </w:r>
      <w:r w:rsidR="00274FC8">
        <w:t xml:space="preserve">w </w:t>
      </w:r>
      <w:r w:rsidR="007B0BD9">
        <w:t>art. 68b ust. 1 otrzymuje brzmienie</w:t>
      </w:r>
      <w:r w:rsidR="007B0BD9" w:rsidRPr="007B0BD9">
        <w:t>:</w:t>
      </w:r>
    </w:p>
    <w:p w14:paraId="1ED77138" w14:textId="70A7FB5B" w:rsidR="007B0BD9" w:rsidRDefault="00EB69AE" w:rsidP="0008291B">
      <w:pPr>
        <w:pStyle w:val="ZUSTzmustartykuempunktem"/>
      </w:pPr>
      <w:r w:rsidRPr="00EB69AE">
        <w:lastRenderedPageBreak/>
        <w:t>„</w:t>
      </w:r>
      <w:r w:rsidR="007B0BD9" w:rsidRPr="007B0BD9">
        <w:t>1. Certyfikat umożliwiający podpisywanie dokumentów elektronicznych z wykorzystaniem sposobu potwierdzania pochodzenia oraz integralności danych dostępnego w </w:t>
      </w:r>
      <w:bookmarkStart w:id="1" w:name="highlightHit_73"/>
      <w:bookmarkEnd w:id="1"/>
      <w:r w:rsidR="007B0BD9" w:rsidRPr="007B0BD9">
        <w:t>systemie teleinformatycznym Zakładu, </w:t>
      </w:r>
      <w:bookmarkStart w:id="2" w:name="highlightHit_74"/>
      <w:bookmarkEnd w:id="2"/>
      <w:r w:rsidR="007B0BD9" w:rsidRPr="007B0BD9">
        <w:t>o którym mowa w </w:t>
      </w:r>
      <w:hyperlink r:id="rId9" w:history="1">
        <w:r w:rsidR="007B0BD9" w:rsidRPr="007B0BD9">
          <w:t>art. 54 ust. 1</w:t>
        </w:r>
      </w:hyperlink>
      <w:r w:rsidR="007B0BD9" w:rsidRPr="007B0BD9">
        <w:t> </w:t>
      </w:r>
      <w:bookmarkStart w:id="3" w:name="highlightHit_75"/>
      <w:bookmarkEnd w:id="3"/>
      <w:r w:rsidR="007B0BD9" w:rsidRPr="007B0BD9">
        <w:t>ustawy z dnia 25 czerwca 1999 r. </w:t>
      </w:r>
      <w:bookmarkStart w:id="4" w:name="highlightHit_76"/>
      <w:bookmarkEnd w:id="4"/>
      <w:r w:rsidR="007B0BD9" w:rsidRPr="007B0BD9">
        <w:t>o świadczeniach pieniężnych z </w:t>
      </w:r>
      <w:bookmarkStart w:id="5" w:name="highlightHit_77"/>
      <w:bookmarkEnd w:id="5"/>
      <w:r w:rsidR="007B0BD9" w:rsidRPr="007B0BD9">
        <w:t>ubezpieczenia </w:t>
      </w:r>
      <w:bookmarkStart w:id="6" w:name="highlightHit_78"/>
      <w:bookmarkEnd w:id="6"/>
      <w:r w:rsidR="007B0BD9" w:rsidRPr="007B0BD9">
        <w:t>społecznego w razie choroby i macierzyństwa (Dz.</w:t>
      </w:r>
      <w:r w:rsidR="00E50200">
        <w:t xml:space="preserve"> </w:t>
      </w:r>
      <w:r w:rsidR="007B0BD9" w:rsidRPr="007B0BD9">
        <w:t>U. z 201</w:t>
      </w:r>
      <w:r>
        <w:t>9</w:t>
      </w:r>
      <w:r w:rsidR="007B0BD9" w:rsidRPr="007B0BD9">
        <w:t xml:space="preserve"> r. </w:t>
      </w:r>
      <w:hyperlink r:id="rId10" w:history="1">
        <w:r w:rsidR="007B0BD9" w:rsidRPr="007B0BD9">
          <w:t xml:space="preserve">poz. </w:t>
        </w:r>
        <w:r>
          <w:t>645</w:t>
        </w:r>
      </w:hyperlink>
      <w:r w:rsidR="007B0BD9" w:rsidRPr="007B0BD9">
        <w:t>)</w:t>
      </w:r>
      <w:r w:rsidR="007B0BD9">
        <w:t>, Zakład udostępnia</w:t>
      </w:r>
      <w:r w:rsidR="007B0BD9" w:rsidRPr="007B0BD9">
        <w:t xml:space="preserve"> </w:t>
      </w:r>
      <w:r w:rsidR="007B0BD9">
        <w:t>pracownikom medycznym</w:t>
      </w:r>
      <w:r w:rsidR="008649DA">
        <w:t xml:space="preserve"> </w:t>
      </w:r>
      <w:r w:rsidR="008649DA">
        <w:lastRenderedPageBreak/>
        <w:t>oraz asystentom medycznym, o których mowa w art. 31b ust. 1 ustawy z dnia 28 kwietnia 2011 r. o systemie informacji w ochronie zdrowia</w:t>
      </w:r>
      <w:r w:rsidR="007B0BD9" w:rsidRPr="007B0BD9">
        <w:t>.</w:t>
      </w:r>
      <w:r w:rsidRPr="00EB69AE">
        <w:t>”</w:t>
      </w:r>
      <w:r w:rsidR="008649DA">
        <w:t>.</w:t>
      </w:r>
    </w:p>
    <w:p w14:paraId="4A1F39A6" w14:textId="77777777" w:rsidR="00FD1B3D" w:rsidRPr="006A7B37" w:rsidRDefault="007B0BD9" w:rsidP="00FD1B3D">
      <w:pPr>
        <w:pStyle w:val="ARTartustawynprozporzdzenia"/>
      </w:pPr>
      <w:r w:rsidRPr="0008291B">
        <w:rPr>
          <w:rStyle w:val="Ppogrubienie"/>
        </w:rPr>
        <w:t>Art. 3.</w:t>
      </w:r>
      <w:r>
        <w:t xml:space="preserve"> </w:t>
      </w:r>
      <w:r w:rsidR="00FD1B3D" w:rsidRPr="006A7B37">
        <w:t>W ustawie z dnia 25 czerwca 1999 r. o świadczeniach pieniężnych z ubezpieczenia społecznego w razie choroby i macierzyństwa (Dz. U. z 201</w:t>
      </w:r>
      <w:r w:rsidR="00FD1B3D">
        <w:t>9</w:t>
      </w:r>
      <w:r w:rsidR="00FD1B3D" w:rsidRPr="006A7B37">
        <w:t xml:space="preserve"> r. poz. </w:t>
      </w:r>
      <w:r w:rsidR="00FD1B3D">
        <w:t xml:space="preserve">645) </w:t>
      </w:r>
      <w:r w:rsidR="00FD1B3D" w:rsidRPr="006A7B37">
        <w:t>wprowadza się następujące zmiany:</w:t>
      </w:r>
    </w:p>
    <w:p w14:paraId="2AF37A03" w14:textId="77777777" w:rsidR="00FD1B3D" w:rsidRPr="006A7B37" w:rsidRDefault="00FD1B3D" w:rsidP="00FD1B3D">
      <w:pPr>
        <w:pStyle w:val="PKTpunkt"/>
      </w:pPr>
      <w:r w:rsidRPr="006A7B37">
        <w:t>1) w art. 54 dodaje się ust. 4 w brzmieniu:</w:t>
      </w:r>
    </w:p>
    <w:p w14:paraId="599C7D5C" w14:textId="77777777" w:rsidR="00FD1B3D" w:rsidRPr="006A7B37" w:rsidRDefault="00FD1B3D" w:rsidP="00FD1B3D">
      <w:pPr>
        <w:pStyle w:val="ZUSTzmustartykuempunktem"/>
      </w:pPr>
      <w:r>
        <w:lastRenderedPageBreak/>
        <w:t>„</w:t>
      </w:r>
      <w:r w:rsidRPr="006A7B37">
        <w:t xml:space="preserve">4. Do wykorzystania sposobu potwierdzenia pochodzenia i integralności danych w postaci elektronicznej dostępnego w systemie teleinformatycznym udostępnionym bezpłatnie przez Zakład Ubezpieczeń Społecznych nie jest konieczne uzyskanie upoważnienia </w:t>
      </w:r>
      <w:r w:rsidR="00FC07D6">
        <w:t xml:space="preserve">wydanego </w:t>
      </w:r>
      <w:r w:rsidRPr="006A7B37">
        <w:t>przez Zakład Ubezpieczeń Społecznych do wystawiania zaświadczeń lekarskich, o których mowa w ust. 1, w tym również przez osoby wykonujące inne zawody medyczne niż wskazane w ust. 1.</w:t>
      </w:r>
      <w:r>
        <w:t>”</w:t>
      </w:r>
      <w:r w:rsidRPr="006A7B37">
        <w:t>;</w:t>
      </w:r>
    </w:p>
    <w:p w14:paraId="63821C12" w14:textId="77777777" w:rsidR="00FD1B3D" w:rsidRDefault="00FD1B3D" w:rsidP="00FD1B3D">
      <w:pPr>
        <w:pStyle w:val="LITlitera"/>
        <w:ind w:left="0" w:firstLine="0"/>
      </w:pPr>
      <w:r w:rsidRPr="006A7B37">
        <w:lastRenderedPageBreak/>
        <w:t>2) w art. 54a</w:t>
      </w:r>
      <w:r>
        <w:t>:</w:t>
      </w:r>
    </w:p>
    <w:p w14:paraId="117BBCBA" w14:textId="7762CD9D" w:rsidR="00CF4CB0" w:rsidRDefault="00FD1B3D" w:rsidP="00FD1B3D">
      <w:pPr>
        <w:pStyle w:val="LITlitera"/>
      </w:pPr>
      <w:r w:rsidRPr="00973B47">
        <w:t>a) uchyla się ust. 3</w:t>
      </w:r>
      <w:r w:rsidR="00274FC8" w:rsidRPr="00274FC8">
        <w:t>–</w:t>
      </w:r>
      <w:r w:rsidRPr="00973B47">
        <w:t xml:space="preserve">5, </w:t>
      </w:r>
    </w:p>
    <w:p w14:paraId="5303EB69" w14:textId="6C144A4F" w:rsidR="00CF4CB0" w:rsidRDefault="00CF4CB0" w:rsidP="00FD1B3D">
      <w:pPr>
        <w:pStyle w:val="LITlitera"/>
      </w:pPr>
      <w:r>
        <w:t xml:space="preserve">b) ust. 7 </w:t>
      </w:r>
      <w:r w:rsidR="008304DE">
        <w:t>otrzymuje</w:t>
      </w:r>
      <w:r>
        <w:t xml:space="preserve"> brzmienie:</w:t>
      </w:r>
    </w:p>
    <w:p w14:paraId="586AEBB1" w14:textId="4036E1DD" w:rsidR="00CF4CB0" w:rsidRDefault="00EB69AE" w:rsidP="00DA40A4">
      <w:pPr>
        <w:pStyle w:val="ZUSTzmustartykuempunktem"/>
      </w:pPr>
      <w:r w:rsidRPr="00EB69AE">
        <w:t>„</w:t>
      </w:r>
      <w:r w:rsidR="00CF4CB0">
        <w:t xml:space="preserve">7. </w:t>
      </w:r>
      <w:r w:rsidR="005902C5" w:rsidRPr="006A7B37">
        <w:t xml:space="preserve">Osoby upoważnione do wystawiania </w:t>
      </w:r>
      <w:r w:rsidR="008304DE">
        <w:t xml:space="preserve">zaświadczeń lekarskich </w:t>
      </w:r>
      <w:r w:rsidR="005902C5" w:rsidRPr="006A7B37">
        <w:t>mogą być dopuszczone do przetwarzania danych osobowych zawartych w t</w:t>
      </w:r>
      <w:r w:rsidR="005902C5">
        <w:t>ych</w:t>
      </w:r>
      <w:r w:rsidR="005902C5" w:rsidRPr="006A7B37">
        <w:t xml:space="preserve"> dokumenta</w:t>
      </w:r>
      <w:r w:rsidR="005902C5">
        <w:t>ch</w:t>
      </w:r>
      <w:r w:rsidR="005902C5" w:rsidRPr="006A7B37">
        <w:t xml:space="preserve"> po wydaniu im </w:t>
      </w:r>
      <w:r w:rsidR="005902C5">
        <w:t xml:space="preserve">przez podmiot wykonujący działalność leczniczą </w:t>
      </w:r>
      <w:r w:rsidR="005902C5" w:rsidRPr="006A7B37">
        <w:t>upoważnienia do przetwarzania danych osobowych</w:t>
      </w:r>
      <w:r w:rsidR="005902C5">
        <w:t>. Osoby te</w:t>
      </w:r>
      <w:r w:rsidR="005902C5" w:rsidRPr="006A7B37">
        <w:t xml:space="preserve"> </w:t>
      </w:r>
      <w:r w:rsidR="005902C5">
        <w:t xml:space="preserve">mogą być obecne przy udzielaniu </w:t>
      </w:r>
      <w:r w:rsidR="005902C5">
        <w:lastRenderedPageBreak/>
        <w:t xml:space="preserve">świadczeń zdrowotnych oraz </w:t>
      </w:r>
      <w:r w:rsidR="005902C5" w:rsidRPr="006A7B37">
        <w:t>są obowiązane do zachowania poufności wszelkich informacji i danych uzyskanych w związku z wystawianiem</w:t>
      </w:r>
      <w:r w:rsidR="008304DE">
        <w:t xml:space="preserve"> zaświadczenia lekarskiego</w:t>
      </w:r>
      <w:r w:rsidR="005902C5">
        <w:t>. Zachowanie poufności obowią</w:t>
      </w:r>
      <w:r w:rsidR="008304DE">
        <w:t>zuje również po śmierci ubezpieczonego</w:t>
      </w:r>
      <w:r w:rsidR="005902C5">
        <w:t>.</w:t>
      </w:r>
      <w:r w:rsidR="00C74C27" w:rsidRPr="00EB69AE">
        <w:t>”</w:t>
      </w:r>
      <w:r w:rsidR="008304DE">
        <w:t>,</w:t>
      </w:r>
    </w:p>
    <w:p w14:paraId="18E0C942" w14:textId="1DC4D8A0" w:rsidR="0033153B" w:rsidRDefault="00CF4CB0" w:rsidP="00FD1B3D">
      <w:pPr>
        <w:pStyle w:val="LITlitera"/>
      </w:pPr>
      <w:r>
        <w:t xml:space="preserve">c) </w:t>
      </w:r>
      <w:r w:rsidRPr="00973B47">
        <w:t xml:space="preserve">uchyla się </w:t>
      </w:r>
      <w:r>
        <w:t xml:space="preserve">ust. </w:t>
      </w:r>
      <w:r w:rsidR="00FD1B3D" w:rsidRPr="00973B47">
        <w:t>8</w:t>
      </w:r>
      <w:r w:rsidR="00274FC8" w:rsidRPr="00274FC8">
        <w:t>–</w:t>
      </w:r>
      <w:r w:rsidR="00FD1B3D" w:rsidRPr="00973B47">
        <w:t>10</w:t>
      </w:r>
      <w:r w:rsidR="00FD1B3D" w:rsidRPr="00031579">
        <w:t xml:space="preserve">, </w:t>
      </w:r>
    </w:p>
    <w:p w14:paraId="0295A84C" w14:textId="77777777" w:rsidR="0033153B" w:rsidRDefault="0033153B" w:rsidP="00FD1B3D">
      <w:pPr>
        <w:pStyle w:val="LITlitera"/>
      </w:pPr>
      <w:r>
        <w:t>d) w ust. 11 pkt 2 otrzymuje brzmienie:</w:t>
      </w:r>
    </w:p>
    <w:p w14:paraId="42660B61" w14:textId="77777777" w:rsidR="0033153B" w:rsidRDefault="00EB69AE" w:rsidP="00FD1B3D">
      <w:pPr>
        <w:pStyle w:val="LITlitera"/>
      </w:pPr>
      <w:r w:rsidRPr="00EB69AE">
        <w:lastRenderedPageBreak/>
        <w:t>„</w:t>
      </w:r>
      <w:r w:rsidR="0033153B">
        <w:t xml:space="preserve">2) po dokonaniu weryfikacji, o której mowa w art. 31b ust. 9 </w:t>
      </w:r>
      <w:r w:rsidR="00056A06">
        <w:t>ustawy</w:t>
      </w:r>
      <w:r w:rsidR="0033153B">
        <w:t xml:space="preserve"> z dnia 28 kwietnia 2011 r. o systemie informacji w </w:t>
      </w:r>
      <w:r w:rsidR="00056A06">
        <w:t>ochronie</w:t>
      </w:r>
      <w:r w:rsidR="0033153B">
        <w:t xml:space="preserve"> zdrowia, z wynikiem pozytywnym, Zakład Ubezpieczeń Społecznych, nie później niż w terminie 48 godzin, zapewnia osobie </w:t>
      </w:r>
      <w:r w:rsidR="00056A06">
        <w:t>upoważnionej</w:t>
      </w:r>
      <w:r w:rsidR="0033153B">
        <w:t>, o której mowa w ust. 1</w:t>
      </w:r>
      <w:r w:rsidR="00056A06">
        <w:t>, możliwość wystawiania zaświadczeń lekarskich w formie dokumentu elektronicznego za pośrednictwem systemu teleinformatycznego udostępnionego bezpłatnie przez Zakład Ubezpieczeń Społecznych, na jej profilu informacyjnym;</w:t>
      </w:r>
      <w:r w:rsidRPr="00EB69AE">
        <w:t xml:space="preserve"> ”</w:t>
      </w:r>
      <w:r w:rsidR="00056A06">
        <w:t>,</w:t>
      </w:r>
    </w:p>
    <w:p w14:paraId="5FCF62AD" w14:textId="77777777" w:rsidR="00FD1B3D" w:rsidRPr="00031579" w:rsidRDefault="0033153B" w:rsidP="00FD1B3D">
      <w:pPr>
        <w:pStyle w:val="LITlitera"/>
      </w:pPr>
      <w:r>
        <w:lastRenderedPageBreak/>
        <w:t xml:space="preserve">e) </w:t>
      </w:r>
      <w:r w:rsidRPr="00973B47">
        <w:t xml:space="preserve">uchyla się </w:t>
      </w:r>
      <w:r>
        <w:t xml:space="preserve">ust. </w:t>
      </w:r>
      <w:r w:rsidR="00FD1B3D" w:rsidRPr="00031579">
        <w:t>13 i 14,</w:t>
      </w:r>
    </w:p>
    <w:p w14:paraId="320980E8" w14:textId="77777777" w:rsidR="00FD1B3D" w:rsidRPr="00031579" w:rsidRDefault="0033153B" w:rsidP="00FD1B3D">
      <w:pPr>
        <w:pStyle w:val="LITlitera"/>
      </w:pPr>
      <w:r>
        <w:t>f</w:t>
      </w:r>
      <w:r w:rsidR="00FD1B3D" w:rsidRPr="00031579">
        <w:t>) dodaje się ust. 15 w brzmieniu:</w:t>
      </w:r>
    </w:p>
    <w:p w14:paraId="31A31A00" w14:textId="77777777" w:rsidR="00CF070A" w:rsidRDefault="00FD1B3D" w:rsidP="00FD1B3D">
      <w:pPr>
        <w:pStyle w:val="ZLITUSTzmustliter"/>
      </w:pPr>
      <w:r>
        <w:t xml:space="preserve">„15. Udzielanie upoważnień, o których mowa w ust. 1, </w:t>
      </w:r>
      <w:r w:rsidRPr="00726614">
        <w:t>następuje za pośrednictwem Rejestr</w:t>
      </w:r>
      <w:r w:rsidR="00DA40A4">
        <w:t>u</w:t>
      </w:r>
      <w:r w:rsidRPr="00726614">
        <w:t xml:space="preserve"> Asystentów Medycznych, o którym mowa w art. 31b ustawy z dnia 28 kwietnia 2011 r. o systemie informacji w ochronie zdrowia, na zasadach określonych w tej ustawie</w:t>
      </w:r>
      <w:r w:rsidRPr="006A7B37">
        <w:t>.</w:t>
      </w:r>
      <w:r w:rsidRPr="00892D65">
        <w:t>”</w:t>
      </w:r>
      <w:r w:rsidR="00CF070A">
        <w:t>;</w:t>
      </w:r>
    </w:p>
    <w:p w14:paraId="5929440C" w14:textId="77777777" w:rsidR="00CF070A" w:rsidRDefault="00CF070A" w:rsidP="00CF070A">
      <w:pPr>
        <w:pStyle w:val="ZLITUSTzmustliter"/>
        <w:ind w:left="0" w:firstLine="0"/>
      </w:pPr>
      <w:r>
        <w:t>3</w:t>
      </w:r>
      <w:r w:rsidR="00ED51AE">
        <w:t>) w art. 60</w:t>
      </w:r>
      <w:r>
        <w:t xml:space="preserve"> ust. </w:t>
      </w:r>
      <w:r w:rsidR="00ED51AE">
        <w:t>8 otrzymuje brzmienie</w:t>
      </w:r>
      <w:r>
        <w:t>:</w:t>
      </w:r>
    </w:p>
    <w:p w14:paraId="1F24563B" w14:textId="77777777" w:rsidR="00452ED8" w:rsidRDefault="00EB69AE" w:rsidP="00DA40A4">
      <w:pPr>
        <w:pStyle w:val="ZUSTzmustartykuempunktem"/>
      </w:pPr>
      <w:r w:rsidRPr="00EB69AE">
        <w:lastRenderedPageBreak/>
        <w:t>„</w:t>
      </w:r>
      <w:r w:rsidR="00ED51AE" w:rsidRPr="00ED51AE">
        <w:t>8. Zakład Ubezpieczeń Społecznych niezwłocznie przekazuje ministrowi właściwemu do spraw zdrowia informacje dotyczące imienia i nazwiska, numeru PESEL i numeru prawa wykonywania zawodu wystawiającego zaświadczenie lekarskie, któremu cofnięto lub wygaszono upoważnienie,</w:t>
      </w:r>
      <w:r w:rsidR="00DA40A4">
        <w:t xml:space="preserve"> przez wprowadzenie ich do</w:t>
      </w:r>
      <w:r w:rsidR="00ED51AE">
        <w:t xml:space="preserve"> </w:t>
      </w:r>
      <w:r w:rsidR="00ED51AE" w:rsidRPr="00ED51AE">
        <w:t>Rejestru Asystentów Medycznych, za pośrednictwem systemu teleinformatycznego obsługującego ten rejestr wraz ze wskazaniem daty, od której cofnięto albo wygaszono upoważnienie.</w:t>
      </w:r>
      <w:r w:rsidRPr="00EB69AE">
        <w:t>”</w:t>
      </w:r>
      <w:r w:rsidR="00ED51AE">
        <w:t xml:space="preserve">. </w:t>
      </w:r>
      <w:r w:rsidR="00ED51AE" w:rsidRPr="00ED51AE">
        <w:t xml:space="preserve"> </w:t>
      </w:r>
    </w:p>
    <w:p w14:paraId="500CCF0E" w14:textId="77777777" w:rsidR="00FD1B3D" w:rsidRPr="006A7B37" w:rsidRDefault="00FD1B3D" w:rsidP="00FD1B3D">
      <w:pPr>
        <w:pStyle w:val="ARTartustawynprozporzdzenia"/>
      </w:pPr>
      <w:r w:rsidRPr="000240F7">
        <w:rPr>
          <w:rStyle w:val="Ppogrubienie"/>
        </w:rPr>
        <w:lastRenderedPageBreak/>
        <w:t xml:space="preserve">Art. </w:t>
      </w:r>
      <w:r w:rsidR="00BA19DC">
        <w:rPr>
          <w:rStyle w:val="Ppogrubienie"/>
        </w:rPr>
        <w:t>4</w:t>
      </w:r>
      <w:r w:rsidRPr="000240F7">
        <w:rPr>
          <w:rStyle w:val="Ppogrubienie"/>
        </w:rPr>
        <w:t>.</w:t>
      </w:r>
      <w:r w:rsidRPr="006A7B37">
        <w:t xml:space="preserve"> W ustawie z dnia 6 września 2001 r. – Prawo farmaceutyczne (Dz. U. z 201</w:t>
      </w:r>
      <w:r>
        <w:t>9</w:t>
      </w:r>
      <w:r w:rsidRPr="006A7B37">
        <w:t xml:space="preserve"> r. poz. </w:t>
      </w:r>
      <w:r>
        <w:t>499</w:t>
      </w:r>
      <w:r w:rsidR="004C73D0">
        <w:t>,</w:t>
      </w:r>
      <w:r>
        <w:t xml:space="preserve"> 399</w:t>
      </w:r>
      <w:r w:rsidR="004C73D0">
        <w:t xml:space="preserve"> i 959</w:t>
      </w:r>
      <w:r w:rsidRPr="006A7B37">
        <w:t>) wprowadza się następujące zmiany:</w:t>
      </w:r>
    </w:p>
    <w:p w14:paraId="167019B7" w14:textId="77777777" w:rsidR="00FD1B3D" w:rsidRPr="006A7B37" w:rsidRDefault="00FD1B3D" w:rsidP="00FD1B3D">
      <w:pPr>
        <w:pStyle w:val="PKTpunkt"/>
      </w:pPr>
      <w:r w:rsidRPr="006A7B37">
        <w:t>1)</w:t>
      </w:r>
      <w:r w:rsidRPr="006A7B37">
        <w:tab/>
        <w:t>w art. 2 po pkt 35a dodaje się pkt 35aa w brzmieniu:</w:t>
      </w:r>
    </w:p>
    <w:p w14:paraId="65973BD9" w14:textId="01995535" w:rsidR="00FD1B3D" w:rsidRPr="006A7B37" w:rsidRDefault="00FD1B3D" w:rsidP="00FD1B3D">
      <w:pPr>
        <w:pStyle w:val="ZPKTzmpktartykuempunktem"/>
      </w:pPr>
      <w:r>
        <w:t>„</w:t>
      </w:r>
      <w:r w:rsidRPr="006A7B37">
        <w:t>35aa) receptą transgraniczną – jest recepta na produkt leczniczy lub wyrób medyczny wystawiona przez osobę uprawnioną do wystawiania recept zgodnie z prawem państwa członkowskiego Unii Eu</w:t>
      </w:r>
      <w:r w:rsidRPr="006A7B37">
        <w:lastRenderedPageBreak/>
        <w:t xml:space="preserve">ropejskiej lub państwa członkowskiego Europejskiego Porozumienia </w:t>
      </w:r>
      <w:r>
        <w:t xml:space="preserve">o Wolnym Handlu (EFTA) </w:t>
      </w:r>
      <w:r w:rsidR="00FC15DE">
        <w:t>–</w:t>
      </w:r>
      <w:r>
        <w:t xml:space="preserve"> strony </w:t>
      </w:r>
      <w:r w:rsidRPr="006A7B37">
        <w:t>umowy o Europejskim Obszarze Gospodarczym,</w:t>
      </w:r>
      <w:r>
        <w:t xml:space="preserve"> </w:t>
      </w:r>
      <w:r w:rsidRPr="006A7B37">
        <w:t xml:space="preserve">w którym recepta została wystawiona, podlegająca realizacji w </w:t>
      </w:r>
      <w:r w:rsidR="00300311">
        <w:t xml:space="preserve">innym </w:t>
      </w:r>
      <w:r w:rsidRPr="006A7B37">
        <w:t xml:space="preserve">państwie członkowskim Unii Europejskiej lub państwie członkowskim Europejskiego Porozumienia o Wolnym Handlu (EFTA) </w:t>
      </w:r>
      <w:r w:rsidR="00FC15DE">
        <w:t>–</w:t>
      </w:r>
      <w:r w:rsidRPr="006A7B37">
        <w:t xml:space="preserve"> stronie umowy o Europejskim Obszarze Gospodarczym, zwanym dalej </w:t>
      </w:r>
      <w:r>
        <w:t>„</w:t>
      </w:r>
      <w:r w:rsidRPr="006A7B37">
        <w:t>państwem  realizacji</w:t>
      </w:r>
      <w:r>
        <w:t>”</w:t>
      </w:r>
      <w:r w:rsidRPr="006A7B37">
        <w:t>, zgodnie z prawem tego państwa;</w:t>
      </w:r>
      <w:r>
        <w:t>”</w:t>
      </w:r>
      <w:r w:rsidRPr="006A7B37">
        <w:t>;</w:t>
      </w:r>
    </w:p>
    <w:p w14:paraId="28BF102E" w14:textId="77777777" w:rsidR="00FD1B3D" w:rsidRPr="006A7B37" w:rsidRDefault="005754F9" w:rsidP="00FD1B3D">
      <w:pPr>
        <w:pStyle w:val="PKTpunkt"/>
      </w:pPr>
      <w:r>
        <w:lastRenderedPageBreak/>
        <w:t>2</w:t>
      </w:r>
      <w:r w:rsidR="00FD1B3D" w:rsidRPr="006A7B37">
        <w:t>) w art. 95b:</w:t>
      </w:r>
    </w:p>
    <w:p w14:paraId="44DC7F1D" w14:textId="77777777" w:rsidR="00FD1B3D" w:rsidRDefault="00FD1B3D" w:rsidP="00FD1B3D">
      <w:pPr>
        <w:pStyle w:val="LITlitera"/>
      </w:pPr>
      <w:r w:rsidRPr="006A7B37">
        <w:t>a)</w:t>
      </w:r>
      <w:r w:rsidRPr="006A7B37">
        <w:tab/>
      </w:r>
      <w:r>
        <w:t xml:space="preserve">w </w:t>
      </w:r>
      <w:r w:rsidRPr="006A7B37">
        <w:t>ust. 2</w:t>
      </w:r>
      <w:r>
        <w:t>:</w:t>
      </w:r>
      <w:r w:rsidRPr="006A7B37">
        <w:t xml:space="preserve"> </w:t>
      </w:r>
    </w:p>
    <w:p w14:paraId="5A056389" w14:textId="72668C19" w:rsidR="00FD1B3D" w:rsidRDefault="00FC15DE" w:rsidP="00323485">
      <w:pPr>
        <w:pStyle w:val="TIRtiret"/>
      </w:pPr>
      <w:r>
        <w:t>–</w:t>
      </w:r>
      <w:r w:rsidR="00FD1B3D">
        <w:t xml:space="preserve"> </w:t>
      </w:r>
      <w:r w:rsidR="00300311">
        <w:t>uchyla się</w:t>
      </w:r>
      <w:r w:rsidR="00FD1B3D">
        <w:t xml:space="preserve"> pkt 2,</w:t>
      </w:r>
    </w:p>
    <w:p w14:paraId="1BC85D1B" w14:textId="63197D9D" w:rsidR="00FD1B3D" w:rsidRDefault="00FC15DE" w:rsidP="00FD1B3D">
      <w:pPr>
        <w:pStyle w:val="TIRtiret"/>
      </w:pPr>
      <w:r>
        <w:t>–</w:t>
      </w:r>
      <w:r w:rsidR="00FD1B3D">
        <w:t xml:space="preserve"> </w:t>
      </w:r>
      <w:r w:rsidR="00FD1B3D" w:rsidRPr="006A7B37">
        <w:t>pkt 3 otrzymuje brzmienie:</w:t>
      </w:r>
    </w:p>
    <w:p w14:paraId="70A8A295" w14:textId="77777777" w:rsidR="00FD1B3D" w:rsidRPr="00992026" w:rsidRDefault="00FD1B3D" w:rsidP="00FD1B3D">
      <w:pPr>
        <w:pStyle w:val="ZTIRPKTzmpkttiret"/>
      </w:pPr>
      <w:r w:rsidRPr="0077131D">
        <w:t>„3) recepty transgranicznej,</w:t>
      </w:r>
      <w:r w:rsidR="006F6E5A">
        <w:t xml:space="preserve"> jeżeli</w:t>
      </w:r>
      <w:r w:rsidRPr="0077131D">
        <w:t xml:space="preserve"> państwo realizacji nie </w:t>
      </w:r>
      <w:r>
        <w:t>realizuje</w:t>
      </w:r>
      <w:r w:rsidRPr="0077131D">
        <w:t xml:space="preserve"> recept transgranicznych w postaci elektronicznej</w:t>
      </w:r>
      <w:r w:rsidR="00056A06">
        <w:t xml:space="preserve"> lub </w:t>
      </w:r>
      <w:r w:rsidR="0035565B">
        <w:t xml:space="preserve">recepta </w:t>
      </w:r>
      <w:r w:rsidR="00056A06">
        <w:t xml:space="preserve">transgraniczna przeznaczona jest </w:t>
      </w:r>
      <w:r w:rsidR="0035565B">
        <w:t xml:space="preserve">dla </w:t>
      </w:r>
      <w:r w:rsidR="00056A06">
        <w:t>osoby małoletniej</w:t>
      </w:r>
      <w:r w:rsidRPr="0077131D">
        <w:t>;</w:t>
      </w:r>
      <w:r w:rsidRPr="00992026">
        <w:t>”,</w:t>
      </w:r>
    </w:p>
    <w:p w14:paraId="10721CCD" w14:textId="77777777" w:rsidR="00FD1B3D" w:rsidRPr="006A7B37" w:rsidRDefault="00FD1B3D" w:rsidP="00FD1B3D">
      <w:pPr>
        <w:pStyle w:val="LITlitera"/>
      </w:pPr>
      <w:r w:rsidRPr="006A7B37">
        <w:t>b)</w:t>
      </w:r>
      <w:r w:rsidRPr="006A7B37">
        <w:tab/>
        <w:t xml:space="preserve">dodaje się ust. 3 </w:t>
      </w:r>
      <w:r w:rsidR="00300311">
        <w:t xml:space="preserve">i 4 </w:t>
      </w:r>
      <w:r w:rsidRPr="006A7B37">
        <w:t>w brzmieniu:</w:t>
      </w:r>
    </w:p>
    <w:p w14:paraId="04C7A2E4" w14:textId="77777777" w:rsidR="00300311" w:rsidRPr="00300311" w:rsidRDefault="00300311" w:rsidP="00300311">
      <w:pPr>
        <w:pStyle w:val="ZLITUSTzmustliter"/>
      </w:pPr>
      <w:r w:rsidRPr="00300311">
        <w:lastRenderedPageBreak/>
        <w:t>„3. Recepta dla:</w:t>
      </w:r>
    </w:p>
    <w:p w14:paraId="79C0C410" w14:textId="5ABF58C8" w:rsidR="00300311" w:rsidRPr="00300311" w:rsidRDefault="00300311" w:rsidP="00300311">
      <w:pPr>
        <w:pStyle w:val="ZLITUSTzmustliter"/>
      </w:pPr>
      <w:r w:rsidRPr="00300311">
        <w:t>1)</w:t>
      </w:r>
      <w:r w:rsidR="00FC15DE">
        <w:tab/>
      </w:r>
      <w:r w:rsidR="00FC15DE">
        <w:tab/>
      </w:r>
      <w:r w:rsidRPr="00300311">
        <w:t xml:space="preserve">osoby wystawiającej, zwanej dalej </w:t>
      </w:r>
      <w:r w:rsidR="00FC15DE" w:rsidRPr="00300311">
        <w:t>„</w:t>
      </w:r>
      <w:r w:rsidRPr="00300311">
        <w:t>receptą pro auctore</w:t>
      </w:r>
      <w:r w:rsidR="00FC15DE" w:rsidRPr="00017B22">
        <w:t>”</w:t>
      </w:r>
      <w:r w:rsidRPr="00300311">
        <w:t>,</w:t>
      </w:r>
    </w:p>
    <w:p w14:paraId="732EA5B3" w14:textId="79BDDD99" w:rsidR="00300311" w:rsidRPr="00300311" w:rsidRDefault="00300311" w:rsidP="00300311">
      <w:pPr>
        <w:pStyle w:val="ZLITUSTzmustliter"/>
      </w:pPr>
      <w:r w:rsidRPr="00300311">
        <w:t xml:space="preserve">2) małżonka, osoby pozostającej we wspólnym pożyciu, krewnych lub powinowatych w linii prostej, a w linii bocznej do stopnia </w:t>
      </w:r>
      <w:r>
        <w:t xml:space="preserve">pokrewieństwa </w:t>
      </w:r>
      <w:r w:rsidRPr="00300311">
        <w:t>pomiędzy dziećmi rodzeństwa osoby wystawiającej, zwanej dalej „receptą pro familiae</w:t>
      </w:r>
      <w:r w:rsidR="00017B22" w:rsidRPr="00017B22">
        <w:t>”</w:t>
      </w:r>
    </w:p>
    <w:p w14:paraId="5F97C906" w14:textId="03EB3AD6" w:rsidR="00300311" w:rsidRPr="00300311" w:rsidRDefault="00FC15DE" w:rsidP="00300311">
      <w:pPr>
        <w:pStyle w:val="ZLITUSTzmustliter"/>
      </w:pPr>
      <w:r>
        <w:t>–</w:t>
      </w:r>
      <w:r w:rsidR="00300311" w:rsidRPr="00300311">
        <w:t xml:space="preserve"> jest wystawiana w postaci elektronicznej albo papierowej.</w:t>
      </w:r>
    </w:p>
    <w:p w14:paraId="5D07D4E7" w14:textId="723CC7C8" w:rsidR="00FD1B3D" w:rsidRPr="006A7B37" w:rsidRDefault="00300311" w:rsidP="00300311">
      <w:pPr>
        <w:pStyle w:val="ZLITUSTzmustliter"/>
      </w:pPr>
      <w:r w:rsidRPr="00300311">
        <w:lastRenderedPageBreak/>
        <w:t xml:space="preserve"> </w:t>
      </w:r>
      <w:r w:rsidR="0035565B">
        <w:t>4</w:t>
      </w:r>
      <w:r w:rsidR="00FD1B3D" w:rsidRPr="006A7B37">
        <w:t xml:space="preserve">. Minister właściwy do spraw zdrowia zamieszcza </w:t>
      </w:r>
      <w:r w:rsidR="00FD1B3D">
        <w:t>na stronie podmiotowej</w:t>
      </w:r>
      <w:r w:rsidR="000C1BDF">
        <w:t xml:space="preserve"> </w:t>
      </w:r>
      <w:r w:rsidR="00FD1B3D" w:rsidRPr="006A7B37">
        <w:t>Biuletyn</w:t>
      </w:r>
      <w:r w:rsidR="000C1BDF">
        <w:t>u</w:t>
      </w:r>
      <w:r w:rsidR="00FD1B3D" w:rsidRPr="006A7B37">
        <w:t xml:space="preserve"> Informacji Publicznej </w:t>
      </w:r>
      <w:r w:rsidR="0042387C">
        <w:t xml:space="preserve">urzędu obsługującego tego ministra </w:t>
      </w:r>
      <w:r w:rsidR="00FD1B3D" w:rsidRPr="006A7B37">
        <w:t xml:space="preserve">wykaz państw realizacji, które nie realizują recept transgranicznych wystawianych </w:t>
      </w:r>
      <w:r w:rsidR="006F6E5A" w:rsidRPr="006A7B37">
        <w:t xml:space="preserve">w postaci elektronicznej </w:t>
      </w:r>
      <w:r w:rsidR="00FD1B3D" w:rsidRPr="006A7B37">
        <w:t xml:space="preserve">w innym państwie członkowskim </w:t>
      </w:r>
      <w:r w:rsidR="00FD1B3D">
        <w:t>Unii Europejskiej</w:t>
      </w:r>
      <w:r w:rsidR="0075351B" w:rsidRPr="0075351B">
        <w:t xml:space="preserve"> lub państwie członkowskim Europejskiego Porozumienia o Wolnym Handlu (EFTA) </w:t>
      </w:r>
      <w:r w:rsidR="00FC15DE">
        <w:t>–</w:t>
      </w:r>
      <w:r w:rsidR="0075351B" w:rsidRPr="0075351B">
        <w:t xml:space="preserve"> stronie umowy o Europejskim Obszarze Gospodarczym</w:t>
      </w:r>
      <w:r w:rsidR="00FD1B3D" w:rsidRPr="006A7B37">
        <w:t>.</w:t>
      </w:r>
      <w:r w:rsidR="00FD1B3D">
        <w:t>”;</w:t>
      </w:r>
    </w:p>
    <w:p w14:paraId="107F8713" w14:textId="20C92BA9" w:rsidR="00FD1B3D" w:rsidRDefault="005754F9" w:rsidP="00FD1B3D">
      <w:pPr>
        <w:pStyle w:val="PKTpunkt"/>
      </w:pPr>
      <w:r>
        <w:lastRenderedPageBreak/>
        <w:t>3</w:t>
      </w:r>
      <w:r w:rsidR="00FD1B3D" w:rsidRPr="006A7B37">
        <w:t>)</w:t>
      </w:r>
      <w:r w:rsidR="00FC15DE">
        <w:tab/>
      </w:r>
      <w:r w:rsidR="00FD1B3D" w:rsidRPr="006A7B37">
        <w:t>w art. 96</w:t>
      </w:r>
      <w:r w:rsidR="00FD1B3D">
        <w:t>:</w:t>
      </w:r>
    </w:p>
    <w:p w14:paraId="076D9FA0" w14:textId="77777777" w:rsidR="006F6E5A" w:rsidRDefault="00FD1B3D" w:rsidP="00FD1B3D">
      <w:pPr>
        <w:pStyle w:val="LITlitera"/>
      </w:pPr>
      <w:r w:rsidRPr="008A0437">
        <w:t>a) w ust. 1</w:t>
      </w:r>
      <w:r w:rsidR="006F6E5A">
        <w:t>:</w:t>
      </w:r>
    </w:p>
    <w:p w14:paraId="139167B0" w14:textId="7540A5EC" w:rsidR="00FD1B3D" w:rsidRPr="008A0437" w:rsidRDefault="00FC15DE" w:rsidP="00FD1B3D">
      <w:pPr>
        <w:pStyle w:val="LITlitera"/>
      </w:pPr>
      <w:r>
        <w:t>–</w:t>
      </w:r>
      <w:r w:rsidR="006F6E5A">
        <w:t xml:space="preserve"> </w:t>
      </w:r>
      <w:r w:rsidR="00FD1B3D">
        <w:t xml:space="preserve">pkt 2 </w:t>
      </w:r>
      <w:r w:rsidR="006F6E5A">
        <w:t>otrzymuje</w:t>
      </w:r>
      <w:r w:rsidR="006F6E5A" w:rsidRPr="008A0437">
        <w:t xml:space="preserve"> </w:t>
      </w:r>
      <w:r w:rsidR="00FD1B3D" w:rsidRPr="008A0437">
        <w:t>brzmienie:</w:t>
      </w:r>
    </w:p>
    <w:p w14:paraId="4C438502" w14:textId="00E51258" w:rsidR="00FD1B3D" w:rsidRDefault="00FD1B3D" w:rsidP="00FD1B3D">
      <w:pPr>
        <w:pStyle w:val="ZLITPKTzmpktliter"/>
      </w:pPr>
      <w:r>
        <w:t>„2)</w:t>
      </w:r>
      <w:r w:rsidR="00CC1FDD">
        <w:tab/>
      </w:r>
      <w:r>
        <w:t>kodu dostępu, o którym mowa w art. 96b ust. 1 pkt 2, oraz numeru PESEL, albo</w:t>
      </w:r>
      <w:r w:rsidR="00CC1FDD">
        <w:t>”</w:t>
      </w:r>
      <w:r w:rsidR="006F6E5A">
        <w:t>,</w:t>
      </w:r>
    </w:p>
    <w:p w14:paraId="55526ECC" w14:textId="1483B50D" w:rsidR="006F6E5A" w:rsidRDefault="00FC15DE" w:rsidP="002D018C">
      <w:pPr>
        <w:pStyle w:val="ZLITPKTzmpktliter"/>
      </w:pPr>
      <w:r>
        <w:t>–</w:t>
      </w:r>
      <w:r w:rsidR="006F6E5A">
        <w:t xml:space="preserve"> dodaje się pkt 3</w:t>
      </w:r>
      <w:r w:rsidR="00AF4ECD">
        <w:t xml:space="preserve"> i </w:t>
      </w:r>
      <w:r w:rsidR="00C65F97">
        <w:t>4</w:t>
      </w:r>
      <w:r w:rsidR="007B57C7">
        <w:t xml:space="preserve"> </w:t>
      </w:r>
      <w:r w:rsidR="006F6E5A">
        <w:t>w brzmieniu:</w:t>
      </w:r>
    </w:p>
    <w:p w14:paraId="59DB1583" w14:textId="1BC57E6E" w:rsidR="0031290E" w:rsidRDefault="002D018C" w:rsidP="00AF4ECD">
      <w:pPr>
        <w:pStyle w:val="ZLITPKTzmpktliter"/>
      </w:pPr>
      <w:r>
        <w:t>„</w:t>
      </w:r>
      <w:r w:rsidR="00FD1B3D">
        <w:t xml:space="preserve">3) </w:t>
      </w:r>
      <w:r w:rsidR="00CC1FDD">
        <w:tab/>
      </w:r>
      <w:r w:rsidR="00C65F97">
        <w:t xml:space="preserve">certyfikatu potwierdzenia obecności </w:t>
      </w:r>
      <w:r w:rsidR="006B40B6">
        <w:t xml:space="preserve">wraz z danymi umożliwiającymi jego użycie </w:t>
      </w:r>
      <w:r w:rsidR="00916583">
        <w:t xml:space="preserve">przez pacjenta posługującego się dowodem </w:t>
      </w:r>
      <w:r w:rsidR="00916583">
        <w:lastRenderedPageBreak/>
        <w:t>osobistym z</w:t>
      </w:r>
      <w:r w:rsidR="00FD1B3D">
        <w:t xml:space="preserve"> warstw</w:t>
      </w:r>
      <w:r w:rsidR="00916583">
        <w:t>ą</w:t>
      </w:r>
      <w:r w:rsidR="00FD1B3D">
        <w:t xml:space="preserve"> elektroniczn</w:t>
      </w:r>
      <w:r w:rsidR="00916583">
        <w:t>ą</w:t>
      </w:r>
      <w:r w:rsidR="006B40B6">
        <w:t>, o którym mowa w art. 12a ust. 1 pkt 4 ustawy z dnia 6 sierpnia 2010 r. o dowodach osobistych (Dz. U. z 2019 r. poz. 653)</w:t>
      </w:r>
      <w:r w:rsidR="00CC1FDD">
        <w:t>, albo</w:t>
      </w:r>
    </w:p>
    <w:p w14:paraId="44D531B5" w14:textId="184A397F" w:rsidR="00FD1B3D" w:rsidRDefault="00C65F97" w:rsidP="00FD1B3D">
      <w:pPr>
        <w:pStyle w:val="ZLITPKTzmpktliter"/>
      </w:pPr>
      <w:r>
        <w:t>4</w:t>
      </w:r>
      <w:r w:rsidR="0031290E">
        <w:t>)</w:t>
      </w:r>
      <w:r w:rsidR="00CC1FDD">
        <w:tab/>
      </w:r>
      <w:r w:rsidR="00056A06">
        <w:t xml:space="preserve">danych </w:t>
      </w:r>
      <w:r w:rsidR="00243C85">
        <w:t xml:space="preserve">niezbędnych do identyfikacji pacjenta, dla którego wystawiono receptę transgraniczną, </w:t>
      </w:r>
      <w:r w:rsidR="00056A06">
        <w:t xml:space="preserve">wskazanych przez państwo realizacji </w:t>
      </w:r>
      <w:r w:rsidR="00243C85">
        <w:t xml:space="preserve">i </w:t>
      </w:r>
      <w:r w:rsidRPr="006A7B37">
        <w:t>zamieszcza</w:t>
      </w:r>
      <w:r>
        <w:t>nych</w:t>
      </w:r>
      <w:r w:rsidRPr="006A7B37">
        <w:t xml:space="preserve"> </w:t>
      </w:r>
      <w:r>
        <w:t xml:space="preserve">na stronie podmiotowej </w:t>
      </w:r>
      <w:r w:rsidRPr="006A7B37">
        <w:t>Biuletyn</w:t>
      </w:r>
      <w:r>
        <w:t>u</w:t>
      </w:r>
      <w:r w:rsidRPr="006A7B37">
        <w:t xml:space="preserve"> Informacji Publicznej </w:t>
      </w:r>
      <w:r>
        <w:t>urzędu obsługującego ministra właściwego do spraw zdrowia</w:t>
      </w:r>
      <w:r w:rsidR="00FD1B3D">
        <w:t>.”,</w:t>
      </w:r>
    </w:p>
    <w:p w14:paraId="41E0D4E8" w14:textId="728C6B37" w:rsidR="00FD1B3D" w:rsidRPr="008A0437" w:rsidRDefault="00FD1B3D" w:rsidP="00FD1B3D">
      <w:pPr>
        <w:pStyle w:val="LITlitera"/>
      </w:pPr>
      <w:r w:rsidRPr="008A0437">
        <w:lastRenderedPageBreak/>
        <w:t>b)</w:t>
      </w:r>
      <w:r w:rsidR="00CC1FDD">
        <w:tab/>
      </w:r>
      <w:r w:rsidRPr="008A0437">
        <w:t>ust. 1a otrzymuje brzmienie:</w:t>
      </w:r>
    </w:p>
    <w:p w14:paraId="7FEFB34B" w14:textId="028FF91D" w:rsidR="00FD1B3D" w:rsidRPr="006A7B37" w:rsidRDefault="00FD1B3D" w:rsidP="00AF4ECD">
      <w:pPr>
        <w:pStyle w:val="ZLITUSTzmustliter"/>
      </w:pPr>
      <w:r>
        <w:t>„</w:t>
      </w:r>
      <w:r w:rsidRPr="006A7B37">
        <w:t>1a. W przypadku awarii systemu, o którym mowa w art. 7 ust. 1 ustawy z dnia 28 kwietnia 2011 r. o systemie informacji w ochronie zdrowia, produkty lecznicze, środki spożywcze specjalnego przeznaczenia żywieniowego i wyroby medyczne wydawane na podstawie recepty są wydawane na podstawie</w:t>
      </w:r>
      <w:r w:rsidR="00BF1C45">
        <w:t xml:space="preserve"> </w:t>
      </w:r>
      <w:r w:rsidR="00BF1C45" w:rsidRPr="006A7B37">
        <w:t>informacji, o której mowa</w:t>
      </w:r>
      <w:r w:rsidR="00BF1C45">
        <w:t xml:space="preserve"> w art. 96b ust. 2 pkt 1 </w:t>
      </w:r>
      <w:r w:rsidR="007A538E">
        <w:t>lub 3, a także</w:t>
      </w:r>
      <w:r w:rsidR="00BF1C45" w:rsidRPr="00350B46">
        <w:t xml:space="preserve"> informacji udostępnionej w Internetowym Koncie Pacjenta, o którym mowa w art. 7a ustawy </w:t>
      </w:r>
      <w:r w:rsidR="00BF1C45" w:rsidRPr="00350B46">
        <w:lastRenderedPageBreak/>
        <w:t>z dnia 28 kwietnia 2011 r. o systemie informacji w ochronie zdrowia</w:t>
      </w:r>
      <w:r w:rsidRPr="006A7B37">
        <w:t>, po okazaniu dokumentu potwierdzającego tożsamość oraz złożeniu oświadczenia, że nie dokonano realizacji recepty</w:t>
      </w:r>
      <w:r>
        <w:t>, której dotyczy t</w:t>
      </w:r>
      <w:r w:rsidR="007A538E">
        <w:t>a informacja</w:t>
      </w:r>
      <w:r w:rsidRPr="006A7B37">
        <w:t>.</w:t>
      </w:r>
      <w:r>
        <w:t>”</w:t>
      </w:r>
      <w:r w:rsidRPr="006A7B37">
        <w:t xml:space="preserve">; </w:t>
      </w:r>
    </w:p>
    <w:p w14:paraId="29BE4859" w14:textId="7CC3730F" w:rsidR="00FD1B3D" w:rsidRPr="006A7B37" w:rsidRDefault="005754F9" w:rsidP="00FD1B3D">
      <w:pPr>
        <w:pStyle w:val="PKTpunkt"/>
      </w:pPr>
      <w:r>
        <w:t>4</w:t>
      </w:r>
      <w:r w:rsidR="00FD1B3D" w:rsidRPr="006A7B37">
        <w:t>)</w:t>
      </w:r>
      <w:r w:rsidR="00CC1FDD">
        <w:tab/>
      </w:r>
      <w:r w:rsidR="00FD1B3D" w:rsidRPr="006A7B37">
        <w:t>w art. 96a:</w:t>
      </w:r>
    </w:p>
    <w:p w14:paraId="03EA3ACE" w14:textId="0B1A3676" w:rsidR="00FD1B3D" w:rsidRDefault="00FD1B3D" w:rsidP="00DA4E38">
      <w:pPr>
        <w:pStyle w:val="LITlitera"/>
      </w:pPr>
      <w:r w:rsidRPr="006A7B37">
        <w:t>a)</w:t>
      </w:r>
      <w:r w:rsidR="00CC1FDD">
        <w:tab/>
      </w:r>
      <w:r w:rsidRPr="006A7B37">
        <w:t>w ust. 1</w:t>
      </w:r>
      <w:r w:rsidR="00AF4ECD">
        <w:t xml:space="preserve"> </w:t>
      </w:r>
      <w:r w:rsidRPr="006A7B37">
        <w:t>w pkt 3</w:t>
      </w:r>
      <w:r>
        <w:t>:</w:t>
      </w:r>
    </w:p>
    <w:p w14:paraId="4BDE945A" w14:textId="40D92CD4" w:rsidR="00FD1B3D" w:rsidRPr="006A7B37" w:rsidRDefault="00FC15DE" w:rsidP="00A576C6">
      <w:pPr>
        <w:pStyle w:val="TIRtiret"/>
      </w:pPr>
      <w:r>
        <w:t>–</w:t>
      </w:r>
      <w:r w:rsidR="00FD1B3D" w:rsidRPr="006A7B37">
        <w:t xml:space="preserve"> lit. d otrzymuje brzmienie:</w:t>
      </w:r>
      <w:r w:rsidR="00FD1B3D">
        <w:tab/>
      </w:r>
    </w:p>
    <w:p w14:paraId="34EE1E48" w14:textId="77777777" w:rsidR="00FD1B3D" w:rsidRDefault="00FD1B3D" w:rsidP="00FD1B3D">
      <w:pPr>
        <w:pStyle w:val="Z2TIRLITzmlitpodwjnymtiret"/>
      </w:pPr>
      <w:r w:rsidRPr="006A7B37">
        <w:lastRenderedPageBreak/>
        <w:t xml:space="preserve"> </w:t>
      </w:r>
      <w:r>
        <w:t>„</w:t>
      </w:r>
      <w:r w:rsidRPr="006A7B37">
        <w:t>d) dane do bezpośredniego kontaktu z osobą wystawiającą receptę (adres poczty elektronicznej lub numer telefonu wraz z prefiksem międzynarodowym)</w:t>
      </w:r>
      <w:r>
        <w:t>,”,</w:t>
      </w:r>
    </w:p>
    <w:p w14:paraId="2E0C84FA" w14:textId="66998C2B" w:rsidR="00FD1B3D" w:rsidRDefault="00FC15DE" w:rsidP="00A576C6">
      <w:pPr>
        <w:pStyle w:val="TIRtiret"/>
      </w:pPr>
      <w:r>
        <w:t>–</w:t>
      </w:r>
      <w:r w:rsidR="00FD1B3D">
        <w:t xml:space="preserve"> w lit. e wprowadzenie do wyliczenia otrzymuje brzmienie:</w:t>
      </w:r>
    </w:p>
    <w:p w14:paraId="315635FA" w14:textId="2BA32E94" w:rsidR="00DA4E38" w:rsidRPr="006A7B37" w:rsidRDefault="00FD1B3D" w:rsidP="00DA4E38">
      <w:pPr>
        <w:pStyle w:val="TIRtiret"/>
      </w:pPr>
      <w:r>
        <w:t>„podpis osoby wystawiającej albo osoby upoważnionej do wystawienia recepty, w przypadku recepty:”</w:t>
      </w:r>
      <w:r w:rsidRPr="006A7B37">
        <w:t>,</w:t>
      </w:r>
    </w:p>
    <w:p w14:paraId="5361726A" w14:textId="2E3EBF41" w:rsidR="00056A06" w:rsidRDefault="00FD1B3D" w:rsidP="00FD1B3D">
      <w:pPr>
        <w:pStyle w:val="LITlitera"/>
      </w:pPr>
      <w:r w:rsidRPr="006A7B37">
        <w:t>b)</w:t>
      </w:r>
      <w:r w:rsidR="00CC1FDD">
        <w:tab/>
      </w:r>
      <w:r w:rsidR="00056A06">
        <w:t xml:space="preserve">w </w:t>
      </w:r>
      <w:r w:rsidRPr="006A7B37">
        <w:t>ust. 1a</w:t>
      </w:r>
      <w:r w:rsidR="00056A06">
        <w:t xml:space="preserve"> wprowadzenie do wyliczenia otrzymuje brzmienie:</w:t>
      </w:r>
    </w:p>
    <w:p w14:paraId="5C6F27FE" w14:textId="383BF223" w:rsidR="00FD1B3D" w:rsidRPr="006A7B37" w:rsidRDefault="00EB69AE" w:rsidP="00FD1B3D">
      <w:pPr>
        <w:pStyle w:val="LITlitera"/>
      </w:pPr>
      <w:r w:rsidRPr="00EB69AE">
        <w:lastRenderedPageBreak/>
        <w:t>„</w:t>
      </w:r>
      <w:r w:rsidR="00056A06">
        <w:t>Recepta transgraniczna w postaci papierowej zawiera co najmniej następujące dane</w:t>
      </w:r>
      <w:r w:rsidR="00DA4E38">
        <w:t>:</w:t>
      </w:r>
      <w:r w:rsidRPr="00EB69AE">
        <w:t>”</w:t>
      </w:r>
      <w:r w:rsidR="00FD1B3D" w:rsidRPr="006A7B37">
        <w:t>,</w:t>
      </w:r>
    </w:p>
    <w:p w14:paraId="2F5E3329" w14:textId="6EC4F42A" w:rsidR="00FD1B3D" w:rsidRDefault="00FD1B3D" w:rsidP="00DA4E38">
      <w:pPr>
        <w:pStyle w:val="LITlitera"/>
      </w:pPr>
      <w:r w:rsidRPr="006A7B37">
        <w:t>c)</w:t>
      </w:r>
      <w:r w:rsidR="00CC1FDD">
        <w:tab/>
      </w:r>
      <w:r>
        <w:t>po ust. 1a dodaje się ust. 1aa</w:t>
      </w:r>
      <w:r w:rsidR="0042387C">
        <w:t xml:space="preserve"> </w:t>
      </w:r>
      <w:r>
        <w:t>w brzmieniu:</w:t>
      </w:r>
    </w:p>
    <w:p w14:paraId="4BDD7759" w14:textId="77777777" w:rsidR="0042387C" w:rsidRDefault="00FD1B3D" w:rsidP="00FD1B3D">
      <w:pPr>
        <w:pStyle w:val="ZLITUSTzmustliter"/>
      </w:pPr>
      <w:r w:rsidRPr="00F218AF">
        <w:t>„</w:t>
      </w:r>
      <w:r w:rsidR="00DA4E38">
        <w:t>1aa. W przypadku recepty transgranicznej w postaci elektronicznej</w:t>
      </w:r>
      <w:r w:rsidR="0042387C">
        <w:t>:</w:t>
      </w:r>
    </w:p>
    <w:p w14:paraId="0A3867CE" w14:textId="3A88F982" w:rsidR="00DA4E38" w:rsidRDefault="0042387C" w:rsidP="00FD1B3D">
      <w:pPr>
        <w:pStyle w:val="ZLITUSTzmustliter"/>
      </w:pPr>
      <w:r>
        <w:t>1)</w:t>
      </w:r>
      <w:r>
        <w:tab/>
      </w:r>
      <w:r>
        <w:tab/>
        <w:t xml:space="preserve">przepis </w:t>
      </w:r>
      <w:r w:rsidR="00DA4E38">
        <w:t>ust. 1a pkt 8 stosuje się</w:t>
      </w:r>
      <w:r>
        <w:t>;</w:t>
      </w:r>
    </w:p>
    <w:p w14:paraId="5320C897" w14:textId="77777777" w:rsidR="00AF4ECD" w:rsidRDefault="0042387C" w:rsidP="00AF4ECD">
      <w:pPr>
        <w:pStyle w:val="ZLITUSTzmustliter"/>
      </w:pPr>
      <w:r>
        <w:t>2)</w:t>
      </w:r>
      <w:r>
        <w:tab/>
      </w:r>
      <w:r>
        <w:tab/>
      </w:r>
      <w:r w:rsidR="00FD1B3D">
        <w:t xml:space="preserve">która nie zawiera daty urodzenia pacjenta </w:t>
      </w:r>
      <w:r w:rsidR="00117AA8">
        <w:t>lub</w:t>
      </w:r>
      <w:r w:rsidR="00FD1B3D">
        <w:t xml:space="preserve"> nazwy powszechnie stosowanej (międzynarodowej)</w:t>
      </w:r>
      <w:r w:rsidR="006969B9">
        <w:t xml:space="preserve"> </w:t>
      </w:r>
      <w:r w:rsidR="00FD1B3D">
        <w:t xml:space="preserve">produktu leczniczego, </w:t>
      </w:r>
      <w:r w:rsidR="00FD1B3D">
        <w:lastRenderedPageBreak/>
        <w:t xml:space="preserve">system teleinformatyczny, o którym mowa w art. 7 ust. 1 ustawy z dnia 28 kwietnia 2011 r. o systemie informacji w ochronie zdrowia, przekazuje </w:t>
      </w:r>
      <w:r w:rsidR="00776ED6">
        <w:t>te dane</w:t>
      </w:r>
      <w:r w:rsidR="00776ED6" w:rsidRPr="006E3255">
        <w:t xml:space="preserve"> </w:t>
      </w:r>
      <w:r w:rsidR="00776ED6">
        <w:t xml:space="preserve">wraz z receptą </w:t>
      </w:r>
      <w:r w:rsidR="00FD1B3D">
        <w:t>do państwa realizacji</w:t>
      </w:r>
      <w:r w:rsidR="00AF4ECD">
        <w:t>;</w:t>
      </w:r>
    </w:p>
    <w:p w14:paraId="72B39157" w14:textId="6E37F98E" w:rsidR="00FD1B3D" w:rsidRDefault="00AF4ECD" w:rsidP="00AF4ECD">
      <w:pPr>
        <w:pStyle w:val="ZLITUSTzmustliter"/>
        <w:ind w:firstLine="0"/>
      </w:pPr>
      <w:r>
        <w:t xml:space="preserve">3) </w:t>
      </w:r>
      <w:r w:rsidR="00FD1B3D">
        <w:t>system teleinformatyczny, o którym mowa w art. 7 ust. 1 ustawy z dnia 28 kwietnia 2011 r. o systemie informacji w ochronie zdrowia, przekazuje do państwa realizacji</w:t>
      </w:r>
      <w:r w:rsidR="00FD1B3D" w:rsidRPr="006E3255">
        <w:t xml:space="preserve"> </w:t>
      </w:r>
      <w:r w:rsidR="00FD1B3D">
        <w:t>tę receptę wraz z oznaczeniem „Polska</w:t>
      </w:r>
      <w:r w:rsidR="00FD1B3D" w:rsidRPr="00F218AF">
        <w:t>”</w:t>
      </w:r>
      <w:r w:rsidR="00FD1B3D">
        <w:t>.</w:t>
      </w:r>
      <w:r w:rsidR="0042387C" w:rsidRPr="0042387C">
        <w:t>”</w:t>
      </w:r>
      <w:r w:rsidR="0042387C">
        <w:t>,</w:t>
      </w:r>
    </w:p>
    <w:p w14:paraId="6DDB9A55" w14:textId="489B3932" w:rsidR="00FD1B3D" w:rsidRPr="006A7B37" w:rsidRDefault="00FD1B3D" w:rsidP="00FD1B3D">
      <w:pPr>
        <w:pStyle w:val="LITlitera"/>
      </w:pPr>
      <w:r>
        <w:t>d)</w:t>
      </w:r>
      <w:r w:rsidR="00CC1FDD">
        <w:tab/>
      </w:r>
      <w:r w:rsidRPr="006A7B37">
        <w:t>w ust. 2</w:t>
      </w:r>
      <w:r>
        <w:t xml:space="preserve"> </w:t>
      </w:r>
      <w:r w:rsidRPr="006A7B37">
        <w:t>pkt 1 otrzymuje brzmienie:</w:t>
      </w:r>
    </w:p>
    <w:p w14:paraId="1CBCA618" w14:textId="746DA69B" w:rsidR="00FD1B3D" w:rsidRPr="006A7B37" w:rsidRDefault="00FD1B3D" w:rsidP="00FD1B3D">
      <w:pPr>
        <w:pStyle w:val="ZLITPKTzmpktliter"/>
      </w:pPr>
      <w:r>
        <w:lastRenderedPageBreak/>
        <w:t>„</w:t>
      </w:r>
      <w:r w:rsidRPr="006A7B37">
        <w:t>1)</w:t>
      </w:r>
      <w:r w:rsidR="00CC1FDD">
        <w:tab/>
      </w:r>
      <w:r w:rsidRPr="006A7B37">
        <w:t xml:space="preserve">ilość produktu leczniczego, środka spożywczego specjalnego przeznaczenia żywieniowego, wyrobu medycznego niezbędną pacjentowi do 360-dniowego okresu stosowania wyliczonego na podstawie określonego na recepcie sposobu dawkowania, przy czym na </w:t>
      </w:r>
      <w:r w:rsidR="002B7887">
        <w:t xml:space="preserve">jednej </w:t>
      </w:r>
      <w:r w:rsidRPr="006A7B37">
        <w:t>recepcie w postaci papierowej ilość produktu leczniczego</w:t>
      </w:r>
      <w:r w:rsidR="0035565B">
        <w:t>,</w:t>
      </w:r>
      <w:r w:rsidRPr="006A7B37">
        <w:t xml:space="preserve"> </w:t>
      </w:r>
      <w:r w:rsidR="0035565B" w:rsidRPr="0035565B">
        <w:t>środka spożywczego specjalnego przeznaczenia żywieniowego, wyrobu medycznego</w:t>
      </w:r>
      <w:r w:rsidRPr="006A7B37">
        <w:t xml:space="preserve"> nie może przekraczać ilości niezbędnej do 120-dniowego stosowania</w:t>
      </w:r>
      <w:r w:rsidR="002B7887">
        <w:t>;</w:t>
      </w:r>
      <w:r w:rsidRPr="003B39A8">
        <w:t>”</w:t>
      </w:r>
      <w:r>
        <w:t>,</w:t>
      </w:r>
      <w:r w:rsidRPr="006A7B37">
        <w:t xml:space="preserve"> </w:t>
      </w:r>
    </w:p>
    <w:p w14:paraId="0C3C99E6" w14:textId="15825665" w:rsidR="00FD1B3D" w:rsidRDefault="00FD1B3D" w:rsidP="00FD1B3D">
      <w:pPr>
        <w:pStyle w:val="LITlitera"/>
      </w:pPr>
      <w:r>
        <w:lastRenderedPageBreak/>
        <w:t>e</w:t>
      </w:r>
      <w:r w:rsidRPr="006A7B37">
        <w:t>)</w:t>
      </w:r>
      <w:r w:rsidR="00CC1FDD">
        <w:tab/>
      </w:r>
      <w:r>
        <w:t>ust. 3 otrzymuje brzmienie:</w:t>
      </w:r>
    </w:p>
    <w:p w14:paraId="0BE8C25B" w14:textId="77777777" w:rsidR="00FD1B3D" w:rsidRDefault="00FD1B3D" w:rsidP="00FD1B3D">
      <w:pPr>
        <w:pStyle w:val="ZLITUSTzmustliter"/>
      </w:pPr>
      <w:r>
        <w:t>„3. Lekarz, lekarz dentysta, felczer, starszy felczer może wystawić do 12 recept w postaci papierowej na następujące po sobie okresy stosowania nieprzekraczające łącznie 360 dni; nie dotyczy to produktu leczniczego sprowadzanego w trybie art. 4.</w:t>
      </w:r>
      <w:r w:rsidRPr="0077131D">
        <w:t>”</w:t>
      </w:r>
      <w:r>
        <w:t>,</w:t>
      </w:r>
    </w:p>
    <w:p w14:paraId="7B74E091" w14:textId="443927F3" w:rsidR="00FD1B3D" w:rsidRDefault="00FD1B3D" w:rsidP="00FD1B3D">
      <w:pPr>
        <w:pStyle w:val="LITlitera"/>
      </w:pPr>
      <w:r>
        <w:t>f)</w:t>
      </w:r>
      <w:r w:rsidR="00CC1FDD">
        <w:tab/>
      </w:r>
      <w:r>
        <w:t>po ust. 4 dodaje się ust. 4a w brzmieniu:</w:t>
      </w:r>
    </w:p>
    <w:p w14:paraId="4DD80DC4" w14:textId="77777777" w:rsidR="00FD1B3D" w:rsidRDefault="00FD1B3D" w:rsidP="00FD1B3D">
      <w:pPr>
        <w:pStyle w:val="ZLITUSTzmustliter"/>
      </w:pPr>
      <w:r w:rsidRPr="0077131D">
        <w:t>„</w:t>
      </w:r>
      <w:r>
        <w:t>4</w:t>
      </w:r>
      <w:r w:rsidR="00CE39E9">
        <w:t>a</w:t>
      </w:r>
      <w:r>
        <w:t xml:space="preserve">. W przypadku recepty w postaci elektronicznej pielęgniarka i położna może przepisać dla jednego pacjenta jednorazowo </w:t>
      </w:r>
      <w:r>
        <w:lastRenderedPageBreak/>
        <w:t>maksymalnie ilość produktu leczniczego,</w:t>
      </w:r>
      <w:r w:rsidRPr="00747175">
        <w:t xml:space="preserve"> </w:t>
      </w:r>
      <w:r w:rsidRPr="006A7B37">
        <w:t>środka spożywczego specjalnego przeznaczenia żywienio</w:t>
      </w:r>
      <w:r>
        <w:t>wego lub</w:t>
      </w:r>
      <w:r w:rsidRPr="006A7B37">
        <w:t xml:space="preserve"> wyrobu medyc</w:t>
      </w:r>
      <w:r>
        <w:t>znego niezbędną pacjentowi do 18</w:t>
      </w:r>
      <w:r w:rsidRPr="006A7B37">
        <w:t>0-dniowego okresu stosowania wyliczonego na podstawie określonego na recepcie sposobu dawkowania</w:t>
      </w:r>
      <w:r>
        <w:t>, w tym w przypadku</w:t>
      </w:r>
      <w:r w:rsidRPr="0029514A">
        <w:t xml:space="preserve"> </w:t>
      </w:r>
      <w:r>
        <w:t>produktu leczniczego antykoncepcyjnego</w:t>
      </w:r>
      <w:r w:rsidRPr="0029514A">
        <w:t xml:space="preserve"> </w:t>
      </w:r>
      <w:r>
        <w:t>wyłącznie w ramach kontynuacji zlecenia lekarskiego. Przepisu ust. 5 nie stosuje się.</w:t>
      </w:r>
      <w:r w:rsidRPr="0077131D">
        <w:t>”</w:t>
      </w:r>
      <w:r>
        <w:t>,</w:t>
      </w:r>
    </w:p>
    <w:p w14:paraId="7494F20A" w14:textId="5FBE6526" w:rsidR="001E7600" w:rsidRDefault="00FD1B3D" w:rsidP="00FD1B3D">
      <w:pPr>
        <w:pStyle w:val="LITlitera"/>
      </w:pPr>
      <w:r>
        <w:t>g)</w:t>
      </w:r>
      <w:r w:rsidR="00CC1FDD">
        <w:tab/>
      </w:r>
      <w:r w:rsidRPr="006A7B37">
        <w:t>w ust. 7</w:t>
      </w:r>
      <w:r w:rsidR="001E7600">
        <w:t>:</w:t>
      </w:r>
    </w:p>
    <w:p w14:paraId="111661AC" w14:textId="263B54C6" w:rsidR="00FD1B3D" w:rsidRPr="006A7B37" w:rsidRDefault="00FC15DE" w:rsidP="00257E05">
      <w:pPr>
        <w:pStyle w:val="TIRtiret"/>
      </w:pPr>
      <w:r>
        <w:lastRenderedPageBreak/>
        <w:t>–</w:t>
      </w:r>
      <w:r w:rsidR="00FD1B3D" w:rsidRPr="006A7B37">
        <w:t xml:space="preserve"> pkt 1 otrzymuje brzmienie:</w:t>
      </w:r>
    </w:p>
    <w:p w14:paraId="22ADB6AA" w14:textId="42C92C38" w:rsidR="00FD1B3D" w:rsidRDefault="00FD1B3D" w:rsidP="00FD1B3D">
      <w:pPr>
        <w:pStyle w:val="ZLITPKTzmpktliter"/>
      </w:pPr>
      <w:r>
        <w:t>„</w:t>
      </w:r>
      <w:r w:rsidRPr="006A7B37">
        <w:t>1)</w:t>
      </w:r>
      <w:r w:rsidR="00CE39E9">
        <w:tab/>
      </w:r>
      <w:r w:rsidRPr="006A7B37">
        <w:t xml:space="preserve">30 dni od daty jej wystawienia albo naniesionej na recepcie daty realizacji </w:t>
      </w:r>
      <w:r>
        <w:t>„</w:t>
      </w:r>
      <w:r w:rsidRPr="006A7B37">
        <w:t xml:space="preserve">od </w:t>
      </w:r>
      <w:r w:rsidR="004F2B9F">
        <w:t xml:space="preserve"> </w:t>
      </w:r>
      <w:r w:rsidRPr="006A7B37">
        <w:t>dnia</w:t>
      </w:r>
      <w:r>
        <w:t>”</w:t>
      </w:r>
      <w:r w:rsidRPr="006A7B37">
        <w:t>, a w przypadku recepty w postaci elektronicznej</w:t>
      </w:r>
      <w:r>
        <w:t xml:space="preserve"> </w:t>
      </w:r>
      <w:r w:rsidR="00CE39E9">
        <w:t>–</w:t>
      </w:r>
      <w:r>
        <w:t xml:space="preserve"> </w:t>
      </w:r>
      <w:r w:rsidR="00506592">
        <w:t>365 dni</w:t>
      </w:r>
      <w:r w:rsidRPr="006A7B37">
        <w:t>;</w:t>
      </w:r>
      <w:r>
        <w:t>”</w:t>
      </w:r>
      <w:r w:rsidRPr="006A7B37">
        <w:t>,</w:t>
      </w:r>
    </w:p>
    <w:p w14:paraId="7D454D8E" w14:textId="61861938" w:rsidR="001E7600" w:rsidRDefault="00FC15DE" w:rsidP="00257E05">
      <w:pPr>
        <w:pStyle w:val="TIRtiret"/>
      </w:pPr>
      <w:r>
        <w:t>–</w:t>
      </w:r>
      <w:r w:rsidR="001E7600">
        <w:t xml:space="preserve"> po pkt 3 dodaje się pkt 4 w brzmieniu:</w:t>
      </w:r>
    </w:p>
    <w:p w14:paraId="66BD2A75" w14:textId="56B4B618" w:rsidR="004F2B9F" w:rsidRPr="006A7B37" w:rsidRDefault="00EB69AE" w:rsidP="00257E05">
      <w:pPr>
        <w:pStyle w:val="ZTIRPKTzmpkttiret"/>
      </w:pPr>
      <w:r w:rsidRPr="00EB69AE">
        <w:t>„</w:t>
      </w:r>
      <w:r w:rsidR="004F2B9F">
        <w:t>4)</w:t>
      </w:r>
      <w:r w:rsidR="00CC1FDD">
        <w:tab/>
      </w:r>
      <w:r w:rsidR="004F2B9F">
        <w:t>30 dni od daty jej wystawienia dla recepty na środki odurzające, substancje psychotropowe, preparaty zawierające te środki lub substancje oraz prekursory kategorii 1.</w:t>
      </w:r>
      <w:r w:rsidRPr="00EB69AE">
        <w:t>”</w:t>
      </w:r>
      <w:r w:rsidR="004F2B9F">
        <w:t>,</w:t>
      </w:r>
    </w:p>
    <w:p w14:paraId="0212BDAC" w14:textId="6DBA9341" w:rsidR="00FD1B3D" w:rsidRDefault="00FD1B3D" w:rsidP="00FD1B3D">
      <w:pPr>
        <w:pStyle w:val="LITlitera"/>
      </w:pPr>
      <w:r>
        <w:lastRenderedPageBreak/>
        <w:t>h</w:t>
      </w:r>
      <w:r w:rsidRPr="006A7B37">
        <w:t>)</w:t>
      </w:r>
      <w:r w:rsidR="00CC1FDD">
        <w:tab/>
      </w:r>
      <w:r>
        <w:t>po ust. 7 dodaje się ust. 7a w brzmieniu:</w:t>
      </w:r>
    </w:p>
    <w:p w14:paraId="240329EE" w14:textId="3ADE0870" w:rsidR="00FD1B3D" w:rsidRDefault="00FD1B3D" w:rsidP="00323485">
      <w:pPr>
        <w:pStyle w:val="ZLITPKTzmpktliter"/>
      </w:pPr>
      <w:r>
        <w:t>„7a. W przypadku realizacji recepty w postaci elektronicznej po upływie 30 dni</w:t>
      </w:r>
      <w:r w:rsidR="00257E05" w:rsidRPr="00257E05">
        <w:t xml:space="preserve"> </w:t>
      </w:r>
      <w:r w:rsidR="00257E05" w:rsidRPr="006A7B37">
        <w:t xml:space="preserve">od daty jej wystawienia albo naniesionej na recepcie daty realizacji </w:t>
      </w:r>
      <w:r w:rsidR="00257E05">
        <w:t>„</w:t>
      </w:r>
      <w:r w:rsidR="00257E05" w:rsidRPr="006A7B37">
        <w:t xml:space="preserve">od </w:t>
      </w:r>
      <w:r w:rsidR="00257E05">
        <w:t xml:space="preserve"> </w:t>
      </w:r>
      <w:r w:rsidR="00257E05" w:rsidRPr="006A7B37">
        <w:t>dnia</w:t>
      </w:r>
      <w:r w:rsidR="00257E05">
        <w:t>”</w:t>
      </w:r>
      <w:r>
        <w:t>, recepta jest realizowana z wyłączeniem dni stosowania, które już upłynęły</w:t>
      </w:r>
      <w:r w:rsidR="00CB2E49">
        <w:t xml:space="preserve">, licząc je od daty wystawienia recepty albo naniesionej na recepcie daty realizacji </w:t>
      </w:r>
      <w:r w:rsidR="008024A8" w:rsidRPr="00EB69AE">
        <w:t>„</w:t>
      </w:r>
      <w:r w:rsidR="00CB2E49">
        <w:t>od dnia</w:t>
      </w:r>
      <w:r w:rsidR="008024A8" w:rsidRPr="00FB542A">
        <w:t>”</w:t>
      </w:r>
      <w:r>
        <w:t>.</w:t>
      </w:r>
      <w:r w:rsidR="00FB542A" w:rsidRPr="00FB542A">
        <w:t xml:space="preserve"> </w:t>
      </w:r>
      <w:r w:rsidR="00FB542A">
        <w:t>W</w:t>
      </w:r>
      <w:r w:rsidR="00FB542A" w:rsidRPr="00FB542A">
        <w:t xml:space="preserve"> przypadku produktu leczniczego, środka spożywczego specjalnego przeznaczenia żywieniowego, wyrobu medycznego, </w:t>
      </w:r>
      <w:r w:rsidR="00FB542A" w:rsidRPr="00FB542A">
        <w:lastRenderedPageBreak/>
        <w:t xml:space="preserve">wydawanego w opakowaniach, których wielkość uniemożliwia wydanie go w ilości niezbędnej do stosowania przez </w:t>
      </w:r>
      <w:r w:rsidR="00FB542A">
        <w:t>wyliczony okres</w:t>
      </w:r>
      <w:r w:rsidR="0042387C">
        <w:t>,</w:t>
      </w:r>
      <w:r w:rsidR="00FB542A">
        <w:t xml:space="preserve"> </w:t>
      </w:r>
      <w:r w:rsidR="00FB542A" w:rsidRPr="00FB542A">
        <w:t xml:space="preserve">dopuszcza się wydanie go w ilości przekraczającej tę ilość, jednak nie więcej niż </w:t>
      </w:r>
      <w:r w:rsidR="0042387C">
        <w:t xml:space="preserve">o </w:t>
      </w:r>
      <w:r w:rsidR="00FB542A" w:rsidRPr="00FB542A">
        <w:t xml:space="preserve">jedno najmniejsze opakowanie;”, </w:t>
      </w:r>
    </w:p>
    <w:p w14:paraId="286C5D04" w14:textId="29B00AF8" w:rsidR="00FD1B3D" w:rsidRPr="007D585C" w:rsidRDefault="00FD1B3D" w:rsidP="00323485">
      <w:pPr>
        <w:pStyle w:val="LITlitera"/>
      </w:pPr>
      <w:r>
        <w:t>i)</w:t>
      </w:r>
      <w:r w:rsidR="00CC1FDD">
        <w:tab/>
      </w:r>
      <w:r w:rsidRPr="006A7B37">
        <w:t>w ust. 8</w:t>
      </w:r>
      <w:r w:rsidR="003D2FF9">
        <w:t xml:space="preserve"> </w:t>
      </w:r>
      <w:r>
        <w:t>uchyla się pkt 2,</w:t>
      </w:r>
    </w:p>
    <w:p w14:paraId="60392CDB" w14:textId="61A1845D" w:rsidR="00FD1B3D" w:rsidRDefault="00FD1B3D" w:rsidP="00FD1B3D">
      <w:pPr>
        <w:pStyle w:val="LITlitera"/>
      </w:pPr>
      <w:r>
        <w:t>j</w:t>
      </w:r>
      <w:r w:rsidRPr="006A7B37">
        <w:t>)</w:t>
      </w:r>
      <w:r w:rsidR="00CC1FDD">
        <w:tab/>
      </w:r>
      <w:r w:rsidRPr="006A7B37">
        <w:t>uchyla się ust. 8a,</w:t>
      </w:r>
    </w:p>
    <w:p w14:paraId="0C7AB590" w14:textId="0C5FCD70" w:rsidR="00FD1B3D" w:rsidRPr="006A7B37" w:rsidRDefault="003D2FF9" w:rsidP="00FD1B3D">
      <w:pPr>
        <w:pStyle w:val="LITlitera"/>
      </w:pPr>
      <w:r>
        <w:t>k</w:t>
      </w:r>
      <w:r w:rsidR="00FD1B3D" w:rsidRPr="006A7B37">
        <w:t>)</w:t>
      </w:r>
      <w:r w:rsidR="00CC1FDD">
        <w:tab/>
      </w:r>
      <w:r w:rsidR="00FD1B3D" w:rsidRPr="006A7B37">
        <w:t>w ust. 12 po pkt 1 dodaje się pkt 1a w brzmieniu:</w:t>
      </w:r>
    </w:p>
    <w:p w14:paraId="5A940D48" w14:textId="5258F982" w:rsidR="00FD1B3D" w:rsidRPr="006A7B37" w:rsidRDefault="00FD1B3D" w:rsidP="00FD1B3D">
      <w:pPr>
        <w:pStyle w:val="ZLITPKTzmpktliter"/>
      </w:pPr>
      <w:r>
        <w:lastRenderedPageBreak/>
        <w:t>„</w:t>
      </w:r>
      <w:r w:rsidRPr="006A7B37">
        <w:t xml:space="preserve">1a) sposób realizacji recepty transgranicznej w postaci elektronicznej wystawionej w innym niż </w:t>
      </w:r>
      <w:r w:rsidR="00AC7C8F">
        <w:t xml:space="preserve">Rzeczpospolita </w:t>
      </w:r>
      <w:r w:rsidRPr="006A7B37">
        <w:t xml:space="preserve">Polska państwie członkowskim Unii Europejskiej lub państwie członkowskim Europejskiego Porozumienia o Wolnym Handlu (EFTA) </w:t>
      </w:r>
      <w:r w:rsidR="00E43A1F">
        <w:t>–</w:t>
      </w:r>
      <w:r w:rsidRPr="006A7B37">
        <w:t xml:space="preserve"> stronie umowy o Europejskim Obszarze Gospodarczym;</w:t>
      </w:r>
      <w:r>
        <w:t>”</w:t>
      </w:r>
      <w:r w:rsidRPr="006A7B37">
        <w:t>;</w:t>
      </w:r>
    </w:p>
    <w:p w14:paraId="7CCE774B" w14:textId="3A68D66E" w:rsidR="009165F2" w:rsidRDefault="005754F9" w:rsidP="00FD1B3D">
      <w:pPr>
        <w:pStyle w:val="PKTpunkt"/>
      </w:pPr>
      <w:r>
        <w:t>5</w:t>
      </w:r>
      <w:r w:rsidR="00FD1B3D" w:rsidRPr="006A7B37">
        <w:t>)</w:t>
      </w:r>
      <w:r w:rsidR="00CC1FDD">
        <w:tab/>
      </w:r>
      <w:r w:rsidR="00FD1B3D" w:rsidRPr="006A7B37">
        <w:t>w art. 96b</w:t>
      </w:r>
      <w:r w:rsidR="009165F2">
        <w:t>:</w:t>
      </w:r>
    </w:p>
    <w:p w14:paraId="17C366EB" w14:textId="62F70A82" w:rsidR="00FD1B3D" w:rsidRPr="006A7B37" w:rsidRDefault="009165F2" w:rsidP="006847DF">
      <w:pPr>
        <w:pStyle w:val="LITlitera"/>
      </w:pPr>
      <w:r>
        <w:t>a)</w:t>
      </w:r>
      <w:r w:rsidR="00CC1FDD">
        <w:tab/>
      </w:r>
      <w:r w:rsidR="00FD1B3D" w:rsidRPr="006A7B37">
        <w:t>ust. 1a otrzymuje brzmienie:</w:t>
      </w:r>
    </w:p>
    <w:p w14:paraId="1866884B" w14:textId="3B3608FB" w:rsidR="009165F2" w:rsidRDefault="00FD1B3D" w:rsidP="00501BDD">
      <w:pPr>
        <w:pStyle w:val="ZLITUSTzmustliter"/>
      </w:pPr>
      <w:r>
        <w:lastRenderedPageBreak/>
        <w:t>„</w:t>
      </w:r>
      <w:r w:rsidR="00165485" w:rsidRPr="00165485">
        <w:t>1a. Informacja o wystawionej recepcie może zawierać fotokody, w tym kody QR oraz komunikaty</w:t>
      </w:r>
      <w:r w:rsidR="007543F9">
        <w:t xml:space="preserve"> </w:t>
      </w:r>
      <w:r w:rsidR="00165485" w:rsidRPr="00165485">
        <w:t>nadawane przez system teleinformatyczny, o którym mowa w art. 7 ust. 1 ustawy z dnia 28 kwietnia 2011 r. o systemie informacji w ochronie zdrowia</w:t>
      </w:r>
      <w:r w:rsidR="005934DD">
        <w:t>.</w:t>
      </w:r>
      <w:r w:rsidR="005754F9" w:rsidRPr="005754F9">
        <w:t>”</w:t>
      </w:r>
      <w:r w:rsidR="009165F2">
        <w:t>,</w:t>
      </w:r>
    </w:p>
    <w:p w14:paraId="30875D72" w14:textId="50957B0E" w:rsidR="009165F2" w:rsidRDefault="009165F2" w:rsidP="006847DF">
      <w:pPr>
        <w:pStyle w:val="LITlitera"/>
      </w:pPr>
      <w:r>
        <w:t>c)</w:t>
      </w:r>
      <w:r w:rsidR="00CC1FDD">
        <w:tab/>
      </w:r>
      <w:r>
        <w:t xml:space="preserve">w ust. 2 </w:t>
      </w:r>
      <w:r w:rsidR="00501BDD">
        <w:t>wprowadzenie d</w:t>
      </w:r>
      <w:r w:rsidR="00AE5845">
        <w:t>o wyliczenia otrzymuje brzmienie:</w:t>
      </w:r>
    </w:p>
    <w:p w14:paraId="54189ABB" w14:textId="129ED1B8" w:rsidR="009165F2" w:rsidRDefault="009165F2" w:rsidP="00AE5845">
      <w:pPr>
        <w:pStyle w:val="ZLITUSTzmustliter"/>
      </w:pPr>
      <w:r w:rsidRPr="009165F2">
        <w:t>„</w:t>
      </w:r>
      <w:r w:rsidR="00AE5845">
        <w:t xml:space="preserve">Do informacji, o której mowa w ust. 1, pacjent ma dostęp w Internetowym Koncie Pacjenta, o którym mowa w art. 7a ust. 1 </w:t>
      </w:r>
      <w:r w:rsidR="00AE5845">
        <w:lastRenderedPageBreak/>
        <w:t>ustawy z dnia 28 kwietnia 2011 r. o systemie informacji w ochronie zdrow</w:t>
      </w:r>
      <w:r w:rsidR="00501BDD">
        <w:t>ia lub otrzymuje tę informację:</w:t>
      </w:r>
      <w:r w:rsidR="00587D70">
        <w:t>”,</w:t>
      </w:r>
    </w:p>
    <w:p w14:paraId="20BB2CFB" w14:textId="2590E359" w:rsidR="00FD1B3D" w:rsidRPr="006A7B37" w:rsidRDefault="005754F9" w:rsidP="00FD1B3D">
      <w:pPr>
        <w:pStyle w:val="PKTpunkt"/>
      </w:pPr>
      <w:r>
        <w:t>6</w:t>
      </w:r>
      <w:r w:rsidR="00FD1B3D" w:rsidRPr="006A7B37">
        <w:t>)</w:t>
      </w:r>
      <w:r w:rsidR="00CC1FDD">
        <w:tab/>
      </w:r>
      <w:r w:rsidR="00FD1B3D" w:rsidRPr="006A7B37">
        <w:t>w art. 99a dodaje się ust. 3 w brzmieniu:</w:t>
      </w:r>
    </w:p>
    <w:p w14:paraId="47B96B61" w14:textId="77777777" w:rsidR="00FD1B3D" w:rsidRPr="006A7B37" w:rsidRDefault="00FD1B3D" w:rsidP="00FD1B3D">
      <w:pPr>
        <w:pStyle w:val="ZUSTzmustartykuempunktem"/>
      </w:pPr>
      <w:r>
        <w:t>„</w:t>
      </w:r>
      <w:r w:rsidRPr="006A7B37">
        <w:t>3. Aptek</w:t>
      </w:r>
      <w:r>
        <w:t>a ogólnodostępna</w:t>
      </w:r>
      <w:r w:rsidRPr="006A7B37">
        <w:t xml:space="preserve"> oraz punkt apteczn</w:t>
      </w:r>
      <w:r>
        <w:t>y</w:t>
      </w:r>
      <w:r w:rsidRPr="006A7B37">
        <w:t xml:space="preserve"> są obowiązane do realizacji recept transgranicznych wystawionych w innych niż </w:t>
      </w:r>
      <w:r>
        <w:t xml:space="preserve">Rzeczpospolita </w:t>
      </w:r>
      <w:r w:rsidRPr="006A7B37">
        <w:t>Polska państwach</w:t>
      </w:r>
      <w:r w:rsidR="00025A60">
        <w:t xml:space="preserve"> członkowskich Unii Europejskiej</w:t>
      </w:r>
      <w:r w:rsidRPr="006A7B37">
        <w:t>.</w:t>
      </w:r>
      <w:r>
        <w:t xml:space="preserve">”. </w:t>
      </w:r>
    </w:p>
    <w:p w14:paraId="2F594C0B" w14:textId="77777777" w:rsidR="00FD1B3D" w:rsidRDefault="00FD1B3D" w:rsidP="00FD1B3D">
      <w:pPr>
        <w:pStyle w:val="ARTartustawynprozporzdzenia"/>
      </w:pPr>
      <w:r w:rsidRPr="00A85D72">
        <w:rPr>
          <w:rStyle w:val="Ppogrubienie"/>
        </w:rPr>
        <w:lastRenderedPageBreak/>
        <w:t xml:space="preserve">Art. </w:t>
      </w:r>
      <w:r w:rsidR="00BA19DC">
        <w:rPr>
          <w:rStyle w:val="Ppogrubienie"/>
        </w:rPr>
        <w:t>5</w:t>
      </w:r>
      <w:r w:rsidRPr="00A85D72">
        <w:rPr>
          <w:rStyle w:val="Ppogrubienie"/>
        </w:rPr>
        <w:t>.</w:t>
      </w:r>
      <w:r w:rsidRPr="006A7B37">
        <w:t xml:space="preserve"> W ustawie z dnia 27 sierpnia 2004 r. o świadczeniach opieki zdrowotnej finansowanych ze środków publicznych (Dz. U. z 2018 r. poz. 1510, z późn. zm.</w:t>
      </w:r>
      <w:r>
        <w:rPr>
          <w:rStyle w:val="Odwoanieprzypisudolnego"/>
        </w:rPr>
        <w:footnoteReference w:id="2"/>
      </w:r>
      <w:r>
        <w:rPr>
          <w:rStyle w:val="IGindeksgrny"/>
        </w:rPr>
        <w:t>)</w:t>
      </w:r>
      <w:r w:rsidRPr="006A7B37">
        <w:t>) wprowadza się następujące zmiany:</w:t>
      </w:r>
    </w:p>
    <w:p w14:paraId="0FC719BE" w14:textId="77777777" w:rsidR="000C05EE" w:rsidRPr="000C05EE" w:rsidRDefault="000C05EE" w:rsidP="006847DF">
      <w:pPr>
        <w:pStyle w:val="PKTpunkt"/>
      </w:pPr>
      <w:r>
        <w:t xml:space="preserve">1) </w:t>
      </w:r>
      <w:r w:rsidRPr="000C05EE">
        <w:t xml:space="preserve">w art. 3 </w:t>
      </w:r>
      <w:r>
        <w:t xml:space="preserve">w </w:t>
      </w:r>
      <w:r w:rsidRPr="000C05EE">
        <w:t>ust. 1</w:t>
      </w:r>
      <w:r w:rsidR="004F1B9B">
        <w:t xml:space="preserve"> </w:t>
      </w:r>
      <w:r w:rsidRPr="000C05EE">
        <w:t>pkt 1</w:t>
      </w:r>
      <w:r w:rsidR="004F1B9B">
        <w:t xml:space="preserve"> i 2 otrzymują</w:t>
      </w:r>
      <w:r w:rsidRPr="000C05EE">
        <w:t xml:space="preserve"> brzmienie:</w:t>
      </w:r>
    </w:p>
    <w:p w14:paraId="64333609" w14:textId="77777777" w:rsidR="004F1B9B" w:rsidRDefault="000C05EE">
      <w:pPr>
        <w:pStyle w:val="ARTartustawynprozporzdzenia"/>
      </w:pPr>
      <w:r w:rsidRPr="000C05EE">
        <w:lastRenderedPageBreak/>
        <w:t>„1) osoby posiadające obywatelstwo państwa członkowskiego Unii Europejskiej lub państwa członkowskiego Europejskiego Porozumienia o Wolnym Handlu (EFTA), zwanego dalej „państwem członkowskim UE lub EFTA”, zamieszkujące na terytorium państwa członkowskiego UE lub EFTA,</w:t>
      </w:r>
    </w:p>
    <w:p w14:paraId="1BACD0F6" w14:textId="77777777" w:rsidR="004F1B9B" w:rsidRDefault="004F1B9B">
      <w:pPr>
        <w:pStyle w:val="ARTartustawynprozporzdzenia"/>
      </w:pPr>
      <w:r w:rsidRPr="004F1B9B">
        <w:t xml:space="preserve">2) osoby nieposiadające obywatelstwa państwa członkowskiego Unii Europejskiej lub państwa członkowskiego Europejskiego Porozumienia o Wolnym Handlu (EFTA) – strony umowy o Europejskim Obszarze </w:t>
      </w:r>
      <w:r w:rsidRPr="004F1B9B">
        <w:lastRenderedPageBreak/>
        <w:t>Gospodarczym, zwanego dalej „państwem członkowskim UE lub EOG”, lub Konfederacji Szwajcarskiej, które przebywają na terytorium Rzeczypospolitej Polskiej na podstawie wizy w celu wykonywania pracy, zezwolenia na pobyt czasowy z wyłączeniem zezwolenia udzielonego na podstawie art. 181 ust. 1 ustawy z dnia 12 grudnia 2013 r. o cudzoziemcach, zezwolenia na pobyt stały, zezwolenia na pobyt rezydenta długoterminowego Unii Europejskiej, zgody na pobyt ze względów humanitarnych, zgody na pobyt tolerowany, ”</w:t>
      </w:r>
      <w:r>
        <w:t>;</w:t>
      </w:r>
    </w:p>
    <w:p w14:paraId="4FD9311A" w14:textId="582E6892" w:rsidR="000C05EE" w:rsidRDefault="000C05EE" w:rsidP="0097788F">
      <w:pPr>
        <w:pStyle w:val="PKTpunkt"/>
      </w:pPr>
      <w:r w:rsidRPr="000C05EE">
        <w:lastRenderedPageBreak/>
        <w:t xml:space="preserve">2) </w:t>
      </w:r>
      <w:r w:rsidR="0097788F">
        <w:t>użyte w</w:t>
      </w:r>
      <w:r w:rsidRPr="000C05EE">
        <w:t xml:space="preserve"> art. 3 ust. 1 pkt 3 i 4, ust. 2 pkt 1, 2, 4 i 5, art. 5 pkt 23, art. 42i ust. 1, ust. 2 pkt 1, ust. 3 pkt 1, ust. 5 pkt. 1 lit. f, ust. 8 pkt 1 i ust. 9, art. 51 ust. 1 i 2, art. 87 ust. 8 pkt 2 i art. 97 ust. 3a</w:t>
      </w:r>
      <w:r w:rsidR="0042387C" w:rsidRPr="0042387C">
        <w:t>–</w:t>
      </w:r>
      <w:r w:rsidRPr="000C05EE">
        <w:t xml:space="preserve">3c </w:t>
      </w:r>
      <w:r w:rsidR="0097788F" w:rsidRPr="0097788F">
        <w:t xml:space="preserve">w różnej liczbie i różnym przypadku </w:t>
      </w:r>
      <w:r w:rsidR="0097788F">
        <w:t>wyrazy</w:t>
      </w:r>
      <w:r w:rsidRPr="000C05EE">
        <w:t xml:space="preserve"> „państwo członkowskie Unii Europejskiej lub państwo członkowskie Europejskiego Porozu</w:t>
      </w:r>
      <w:r w:rsidR="0097788F">
        <w:t>mienia o Wolnym Handlu (EFTA)”</w:t>
      </w:r>
      <w:r w:rsidRPr="000C05EE">
        <w:t xml:space="preserve">, zastępuje się </w:t>
      </w:r>
      <w:r w:rsidR="005469FD">
        <w:t xml:space="preserve">użytymi </w:t>
      </w:r>
      <w:r w:rsidR="005469FD" w:rsidRPr="000C05EE">
        <w:t>w odpowiedniej liczbie i przypadku</w:t>
      </w:r>
      <w:r w:rsidR="005469FD">
        <w:t xml:space="preserve"> </w:t>
      </w:r>
      <w:r w:rsidR="0097788F">
        <w:t>wyrazami</w:t>
      </w:r>
      <w:r w:rsidRPr="000C05EE">
        <w:t xml:space="preserve"> „państwo członkowskie UE lub EFTA”;</w:t>
      </w:r>
    </w:p>
    <w:p w14:paraId="076690BF" w14:textId="434B495F" w:rsidR="0097788F" w:rsidRPr="006A7B37" w:rsidRDefault="0097788F" w:rsidP="005469FD">
      <w:pPr>
        <w:pStyle w:val="PKTpunkt"/>
      </w:pPr>
      <w:r>
        <w:lastRenderedPageBreak/>
        <w:t xml:space="preserve">3) użyte </w:t>
      </w:r>
      <w:r w:rsidRPr="0097788F">
        <w:t xml:space="preserve">w art. 4 </w:t>
      </w:r>
      <w:r>
        <w:t xml:space="preserve">w </w:t>
      </w:r>
      <w:r w:rsidRPr="0097788F">
        <w:t>róż</w:t>
      </w:r>
      <w:r w:rsidR="00501BDD">
        <w:t xml:space="preserve">nej liczbie i różnym przypadku </w:t>
      </w:r>
      <w:r w:rsidRPr="0097788F">
        <w:t>wyrazy „państwo członkowskie Unii Europejskiej lub państwo członkowskie Europejskiego Porozumienia o Wolnym Handlu (EFTA) – strona umowy o Europejskim Obszarze Gospodarczym</w:t>
      </w:r>
      <w:r w:rsidR="004F1B9B" w:rsidRPr="004F1B9B">
        <w:t>”</w:t>
      </w:r>
      <w:r w:rsidRPr="0097788F">
        <w:t>, zastępuje się użytymi w odpowiedniej liczbie i odpowiednim przypadku wyrazami „państwo członkowskie UE lub EOG”</w:t>
      </w:r>
      <w:r>
        <w:t>;</w:t>
      </w:r>
    </w:p>
    <w:p w14:paraId="04CB9BD3" w14:textId="77777777" w:rsidR="00602BAF" w:rsidRPr="0097788F" w:rsidRDefault="00E64161" w:rsidP="0097788F">
      <w:pPr>
        <w:pStyle w:val="PKTpunkt"/>
      </w:pPr>
      <w:r>
        <w:t>4</w:t>
      </w:r>
      <w:r w:rsidR="00FD1B3D" w:rsidRPr="0097788F">
        <w:t xml:space="preserve">) </w:t>
      </w:r>
      <w:r w:rsidR="00602BAF" w:rsidRPr="0097788F">
        <w:t>w art. 20 ust. 9a otrzymuje brzmienie:</w:t>
      </w:r>
    </w:p>
    <w:p w14:paraId="1225961E" w14:textId="5C111389" w:rsidR="00602BAF" w:rsidRDefault="0097788F" w:rsidP="00257E05">
      <w:pPr>
        <w:pStyle w:val="ZUSTzmustartykuempunktem"/>
      </w:pPr>
      <w:r w:rsidRPr="0097788F">
        <w:lastRenderedPageBreak/>
        <w:t>„</w:t>
      </w:r>
      <w:r w:rsidR="00602BAF">
        <w:t>9a. Świadczeniodawca może informować o możliwości zmiany terminu udzielenia świadczenia opiek</w:t>
      </w:r>
      <w:r w:rsidR="00501BDD">
        <w:t xml:space="preserve">i zdrowotnej świadczeniobiorców </w:t>
      </w:r>
      <w:r w:rsidR="00602BAF">
        <w:t>oczekujących na udzielenie świadczenia wpisanych na listę oczekujących na udzielenie świadczenia</w:t>
      </w:r>
      <w:r w:rsidR="00F44F75">
        <w:t xml:space="preserve">, którym określono termin udzielenia świadczenia w przedziale miedzy 7. a 30. dniem liczonym od upływu terminu wyznaczonego dla świadczeniobiorcy, który nie stawił się u świadczeniodawcy w celu udzielenia świadczenia opieki zdrowotnej lub zrezygnował z </w:t>
      </w:r>
      <w:r w:rsidR="00F44F75">
        <w:lastRenderedPageBreak/>
        <w:t>udzielenia tego świadczenia, z uwzględnieniem kryteriów medycznych określonych w przepisach wydanych na podstawie ust. 11.</w:t>
      </w:r>
      <w:r w:rsidRPr="0097788F">
        <w:t>”</w:t>
      </w:r>
      <w:r w:rsidR="00F44F75">
        <w:t>;</w:t>
      </w:r>
    </w:p>
    <w:p w14:paraId="46FCB3AC" w14:textId="77777777" w:rsidR="00F44F75" w:rsidRDefault="00E64161" w:rsidP="00FD1B3D">
      <w:pPr>
        <w:pStyle w:val="PKTpunkt"/>
      </w:pPr>
      <w:r>
        <w:t>5</w:t>
      </w:r>
      <w:r w:rsidR="00602BAF">
        <w:t xml:space="preserve">) </w:t>
      </w:r>
      <w:r w:rsidR="00FD1B3D" w:rsidRPr="00795C3A">
        <w:t>w art. 23</w:t>
      </w:r>
      <w:r w:rsidR="00F44F75">
        <w:t>:</w:t>
      </w:r>
    </w:p>
    <w:p w14:paraId="67859EDB" w14:textId="77777777" w:rsidR="00F44F75" w:rsidRDefault="00F44F75" w:rsidP="006847DF">
      <w:pPr>
        <w:pStyle w:val="LITlitera"/>
      </w:pPr>
      <w:r>
        <w:t>a) ust. 4 otrzymuje brzmienie:</w:t>
      </w:r>
    </w:p>
    <w:p w14:paraId="0C2C1B71" w14:textId="77777777" w:rsidR="00F44F75" w:rsidRDefault="0097788F" w:rsidP="00D13696">
      <w:pPr>
        <w:pStyle w:val="ZUSTzmustartykuempunktem"/>
      </w:pPr>
      <w:r w:rsidRPr="0097788F">
        <w:t>„</w:t>
      </w:r>
      <w:r w:rsidR="00F44F75">
        <w:t>4. Ś</w:t>
      </w:r>
      <w:r w:rsidR="00F44F75" w:rsidRPr="00F44F75">
        <w:t>wiadczeniodawca, o którym mowa w art. 20 ust. 1, przekazuje każdego jego dnia roboczego</w:t>
      </w:r>
      <w:r w:rsidR="00F44F75">
        <w:t xml:space="preserve"> </w:t>
      </w:r>
      <w:r w:rsidR="00F44F75" w:rsidRPr="00F44F75">
        <w:t>oddziałowi wojewódzkiemu Funduszu właściwemu ze względu na miejsce udzielania świadczenia</w:t>
      </w:r>
      <w:r w:rsidR="00F44F75">
        <w:t xml:space="preserve"> </w:t>
      </w:r>
      <w:r w:rsidR="00F44F75" w:rsidRPr="00F44F75">
        <w:lastRenderedPageBreak/>
        <w:t>informację o pierwszym wolnym terminie udzielenia świadczenia według stanu na dzień</w:t>
      </w:r>
      <w:r w:rsidR="00F44F75">
        <w:t xml:space="preserve"> </w:t>
      </w:r>
      <w:r w:rsidR="00F44F75" w:rsidRPr="00F44F75">
        <w:t>poprzedzający</w:t>
      </w:r>
      <w:r w:rsidR="00F44F75">
        <w:t>,</w:t>
      </w:r>
      <w:r w:rsidR="00F44F75" w:rsidRPr="00F44F75">
        <w:t xml:space="preserve"> z wyłączeniem świadczeń</w:t>
      </w:r>
      <w:r w:rsidR="00F44F75">
        <w:t>,</w:t>
      </w:r>
      <w:r w:rsidR="00F44F75" w:rsidRPr="00F44F75">
        <w:t xml:space="preserve"> dla których jest prowadzona lista oczekujących, o </w:t>
      </w:r>
      <w:r w:rsidR="002F7769" w:rsidRPr="00F44F75">
        <w:t>której</w:t>
      </w:r>
      <w:r w:rsidR="002F7769">
        <w:t xml:space="preserve"> </w:t>
      </w:r>
      <w:r w:rsidR="00F44F75" w:rsidRPr="00F44F75">
        <w:t xml:space="preserve">mowa w art 20 ust. </w:t>
      </w:r>
      <w:r w:rsidR="002F7769">
        <w:t xml:space="preserve">12, świadczeń pielęgnacyjnych i </w:t>
      </w:r>
      <w:r w:rsidR="00F44F75" w:rsidRPr="00F44F75">
        <w:t>opiekuńczych w ramach opieki</w:t>
      </w:r>
      <w:r w:rsidR="002F7769">
        <w:t xml:space="preserve"> </w:t>
      </w:r>
      <w:r w:rsidR="00F44F75" w:rsidRPr="00F44F75">
        <w:t>długoterminowej, świadczeń opieki paliatywnej i hospicyjnej, innych niż udzielane w warunkach</w:t>
      </w:r>
      <w:r w:rsidR="002F7769">
        <w:t xml:space="preserve"> </w:t>
      </w:r>
      <w:r w:rsidR="00F44F75" w:rsidRPr="00F44F75">
        <w:t>ambulatoryjnych oraz świadczeń perinatalnej op</w:t>
      </w:r>
      <w:r w:rsidR="002F7769">
        <w:t>ieki paliatywnej</w:t>
      </w:r>
      <w:r w:rsidR="00F44F75" w:rsidRPr="00F44F75">
        <w:t>.</w:t>
      </w:r>
      <w:r w:rsidRPr="0097788F">
        <w:t>”</w:t>
      </w:r>
      <w:r w:rsidR="002F7769">
        <w:t>,</w:t>
      </w:r>
    </w:p>
    <w:p w14:paraId="13257666" w14:textId="77777777" w:rsidR="00FD1B3D" w:rsidRPr="00795C3A" w:rsidRDefault="00F44F75" w:rsidP="006847DF">
      <w:pPr>
        <w:pStyle w:val="LITlitera"/>
      </w:pPr>
      <w:r>
        <w:t>b)</w:t>
      </w:r>
      <w:r w:rsidR="00FD1B3D" w:rsidRPr="00795C3A">
        <w:t xml:space="preserve"> ust. 10 otrzymuje brzmienie:</w:t>
      </w:r>
    </w:p>
    <w:p w14:paraId="1F3BF150" w14:textId="28C2A3A9" w:rsidR="00FD1B3D" w:rsidRDefault="00FD1B3D" w:rsidP="005469FD">
      <w:pPr>
        <w:pStyle w:val="ZUSTzmustartykuempunktem"/>
      </w:pPr>
      <w:r w:rsidRPr="00795C3A">
        <w:lastRenderedPageBreak/>
        <w:t xml:space="preserve">„10. Prezes </w:t>
      </w:r>
      <w:r w:rsidRPr="005469FD">
        <w:t>Funduszu</w:t>
      </w:r>
      <w:r w:rsidRPr="00795C3A">
        <w:t xml:space="preserve"> przekazuje informacje, o których mowa w ust. 4, 4a i 8, do systemu</w:t>
      </w:r>
      <w:r w:rsidR="00CB2E49">
        <w:t xml:space="preserve">, o którym mowa w art. 7 ust. 1 </w:t>
      </w:r>
      <w:r w:rsidRPr="00795C3A">
        <w:t>ustaw</w:t>
      </w:r>
      <w:r w:rsidR="00CB2E49">
        <w:t>y</w:t>
      </w:r>
      <w:r w:rsidRPr="00795C3A">
        <w:t xml:space="preserve"> z dnia 28 kwietnia 2011 r. o systemie informacji w ochronie zdrowia.”;</w:t>
      </w:r>
    </w:p>
    <w:p w14:paraId="59A53DC3" w14:textId="77777777" w:rsidR="00FD1B3D" w:rsidRPr="002A39B2" w:rsidRDefault="00E64161" w:rsidP="00FD1B3D">
      <w:pPr>
        <w:pStyle w:val="PKTpunkt"/>
      </w:pPr>
      <w:r>
        <w:t>6</w:t>
      </w:r>
      <w:r w:rsidR="00FD1B3D">
        <w:t xml:space="preserve">) </w:t>
      </w:r>
      <w:r w:rsidR="00FD1B3D" w:rsidRPr="002A39B2">
        <w:t>w art. 3</w:t>
      </w:r>
      <w:r w:rsidR="00FD1B3D">
        <w:t>1l</w:t>
      </w:r>
      <w:r w:rsidR="00FD1B3D" w:rsidRPr="002A39B2">
        <w:t xml:space="preserve">c ust. 3 </w:t>
      </w:r>
      <w:r w:rsidR="00FD1B3D">
        <w:t>otrzymuje brzmienie</w:t>
      </w:r>
      <w:r w:rsidR="00FD1B3D" w:rsidRPr="002A39B2">
        <w:t>:</w:t>
      </w:r>
    </w:p>
    <w:p w14:paraId="333F486B" w14:textId="4E0D4F1A" w:rsidR="00FD1B3D" w:rsidRDefault="00FD1B3D" w:rsidP="00FD1B3D">
      <w:pPr>
        <w:pStyle w:val="ZUSTzmustartykuempunktem"/>
      </w:pPr>
      <w:r w:rsidRPr="002A39B2">
        <w:t>„3. Podmioty obowiązane do finansowania świadcz</w:t>
      </w:r>
      <w:r>
        <w:t xml:space="preserve">eń opieki zdrowotnej ze środków </w:t>
      </w:r>
      <w:r w:rsidRPr="002A39B2">
        <w:t>publicznych oraz jednostka podległa ministrowi właściwemu do spraw zdrowia, właściwa w</w:t>
      </w:r>
      <w:r>
        <w:t xml:space="preserve"> </w:t>
      </w:r>
      <w:r w:rsidRPr="002A39B2">
        <w:t xml:space="preserve">zakresie systemów informacyjnych ochrony zdrowia udostępniają nieodpłatnie </w:t>
      </w:r>
      <w:r w:rsidRPr="002A39B2">
        <w:lastRenderedPageBreak/>
        <w:t>Agencji dane,</w:t>
      </w:r>
      <w:r>
        <w:t xml:space="preserve"> </w:t>
      </w:r>
      <w:r w:rsidRPr="002A39B2">
        <w:t xml:space="preserve">o których mowa w ust. 2, </w:t>
      </w:r>
      <w:r w:rsidR="00D451CA">
        <w:t xml:space="preserve">w celu </w:t>
      </w:r>
      <w:r w:rsidRPr="002A39B2">
        <w:t>realizacji zada</w:t>
      </w:r>
      <w:r>
        <w:t xml:space="preserve">ń Agencji określonych w art. </w:t>
      </w:r>
      <w:r w:rsidR="00A00A85" w:rsidRPr="00A00A85">
        <w:t>art. 31n pkt 1</w:t>
      </w:r>
      <w:r w:rsidR="005469FD" w:rsidRPr="005469FD">
        <w:t>–</w:t>
      </w:r>
      <w:r w:rsidR="00D451CA">
        <w:t xml:space="preserve">3b, 4a i </w:t>
      </w:r>
      <w:r w:rsidR="00A00A85" w:rsidRPr="00A00A85">
        <w:t>4b</w:t>
      </w:r>
      <w:r w:rsidRPr="002A39B2">
        <w:t>.”</w:t>
      </w:r>
      <w:r>
        <w:t>;</w:t>
      </w:r>
    </w:p>
    <w:p w14:paraId="1DC9FDE6" w14:textId="77777777" w:rsidR="00FD1B3D" w:rsidRDefault="00E64161" w:rsidP="00FD1B3D">
      <w:pPr>
        <w:pStyle w:val="PKTpunkt"/>
      </w:pPr>
      <w:r>
        <w:t>7</w:t>
      </w:r>
      <w:r w:rsidR="00FD1B3D">
        <w:t xml:space="preserve">) </w:t>
      </w:r>
      <w:r w:rsidR="00FD1B3D" w:rsidRPr="006A7B37">
        <w:t>w art. 42b</w:t>
      </w:r>
      <w:r w:rsidR="00FD1B3D">
        <w:t>:</w:t>
      </w:r>
    </w:p>
    <w:p w14:paraId="691E2FE7" w14:textId="77777777" w:rsidR="00FD1B3D" w:rsidRPr="00B24E8B" w:rsidRDefault="00FD1B3D" w:rsidP="00FD1B3D">
      <w:pPr>
        <w:pStyle w:val="LITlitera"/>
      </w:pPr>
      <w:r w:rsidRPr="00B24E8B">
        <w:t>a)</w:t>
      </w:r>
      <w:r w:rsidRPr="00B24E8B">
        <w:tab/>
        <w:t xml:space="preserve"> ust. 1 otrzymuje brzmienie:</w:t>
      </w:r>
    </w:p>
    <w:p w14:paraId="46209878" w14:textId="64412F04" w:rsidR="00FD1B3D" w:rsidRPr="00B24E8B" w:rsidRDefault="00FD1B3D" w:rsidP="00FD1B3D">
      <w:pPr>
        <w:pStyle w:val="ZLITUSTzmustliter"/>
      </w:pPr>
      <w:r w:rsidRPr="00B24E8B">
        <w:t>„1. Świadczeniobiorca jest uprawniony do otrzymania od Funduszu zwrotu kosztów</w:t>
      </w:r>
      <w:r>
        <w:t xml:space="preserve"> </w:t>
      </w:r>
      <w:r w:rsidRPr="00B24E8B">
        <w:t>świadczenia opieki zdrowotnej, będąc</w:t>
      </w:r>
      <w:r>
        <w:t xml:space="preserve">ego świadczeniem gwarantowanym, </w:t>
      </w:r>
      <w:r w:rsidRPr="00B24E8B">
        <w:t>udzielonego</w:t>
      </w:r>
      <w:r>
        <w:t xml:space="preserve"> </w:t>
      </w:r>
      <w:r w:rsidRPr="00B24E8B">
        <w:t xml:space="preserve">na terytorium innego </w:t>
      </w:r>
      <w:r w:rsidRPr="00B24E8B">
        <w:lastRenderedPageBreak/>
        <w:t xml:space="preserve">niż Rzeczpospolita Polska państwa członkowskiego </w:t>
      </w:r>
      <w:r w:rsidR="00572949">
        <w:t>UE lub EOG</w:t>
      </w:r>
      <w:r w:rsidRPr="00B24E8B">
        <w:t>, zwanego dalej „zwrotem kosztów.”,</w:t>
      </w:r>
    </w:p>
    <w:p w14:paraId="6B860E7B" w14:textId="77777777" w:rsidR="00FD1B3D" w:rsidRPr="00B24E8B" w:rsidRDefault="00FD1B3D" w:rsidP="00FD1B3D">
      <w:pPr>
        <w:pStyle w:val="LITlitera"/>
      </w:pPr>
      <w:r w:rsidRPr="00B24E8B">
        <w:t>b)</w:t>
      </w:r>
      <w:r w:rsidRPr="00B24E8B">
        <w:tab/>
      </w:r>
      <w:r>
        <w:t xml:space="preserve">w </w:t>
      </w:r>
      <w:r w:rsidRPr="00B24E8B">
        <w:t xml:space="preserve">ust. 4 </w:t>
      </w:r>
      <w:r>
        <w:t xml:space="preserve">zdanie pierwsze </w:t>
      </w:r>
      <w:r w:rsidRPr="00B24E8B">
        <w:t>otrzymuje brzmienie:</w:t>
      </w:r>
    </w:p>
    <w:p w14:paraId="10E66B30" w14:textId="092A6F5E" w:rsidR="00FD1B3D" w:rsidRPr="00B24E8B" w:rsidRDefault="00FD1B3D" w:rsidP="00FD1B3D">
      <w:pPr>
        <w:pStyle w:val="ZLITUSTzmustliter"/>
      </w:pPr>
      <w:r>
        <w:t>„</w:t>
      </w:r>
      <w:r w:rsidRPr="00B24E8B">
        <w:t>Skierowanie lub zlecenie na przejazd środkami transportu sanitarnego, wymagane</w:t>
      </w:r>
      <w:r>
        <w:t xml:space="preserve"> </w:t>
      </w:r>
      <w:r w:rsidRPr="00B24E8B">
        <w:t>zgodnie z ust. 3, może być wystawione również przez lekarza wykonującego zawód w</w:t>
      </w:r>
      <w:r>
        <w:t xml:space="preserve"> </w:t>
      </w:r>
      <w:r w:rsidRPr="00B24E8B">
        <w:t xml:space="preserve">innym niż Rzeczpospolita Polska </w:t>
      </w:r>
      <w:r w:rsidR="00A326ED" w:rsidRPr="00A326ED">
        <w:t>państw</w:t>
      </w:r>
      <w:r w:rsidR="00A326ED">
        <w:t>ie</w:t>
      </w:r>
      <w:r w:rsidR="00A326ED" w:rsidRPr="00A326ED">
        <w:t xml:space="preserve"> członkowskim UE lub EOG</w:t>
      </w:r>
      <w:r w:rsidRPr="00B24E8B">
        <w:t>.”,</w:t>
      </w:r>
    </w:p>
    <w:p w14:paraId="72AAD67E" w14:textId="77777777" w:rsidR="00FD1B3D" w:rsidRPr="00B24E8B" w:rsidRDefault="00FD1B3D" w:rsidP="00FD1B3D">
      <w:pPr>
        <w:pStyle w:val="LITlitera"/>
      </w:pPr>
      <w:r w:rsidRPr="00B24E8B">
        <w:t>c)</w:t>
      </w:r>
      <w:r w:rsidRPr="00B24E8B">
        <w:tab/>
        <w:t xml:space="preserve"> </w:t>
      </w:r>
      <w:r>
        <w:t xml:space="preserve">w </w:t>
      </w:r>
      <w:r w:rsidRPr="00B24E8B">
        <w:t>ust. 9</w:t>
      </w:r>
      <w:r>
        <w:t xml:space="preserve"> zdanie pierwsze </w:t>
      </w:r>
      <w:r w:rsidRPr="00B24E8B">
        <w:t>otrzymuj</w:t>
      </w:r>
      <w:r>
        <w:t>e</w:t>
      </w:r>
      <w:r w:rsidRPr="00B24E8B">
        <w:t xml:space="preserve"> brzmienie:</w:t>
      </w:r>
    </w:p>
    <w:p w14:paraId="1EF3999C" w14:textId="61732F06" w:rsidR="00FD1B3D" w:rsidRDefault="00FD1B3D" w:rsidP="00FD1B3D">
      <w:pPr>
        <w:pStyle w:val="ZLITUSTzmustliter"/>
      </w:pPr>
      <w:r>
        <w:lastRenderedPageBreak/>
        <w:t>„</w:t>
      </w:r>
      <w:r w:rsidRPr="00B24E8B">
        <w:t>W przypadku świadczenia, o którym mowa w ust. 1, zawartego w wykazie, o którym</w:t>
      </w:r>
      <w:r>
        <w:t xml:space="preserve"> </w:t>
      </w:r>
      <w:r w:rsidRPr="00B24E8B">
        <w:t>mowa w art. 42e ust. 1, warunkiem zwrotu kosztów jest uprzednie wydanie zgody przez</w:t>
      </w:r>
      <w:r>
        <w:t xml:space="preserve"> </w:t>
      </w:r>
      <w:r w:rsidRPr="00B24E8B">
        <w:t>dyrektora oddziału wojewódzkiego Funduszu na uzyskanie danego świadczenia opieki</w:t>
      </w:r>
      <w:r>
        <w:t xml:space="preserve"> </w:t>
      </w:r>
      <w:r w:rsidRPr="00B24E8B">
        <w:t xml:space="preserve">zdrowotnej w innym niż Rzeczpospolita Polska </w:t>
      </w:r>
      <w:r w:rsidR="00A326ED" w:rsidRPr="00A326ED">
        <w:t>państw</w:t>
      </w:r>
      <w:r w:rsidR="00A326ED">
        <w:t>ie</w:t>
      </w:r>
      <w:r w:rsidR="00A326ED" w:rsidRPr="00A326ED">
        <w:t xml:space="preserve"> członkowskim UE lub EOG</w:t>
      </w:r>
      <w:r w:rsidRPr="00B24E8B">
        <w:t xml:space="preserve">.”, </w:t>
      </w:r>
    </w:p>
    <w:p w14:paraId="0258B6A4" w14:textId="77777777" w:rsidR="00FD1B3D" w:rsidRPr="00B24E8B" w:rsidRDefault="00FD1B3D" w:rsidP="00FD1B3D">
      <w:pPr>
        <w:pStyle w:val="LITlitera"/>
      </w:pPr>
      <w:r>
        <w:t xml:space="preserve">d) w </w:t>
      </w:r>
      <w:r w:rsidRPr="00B24E8B">
        <w:t xml:space="preserve">ust. </w:t>
      </w:r>
      <w:r>
        <w:t xml:space="preserve">10 pkt 1 i 2 </w:t>
      </w:r>
      <w:r w:rsidRPr="00B24E8B">
        <w:t>otrzymuj</w:t>
      </w:r>
      <w:r>
        <w:t>ą</w:t>
      </w:r>
      <w:r w:rsidRPr="00B24E8B">
        <w:t xml:space="preserve"> brzmienie:</w:t>
      </w:r>
    </w:p>
    <w:p w14:paraId="20635133" w14:textId="53437011" w:rsidR="00FD1B3D" w:rsidRPr="008A0437" w:rsidRDefault="008379D9" w:rsidP="00FD1B3D">
      <w:pPr>
        <w:pStyle w:val="ZLITPKTzmpktliter"/>
      </w:pPr>
      <w:r>
        <w:lastRenderedPageBreak/>
        <w:t>„1)</w:t>
      </w:r>
      <w:r>
        <w:tab/>
      </w:r>
      <w:r w:rsidR="00A326ED">
        <w:t>państw</w:t>
      </w:r>
      <w:r w:rsidR="007C38A7">
        <w:t>a</w:t>
      </w:r>
      <w:r w:rsidR="007C38A7" w:rsidRPr="007C38A7">
        <w:t xml:space="preserve"> członkowski</w:t>
      </w:r>
      <w:r w:rsidR="007C38A7">
        <w:t>ego</w:t>
      </w:r>
      <w:r w:rsidR="007C38A7" w:rsidRPr="007C38A7">
        <w:t xml:space="preserve"> UE lub EFTA</w:t>
      </w:r>
      <w:r w:rsidR="00FD1B3D" w:rsidRPr="008A0437">
        <w:t>, na podstawie recepty</w:t>
      </w:r>
      <w:r w:rsidR="00FD1B3D">
        <w:t xml:space="preserve"> </w:t>
      </w:r>
      <w:r w:rsidR="00FD1B3D" w:rsidRPr="008A0437">
        <w:t>wystawionej na</w:t>
      </w:r>
      <w:r w:rsidR="00FD1B3D" w:rsidRPr="008A0437">
        <w:tab/>
      </w:r>
      <w:r w:rsidR="00FD1B3D">
        <w:t xml:space="preserve">terytorium innego </w:t>
      </w:r>
      <w:r w:rsidR="00FD1B3D" w:rsidRPr="008A0437">
        <w:t xml:space="preserve">niż Rzeczpospolita Polska państwa członkowskiego </w:t>
      </w:r>
      <w:r w:rsidR="00A326ED" w:rsidRPr="00A326ED">
        <w:t>UE lub EOG</w:t>
      </w:r>
      <w:r w:rsidR="00A326ED" w:rsidRPr="00A326ED" w:rsidDel="00A326ED">
        <w:t xml:space="preserve"> </w:t>
      </w:r>
      <w:r w:rsidR="00FD1B3D" w:rsidRPr="008A0437">
        <w:t>przez</w:t>
      </w:r>
      <w:r w:rsidR="00FD1B3D">
        <w:t xml:space="preserve"> </w:t>
      </w:r>
      <w:r w:rsidR="00FD1B3D" w:rsidRPr="008A0437">
        <w:t>osobę uprawnioną do wystawiania recept zgodnie z przepisami tego państwa;</w:t>
      </w:r>
    </w:p>
    <w:p w14:paraId="1D2EDE09" w14:textId="7C8BE6D0" w:rsidR="00FD1B3D" w:rsidRPr="008A0437" w:rsidRDefault="00FD1B3D" w:rsidP="00FD1B3D">
      <w:pPr>
        <w:pStyle w:val="ZLITPKTzmpktliter"/>
      </w:pPr>
      <w:r w:rsidRPr="008A0437">
        <w:t>2)</w:t>
      </w:r>
      <w:r w:rsidRPr="008A0437">
        <w:tab/>
        <w:t xml:space="preserve"> innego niż Rzeczpospolita Polska państwa członkowskiego </w:t>
      </w:r>
      <w:r w:rsidR="00A326ED" w:rsidRPr="00A326ED">
        <w:t>UE lub EOG</w:t>
      </w:r>
      <w:r w:rsidRPr="008A0437">
        <w:t>,</w:t>
      </w:r>
      <w:r w:rsidRPr="008A0437">
        <w:tab/>
        <w:t>na</w:t>
      </w:r>
      <w:r w:rsidR="005469FD">
        <w:t xml:space="preserve"> </w:t>
      </w:r>
      <w:r w:rsidRPr="008A0437">
        <w:t>podstawie recepty transgranicznej, w rozumieniu ustawy z dnia 6</w:t>
      </w:r>
      <w:r>
        <w:t xml:space="preserve"> września 2001 r.</w:t>
      </w:r>
      <w:r w:rsidRPr="008A0437">
        <w:t xml:space="preserve"> </w:t>
      </w:r>
      <w:r w:rsidR="005469FD" w:rsidRPr="005469FD">
        <w:t>–</w:t>
      </w:r>
      <w:r>
        <w:t xml:space="preserve"> Prawo </w:t>
      </w:r>
      <w:r w:rsidRPr="008A0437">
        <w:t>farmaceutyczne.”,</w:t>
      </w:r>
    </w:p>
    <w:p w14:paraId="2A08B4D8" w14:textId="77777777" w:rsidR="00FD1B3D" w:rsidRDefault="00FD1B3D" w:rsidP="00FD1B3D">
      <w:pPr>
        <w:pStyle w:val="LITlitera"/>
      </w:pPr>
      <w:r>
        <w:t>e</w:t>
      </w:r>
      <w:r w:rsidRPr="00B24E8B">
        <w:t>) w ust. 1</w:t>
      </w:r>
      <w:r>
        <w:t>1</w:t>
      </w:r>
      <w:r w:rsidRPr="00B24E8B">
        <w:t xml:space="preserve"> </w:t>
      </w:r>
      <w:r>
        <w:t>pkt 1 i 2 otrzymują</w:t>
      </w:r>
      <w:r w:rsidRPr="00B24E8B">
        <w:t xml:space="preserve"> brzmienie:</w:t>
      </w:r>
    </w:p>
    <w:p w14:paraId="2B0E9770" w14:textId="0D671F41" w:rsidR="00FD1B3D" w:rsidRDefault="00FD1B3D" w:rsidP="00FD1B3D">
      <w:pPr>
        <w:pStyle w:val="ZLITPKTzmpktliter"/>
      </w:pPr>
      <w:r w:rsidRPr="00B24E8B">
        <w:lastRenderedPageBreak/>
        <w:t>„1)</w:t>
      </w:r>
      <w:r w:rsidRPr="00B24E8B">
        <w:tab/>
        <w:t xml:space="preserve"> państwa członkowskiego </w:t>
      </w:r>
      <w:r w:rsidR="00A326ED" w:rsidRPr="00A326ED">
        <w:t>UE lub EOG</w:t>
      </w:r>
      <w:r w:rsidRPr="00B24E8B">
        <w:t>, na podstawie zlecenia wystawionego na terytorium innego niż</w:t>
      </w:r>
      <w:r>
        <w:t xml:space="preserve"> </w:t>
      </w:r>
      <w:r w:rsidRPr="00B24E8B">
        <w:t xml:space="preserve">Rzeczpospolita Polska państwa członkowskiego </w:t>
      </w:r>
      <w:r w:rsidR="00A326ED" w:rsidRPr="00A326ED">
        <w:t>UE lub EOG</w:t>
      </w:r>
      <w:r w:rsidRPr="00B24E8B">
        <w:t xml:space="preserve"> przez osobę</w:t>
      </w:r>
      <w:r>
        <w:t xml:space="preserve"> </w:t>
      </w:r>
      <w:r w:rsidRPr="00B24E8B">
        <w:t>uprawnioną do jego wystawienia zgodnie z przepisami tego państwa;</w:t>
      </w:r>
    </w:p>
    <w:p w14:paraId="69D47CC6" w14:textId="41F7A496" w:rsidR="00FD1B3D" w:rsidRPr="005469FD" w:rsidRDefault="00FD1B3D" w:rsidP="005469FD">
      <w:pPr>
        <w:pStyle w:val="ZLITPKTzmpktliter"/>
      </w:pPr>
      <w:r>
        <w:t xml:space="preserve">2) </w:t>
      </w:r>
      <w:r>
        <w:tab/>
      </w:r>
      <w:r w:rsidRPr="005469FD">
        <w:t xml:space="preserve">innego niż Rzeczpospolita Polska państwa członkowskiego </w:t>
      </w:r>
      <w:r w:rsidR="00A326ED" w:rsidRPr="00A326ED">
        <w:t>UE lub EOG</w:t>
      </w:r>
      <w:r w:rsidRPr="005469FD">
        <w:t>,</w:t>
      </w:r>
      <w:r w:rsidRPr="005469FD">
        <w:tab/>
        <w:t>na</w:t>
      </w:r>
      <w:r w:rsidRPr="005469FD">
        <w:tab/>
        <w:t>podstawie zlecenia wystawionego przez osobę uprawnioną, o której</w:t>
      </w:r>
      <w:r w:rsidRPr="005469FD">
        <w:tab/>
        <w:t>mowa w</w:t>
      </w:r>
      <w:r w:rsidRPr="005469FD">
        <w:tab/>
        <w:t>art.</w:t>
      </w:r>
      <w:r w:rsidRPr="005469FD">
        <w:tab/>
        <w:t>2 pkt 14 ustawy o refundacji, na zasadach określonych w tej ustawie.”;</w:t>
      </w:r>
    </w:p>
    <w:p w14:paraId="17C3B703" w14:textId="77777777" w:rsidR="00FD1B3D" w:rsidRDefault="00E64161" w:rsidP="00FD1B3D">
      <w:pPr>
        <w:pStyle w:val="PKTpunkt"/>
      </w:pPr>
      <w:r>
        <w:lastRenderedPageBreak/>
        <w:t>8</w:t>
      </w:r>
      <w:r w:rsidR="00FD1B3D">
        <w:t>) w art. 42c:</w:t>
      </w:r>
    </w:p>
    <w:p w14:paraId="4A50A3F7" w14:textId="77777777" w:rsidR="00FD1B3D" w:rsidRPr="00B24E8B" w:rsidRDefault="00FD1B3D" w:rsidP="00FD1B3D">
      <w:pPr>
        <w:pStyle w:val="LITlitera"/>
      </w:pPr>
      <w:r>
        <w:t xml:space="preserve">a) </w:t>
      </w:r>
      <w:r w:rsidRPr="00B24E8B">
        <w:tab/>
        <w:t>ust. 2 otrzymuje brzmienie:</w:t>
      </w:r>
    </w:p>
    <w:p w14:paraId="12AF0536" w14:textId="77777777" w:rsidR="00FD1B3D" w:rsidRPr="008A0437" w:rsidRDefault="00FD1B3D" w:rsidP="00FD1B3D">
      <w:pPr>
        <w:pStyle w:val="ZLITUSTzmustliter"/>
      </w:pPr>
      <w:r w:rsidRPr="008A0437">
        <w:t>„2. W przypadku gdy procedura medyczna wykonana na terytorium innego niż</w:t>
      </w:r>
    </w:p>
    <w:p w14:paraId="5F67B139" w14:textId="7016A137" w:rsidR="00FD1B3D" w:rsidRPr="008A0437" w:rsidRDefault="00FD1B3D" w:rsidP="00FD1B3D">
      <w:pPr>
        <w:pStyle w:val="ZLITUSTzmustliter"/>
        <w:ind w:firstLine="0"/>
      </w:pPr>
      <w:r w:rsidRPr="008A0437">
        <w:t xml:space="preserve">Rzeczpospolita Polska państwa członkowskiego </w:t>
      </w:r>
      <w:r w:rsidR="00A326ED" w:rsidRPr="00A326ED">
        <w:t>UE lub EOG</w:t>
      </w:r>
      <w:r w:rsidRPr="008A0437">
        <w:t xml:space="preserve"> mieści się w zakresie świadczeń gwarantowanych, nie mając dokładnego odpowiednika wśród procedur medycznych wykonywanych w kraju, za podstawę zwrotu kosztów przyjmuje się </w:t>
      </w:r>
      <w:r w:rsidRPr="008A0437">
        <w:lastRenderedPageBreak/>
        <w:t xml:space="preserve">kwotę finansowania procedury medycznej, mieszczącej się w zakresie tych świadczeń, najbardziej zbliżonej pod względem medycznym do procedury wykonanej na terytorium innego niż Rzeczpospolita Polska państwa członkowskiego </w:t>
      </w:r>
      <w:r w:rsidR="00A326ED" w:rsidRPr="00A326ED">
        <w:t>UE lub EOG</w:t>
      </w:r>
      <w:r w:rsidRPr="008A0437">
        <w:t>.”,</w:t>
      </w:r>
    </w:p>
    <w:p w14:paraId="2806B1EC" w14:textId="77777777" w:rsidR="00FD1B3D" w:rsidRPr="00B24E8B" w:rsidRDefault="00FD1B3D" w:rsidP="00FD1B3D">
      <w:pPr>
        <w:pStyle w:val="LITlitera"/>
      </w:pPr>
      <w:r>
        <w:t xml:space="preserve">b) </w:t>
      </w:r>
      <w:r w:rsidRPr="00B24E8B">
        <w:t>ust. 11 otrzymuje brzmienie:</w:t>
      </w:r>
    </w:p>
    <w:p w14:paraId="23E478E3" w14:textId="65314267" w:rsidR="00FD1B3D" w:rsidRPr="006A7B37" w:rsidRDefault="00FD1B3D" w:rsidP="00FD1B3D">
      <w:pPr>
        <w:pStyle w:val="ZLITUSTzmustliter"/>
      </w:pPr>
      <w:r w:rsidRPr="00B24E8B">
        <w:t xml:space="preserve">„11. W przypadku gdy liczba DDD, w rozumieniu ustawy </w:t>
      </w:r>
      <w:r>
        <w:t xml:space="preserve">o refundacji, w opakowaniu leku </w:t>
      </w:r>
      <w:r w:rsidRPr="00B24E8B">
        <w:t>zakupionego w innym niż Rzeczpospolita Polska państwie członkowskim Unii</w:t>
      </w:r>
      <w:r>
        <w:t xml:space="preserve"> </w:t>
      </w:r>
      <w:r w:rsidRPr="00B24E8B">
        <w:t xml:space="preserve">Europejskiej </w:t>
      </w:r>
      <w:r w:rsidRPr="00B24E8B">
        <w:lastRenderedPageBreak/>
        <w:t xml:space="preserve">lub państwie członkowskim </w:t>
      </w:r>
      <w:r w:rsidR="00A326ED" w:rsidRPr="00A326ED">
        <w:t>UE lub EOG</w:t>
      </w:r>
      <w:r>
        <w:t xml:space="preserve"> różni się od </w:t>
      </w:r>
      <w:r w:rsidRPr="00B24E8B">
        <w:t>liczby DDD w opakowaniu leku wymienionego w wykazie, o którym mowa w art. 37 ust.</w:t>
      </w:r>
      <w:r>
        <w:t xml:space="preserve"> </w:t>
      </w:r>
      <w:r w:rsidRPr="00B24E8B">
        <w:t>1 ustawy o refundacji, kwotę zwrotu kosztów odpowiednio zwiększa lub zmniejsza się</w:t>
      </w:r>
      <w:r>
        <w:t xml:space="preserve"> </w:t>
      </w:r>
      <w:r w:rsidRPr="00B24E8B">
        <w:t>proporcjonalnie do ilorazu liczby DDD w opakowaniu leku zakupionego w innym niż</w:t>
      </w:r>
      <w:r>
        <w:t xml:space="preserve"> </w:t>
      </w:r>
      <w:r w:rsidRPr="00B24E8B">
        <w:t xml:space="preserve">Rzeczpospolita Polska państwie członkowskim Unii Europejskiej lub państwie członkowskim </w:t>
      </w:r>
      <w:r w:rsidR="00A326ED" w:rsidRPr="00A326ED">
        <w:t>UE lub EOG</w:t>
      </w:r>
      <w:r w:rsidRPr="00B24E8B">
        <w:t xml:space="preserve"> i liczby DDD leku </w:t>
      </w:r>
      <w:r w:rsidRPr="00B24E8B">
        <w:lastRenderedPageBreak/>
        <w:t>wymienionego w wykazie, o</w:t>
      </w:r>
      <w:r>
        <w:t xml:space="preserve"> </w:t>
      </w:r>
      <w:r w:rsidRPr="00B24E8B">
        <w:t>którym mowa w art. 37 ust. 1 ustawy o refundacji.”;</w:t>
      </w:r>
    </w:p>
    <w:p w14:paraId="0EFE6141" w14:textId="77777777" w:rsidR="00FD1B3D" w:rsidRDefault="00E64161" w:rsidP="00FD1B3D">
      <w:pPr>
        <w:pStyle w:val="PKTpunkt"/>
      </w:pPr>
      <w:r>
        <w:t>9</w:t>
      </w:r>
      <w:r w:rsidR="00FD1B3D" w:rsidRPr="006A7B37">
        <w:t>) w art. 42d</w:t>
      </w:r>
      <w:r w:rsidR="00FD1B3D">
        <w:t>:</w:t>
      </w:r>
    </w:p>
    <w:p w14:paraId="4FE5A459" w14:textId="77777777" w:rsidR="00FD1B3D" w:rsidRPr="008771C8" w:rsidRDefault="00FD1B3D" w:rsidP="00FD1B3D">
      <w:pPr>
        <w:pStyle w:val="LITlitera"/>
      </w:pPr>
      <w:r>
        <w:t>a)</w:t>
      </w:r>
      <w:r w:rsidRPr="008771C8">
        <w:t xml:space="preserve"> ust. 3 otrzymuje brzmienie:</w:t>
      </w:r>
    </w:p>
    <w:p w14:paraId="37DECAD7" w14:textId="3E453B7C" w:rsidR="00FD1B3D" w:rsidRDefault="00FD1B3D" w:rsidP="00FD1B3D">
      <w:pPr>
        <w:pStyle w:val="ZLITUSTzmustliter"/>
      </w:pPr>
      <w:r w:rsidRPr="008771C8">
        <w:t>„3. Przepisu ust. 2 pkt 5 nie stosuje się, jeżeli świadczeniobiorca po upływie 30 dni od</w:t>
      </w:r>
      <w:r>
        <w:t xml:space="preserve"> </w:t>
      </w:r>
      <w:r w:rsidRPr="008771C8">
        <w:t>dnia złożenia kompletnego wniosku o wydanie zgody, o której mowa w art. 42b ust. 9,</w:t>
      </w:r>
      <w:r>
        <w:t xml:space="preserve"> </w:t>
      </w:r>
      <w:r w:rsidRPr="008771C8">
        <w:t>ze względu na pilną konieczność podjęcia leczenia niezbędnego dla ratowania życia lub</w:t>
      </w:r>
      <w:r>
        <w:t xml:space="preserve"> </w:t>
      </w:r>
      <w:r w:rsidRPr="008771C8">
        <w:lastRenderedPageBreak/>
        <w:t>zdrowia, wynikającą z potwierdzonego stanu klinicznego, poddał się takiemu leczeniu</w:t>
      </w:r>
      <w:r>
        <w:t xml:space="preserve"> </w:t>
      </w:r>
      <w:r w:rsidRPr="008771C8">
        <w:t xml:space="preserve">na terytorium innego niż Rzeczpospolita Polska państwa członkowskiego </w:t>
      </w:r>
      <w:r w:rsidR="00A326ED" w:rsidRPr="00A326ED">
        <w:t>UE lub EOG</w:t>
      </w:r>
      <w:r w:rsidRPr="008771C8">
        <w:t>.”,</w:t>
      </w:r>
    </w:p>
    <w:p w14:paraId="79187225" w14:textId="77777777" w:rsidR="00A3662B" w:rsidRDefault="00FD1B3D" w:rsidP="00FD1B3D">
      <w:pPr>
        <w:pStyle w:val="LITlitera"/>
      </w:pPr>
      <w:r>
        <w:t>b) w ust. 5</w:t>
      </w:r>
      <w:r w:rsidR="00A3662B">
        <w:t>:</w:t>
      </w:r>
    </w:p>
    <w:p w14:paraId="39DFDFB1" w14:textId="77777777" w:rsidR="00FD1B3D" w:rsidRDefault="00A3662B" w:rsidP="00B94ADA">
      <w:pPr>
        <w:pStyle w:val="TIRtiret"/>
      </w:pPr>
      <w:r>
        <w:t>-</w:t>
      </w:r>
      <w:r w:rsidR="00FD1B3D">
        <w:t xml:space="preserve"> pkt 1 otrzymuje brzmienie:</w:t>
      </w:r>
    </w:p>
    <w:p w14:paraId="5C9552A7" w14:textId="230E4281" w:rsidR="00FD1B3D" w:rsidRPr="00A95BEE" w:rsidRDefault="00FD1B3D" w:rsidP="00FD1B3D">
      <w:pPr>
        <w:pStyle w:val="LITlitera"/>
      </w:pPr>
      <w:r w:rsidRPr="00E21498">
        <w:t>„1)</w:t>
      </w:r>
      <w:r w:rsidRPr="00E21498">
        <w:tab/>
        <w:t>oryginał rachunku wystawionego w innym niż Rzeczpospolita Polska państwie</w:t>
      </w:r>
      <w:r>
        <w:t xml:space="preserve"> </w:t>
      </w:r>
      <w:r w:rsidRPr="00E21498">
        <w:t xml:space="preserve">członkowskim </w:t>
      </w:r>
      <w:r w:rsidR="00F83228" w:rsidRPr="00F83228">
        <w:t>UE lub EOG</w:t>
      </w:r>
      <w:r w:rsidRPr="00E21498">
        <w:t xml:space="preserve"> przez podmiot udzielający świadczeń</w:t>
      </w:r>
      <w:r>
        <w:t xml:space="preserve"> </w:t>
      </w:r>
      <w:r w:rsidRPr="00E21498">
        <w:t>zdrowotnych lub oryginał rachunku</w:t>
      </w:r>
      <w:r>
        <w:t xml:space="preserve"> </w:t>
      </w:r>
      <w:r w:rsidRPr="00E21498">
        <w:t xml:space="preserve">wystawionego w </w:t>
      </w:r>
      <w:r w:rsidRPr="00E21498">
        <w:lastRenderedPageBreak/>
        <w:t xml:space="preserve">państwie członkowskim </w:t>
      </w:r>
      <w:r w:rsidR="00F83228" w:rsidRPr="00F83228">
        <w:t>UE lub EOG</w:t>
      </w:r>
      <w:r w:rsidRPr="00E21498">
        <w:t xml:space="preserve"> przez aptekę albo dostawcę wyrobów </w:t>
      </w:r>
      <w:r w:rsidRPr="00A95BEE">
        <w:t>medycznych;”,</w:t>
      </w:r>
    </w:p>
    <w:p w14:paraId="6790CA33" w14:textId="7AB94D29" w:rsidR="00FD1B3D" w:rsidRPr="006A7B37" w:rsidRDefault="00A3662B" w:rsidP="00B94ADA">
      <w:pPr>
        <w:pStyle w:val="TIRtiret"/>
      </w:pPr>
      <w:r>
        <w:t>-</w:t>
      </w:r>
      <w:r w:rsidR="005469FD">
        <w:t xml:space="preserve"> </w:t>
      </w:r>
      <w:r w:rsidR="0073279C">
        <w:t>w pkt 3 lit. b</w:t>
      </w:r>
      <w:r>
        <w:t xml:space="preserve"> otrzymuje</w:t>
      </w:r>
      <w:r w:rsidR="00FD1B3D" w:rsidRPr="006A7B37">
        <w:t xml:space="preserve"> brzmieni</w:t>
      </w:r>
      <w:r>
        <w:t>e</w:t>
      </w:r>
      <w:r w:rsidR="00FD1B3D" w:rsidRPr="006A7B37">
        <w:t>:</w:t>
      </w:r>
    </w:p>
    <w:p w14:paraId="38A9F832" w14:textId="77777777" w:rsidR="00FD1B3D" w:rsidRDefault="00FD1B3D" w:rsidP="00FD1B3D">
      <w:pPr>
        <w:pStyle w:val="ZUSTzmustartykuempunktem"/>
      </w:pPr>
      <w:r>
        <w:t>„</w:t>
      </w:r>
      <w:r w:rsidR="00A3662B">
        <w:t xml:space="preserve">b) recepty, o której mowa w art. 42b ust. 10 pkt 1, albo recepty transgranicznej, a w przypadku </w:t>
      </w:r>
      <w:r w:rsidRPr="006A7B37">
        <w:t>recept</w:t>
      </w:r>
      <w:r w:rsidR="00A3662B">
        <w:t>y</w:t>
      </w:r>
      <w:r w:rsidRPr="006A7B37">
        <w:t xml:space="preserve"> transgraniczn</w:t>
      </w:r>
      <w:r w:rsidR="00A3662B">
        <w:t>ej</w:t>
      </w:r>
      <w:r w:rsidRPr="006A7B37">
        <w:t xml:space="preserve"> w postaci elektronicznej, </w:t>
      </w:r>
      <w:r>
        <w:t xml:space="preserve">podaje się we </w:t>
      </w:r>
      <w:r w:rsidR="003427BF">
        <w:t>wniosku o zwrot kosztów</w:t>
      </w:r>
      <w:r w:rsidR="005934DD">
        <w:t xml:space="preserve"> </w:t>
      </w:r>
      <w:r>
        <w:t xml:space="preserve">klucz dostępu do recepty lub pakietu recept,  </w:t>
      </w:r>
      <w:r w:rsidRPr="006A7B37">
        <w:t xml:space="preserve">o którym mowa w art. 96b ust. 1 </w:t>
      </w:r>
      <w:r>
        <w:t xml:space="preserve">pkt 1 </w:t>
      </w:r>
      <w:r w:rsidRPr="006A7B37">
        <w:t xml:space="preserve">ustawy z dnia 6 września 2011 r. </w:t>
      </w:r>
      <w:r w:rsidRPr="00350325">
        <w:t>–</w:t>
      </w:r>
      <w:r w:rsidRPr="006A7B37">
        <w:t xml:space="preserve"> Prawo farmaceutyczne.</w:t>
      </w:r>
      <w:r>
        <w:t>”,</w:t>
      </w:r>
    </w:p>
    <w:p w14:paraId="6BA35EB1" w14:textId="77777777" w:rsidR="00FD1B3D" w:rsidRPr="008771C8" w:rsidRDefault="00A3662B" w:rsidP="00FD1B3D">
      <w:pPr>
        <w:pStyle w:val="LITlitera"/>
      </w:pPr>
      <w:r>
        <w:lastRenderedPageBreak/>
        <w:t>c</w:t>
      </w:r>
      <w:r w:rsidR="00FD1B3D" w:rsidRPr="008771C8">
        <w:t>)</w:t>
      </w:r>
      <w:r w:rsidR="00FD1B3D" w:rsidRPr="008771C8">
        <w:tab/>
        <w:t xml:space="preserve"> w ust. 15 zdanie pierwsze otrzymuje brzmienie:</w:t>
      </w:r>
    </w:p>
    <w:p w14:paraId="7574A5E8" w14:textId="77777777" w:rsidR="00FD1B3D" w:rsidRPr="008771C8" w:rsidRDefault="00FD1B3D" w:rsidP="00FD1B3D">
      <w:pPr>
        <w:pStyle w:val="ZLITFRAGzmlitfragmentunpzdanialiter"/>
      </w:pPr>
      <w:r w:rsidRPr="008771C8">
        <w:t>„W przypadku gdy rozpatrzenie wniosku o zwrot kosztów wymaga przeprowadzenia</w:t>
      </w:r>
    </w:p>
    <w:p w14:paraId="170DADFE" w14:textId="50341CC2" w:rsidR="00FD1B3D" w:rsidRDefault="00FD1B3D" w:rsidP="00FD1B3D">
      <w:pPr>
        <w:pStyle w:val="ZLITFRAGzmlitfragmentunpzdanialiter"/>
      </w:pPr>
      <w:r w:rsidRPr="008771C8">
        <w:t>postępowania wyjaśniającego przy udziale krajowe</w:t>
      </w:r>
      <w:r>
        <w:t xml:space="preserve">go punktu kontaktowego do spraw </w:t>
      </w:r>
      <w:r w:rsidRPr="008771C8">
        <w:t>transgranicznej opieki zdrowotnej, działającego w innym niż Rzeczpospolita Polska</w:t>
      </w:r>
      <w:r>
        <w:t xml:space="preserve"> </w:t>
      </w:r>
      <w:r w:rsidRPr="008771C8">
        <w:t xml:space="preserve">państwie członkowskim Unii Europejskiej lub państwie członkowskim </w:t>
      </w:r>
      <w:r w:rsidR="00F83228" w:rsidRPr="00F83228">
        <w:t>UE lub EOG</w:t>
      </w:r>
      <w:r w:rsidRPr="008771C8">
        <w:t xml:space="preserve">, zwrot kosztów albo wydanie decyzji odmawiającej zwrotu </w:t>
      </w:r>
      <w:r w:rsidRPr="008771C8">
        <w:lastRenderedPageBreak/>
        <w:t>kosztów</w:t>
      </w:r>
      <w:r>
        <w:t xml:space="preserve"> </w:t>
      </w:r>
      <w:r w:rsidRPr="008771C8">
        <w:t>następuje w terminie 6 miesięcy od dnia wszczęcia postępowania.”;</w:t>
      </w:r>
    </w:p>
    <w:p w14:paraId="02D8B4BB" w14:textId="77777777" w:rsidR="00FD1B3D" w:rsidRPr="008771C8" w:rsidRDefault="00E64161" w:rsidP="00FD1B3D">
      <w:pPr>
        <w:pStyle w:val="PKTpunkt"/>
      </w:pPr>
      <w:r>
        <w:t>10</w:t>
      </w:r>
      <w:r w:rsidR="00FD1B3D" w:rsidRPr="008771C8">
        <w:t>)</w:t>
      </w:r>
      <w:r w:rsidR="00FD1B3D" w:rsidRPr="008771C8">
        <w:tab/>
        <w:t xml:space="preserve"> w art. 42f:</w:t>
      </w:r>
    </w:p>
    <w:p w14:paraId="4E9A1A09" w14:textId="77777777" w:rsidR="00FD1B3D" w:rsidRDefault="00FD1B3D" w:rsidP="00FD1B3D">
      <w:pPr>
        <w:pStyle w:val="LITlitera"/>
      </w:pPr>
      <w:r w:rsidRPr="008771C8">
        <w:t>a)</w:t>
      </w:r>
      <w:r w:rsidRPr="008771C8">
        <w:tab/>
        <w:t xml:space="preserve"> w ust. 2 pkt 5 otrzymuje brzmienie:</w:t>
      </w:r>
    </w:p>
    <w:p w14:paraId="08E5BCA4" w14:textId="7852CA6A" w:rsidR="00FD1B3D" w:rsidRPr="008771C8" w:rsidRDefault="00FD1B3D" w:rsidP="00FD1B3D">
      <w:pPr>
        <w:pStyle w:val="LITlitera"/>
      </w:pPr>
      <w:r w:rsidRPr="008771C8">
        <w:t>„5) ma zostać udzielone przez podmiot udzielający świadczeń zdrowotnych, działający</w:t>
      </w:r>
      <w:r>
        <w:t xml:space="preserve"> </w:t>
      </w:r>
      <w:r w:rsidRPr="008771C8">
        <w:t xml:space="preserve">w innym niż Rzeczpospolita Polska państwie członkowskim </w:t>
      </w:r>
      <w:r w:rsidR="00F83228" w:rsidRPr="00F83228">
        <w:t>UE lub EOG</w:t>
      </w:r>
      <w:r w:rsidRPr="008771C8">
        <w:t>,</w:t>
      </w:r>
      <w:r>
        <w:t xml:space="preserve"> co do którego zachodzą istotne </w:t>
      </w:r>
      <w:r w:rsidRPr="008771C8">
        <w:t>wątpli</w:t>
      </w:r>
      <w:r w:rsidRPr="008771C8">
        <w:lastRenderedPageBreak/>
        <w:t>wości w zakresie przestrzegania standardów jakości i bezpieczeństwa,</w:t>
      </w:r>
      <w:r>
        <w:t xml:space="preserve"> </w:t>
      </w:r>
      <w:r w:rsidRPr="008771C8">
        <w:t>ustanowionych przez państwo, w którym udziela on świadczeń zdrowotnych.”,</w:t>
      </w:r>
    </w:p>
    <w:p w14:paraId="5BFD0EEE" w14:textId="77777777" w:rsidR="00D13696" w:rsidRDefault="00FD1B3D" w:rsidP="00FD1B3D">
      <w:pPr>
        <w:pStyle w:val="LITlitera"/>
      </w:pPr>
      <w:r w:rsidRPr="008771C8">
        <w:t>b)</w:t>
      </w:r>
      <w:r w:rsidRPr="008771C8">
        <w:tab/>
        <w:t xml:space="preserve"> w ust. </w:t>
      </w:r>
      <w:r w:rsidR="008B0FD2">
        <w:t>4</w:t>
      </w:r>
      <w:r w:rsidR="00D13696">
        <w:t>:</w:t>
      </w:r>
    </w:p>
    <w:p w14:paraId="7082A33C" w14:textId="2DC0D45F" w:rsidR="00FD1B3D" w:rsidRPr="008771C8" w:rsidRDefault="00D13696" w:rsidP="00FD1B3D">
      <w:pPr>
        <w:pStyle w:val="LITlitera"/>
      </w:pPr>
      <w:r>
        <w:t>-</w:t>
      </w:r>
      <w:r w:rsidR="008B0FD2" w:rsidRPr="008771C8">
        <w:t xml:space="preserve"> </w:t>
      </w:r>
      <w:r w:rsidR="00FD1B3D" w:rsidRPr="008771C8">
        <w:t>w pkt 1 lit. f otrzymuje brzmienie:</w:t>
      </w:r>
    </w:p>
    <w:p w14:paraId="744EC27B" w14:textId="77777777" w:rsidR="00D13696" w:rsidRDefault="00FD1B3D" w:rsidP="00FD1B3D">
      <w:pPr>
        <w:pStyle w:val="ZLITLITwPKTzmlitwpktliter"/>
      </w:pPr>
      <w:r w:rsidRPr="008771C8">
        <w:t>„f) wskazanie podmiotu udzielającego świadczeń zd</w:t>
      </w:r>
      <w:r>
        <w:t xml:space="preserve">rowotnych, działającego w innym </w:t>
      </w:r>
      <w:r w:rsidRPr="008771C8">
        <w:t>państwie członkowskim Unii Europej</w:t>
      </w:r>
      <w:r w:rsidRPr="008771C8">
        <w:lastRenderedPageBreak/>
        <w:t xml:space="preserve">skiej lub państwie członkowskim </w:t>
      </w:r>
      <w:r w:rsidR="00F83228" w:rsidRPr="00F83228">
        <w:t>UE lub EOG</w:t>
      </w:r>
      <w:r w:rsidRPr="008771C8">
        <w:t>, mającego udzielić świadczeń opieki zdrowotnej, których dotyczy</w:t>
      </w:r>
      <w:r>
        <w:t xml:space="preserve"> </w:t>
      </w:r>
      <w:r w:rsidRPr="008771C8">
        <w:t>wniosek, wraz z uzasadnieniem,”</w:t>
      </w:r>
      <w:r w:rsidR="00D13696">
        <w:t>,</w:t>
      </w:r>
    </w:p>
    <w:p w14:paraId="08BA286F" w14:textId="71A14D74" w:rsidR="00D13696" w:rsidRPr="00924E82" w:rsidRDefault="00D13696" w:rsidP="00D13696">
      <w:pPr>
        <w:pStyle w:val="PKTpunkt"/>
      </w:pPr>
      <w:r>
        <w:t xml:space="preserve">        - w </w:t>
      </w:r>
      <w:r w:rsidRPr="002A39B2">
        <w:t xml:space="preserve">pkt 2 lit. b </w:t>
      </w:r>
      <w:r w:rsidRPr="00924E82">
        <w:t>otrzymuje brzmienie:</w:t>
      </w:r>
    </w:p>
    <w:p w14:paraId="5EBD35D2" w14:textId="48FF0AD5" w:rsidR="00FD1B3D" w:rsidRPr="008771C8" w:rsidRDefault="00D13696" w:rsidP="00D13696">
      <w:pPr>
        <w:pStyle w:val="ZLITzmlitartykuempunktem"/>
      </w:pPr>
      <w:r w:rsidRPr="00924E82">
        <w:t xml:space="preserve">„b) pieczęć, nadruk </w:t>
      </w:r>
      <w:r w:rsidR="0073279C">
        <w:t>albo</w:t>
      </w:r>
      <w:r w:rsidRPr="00924E82">
        <w:t xml:space="preserve"> naklejk</w:t>
      </w:r>
      <w:r>
        <w:t>ę</w:t>
      </w:r>
      <w:r w:rsidRPr="00924E82">
        <w:t xml:space="preserve"> zawierające</w:t>
      </w:r>
      <w:r w:rsidR="0073279C">
        <w:t>:</w:t>
      </w:r>
      <w:r w:rsidRPr="00924E82">
        <w:t xml:space="preserve"> numer wykonywania zawodu oraz specjalizację lekarza wypełniającego wniosek</w:t>
      </w:r>
      <w:r>
        <w:t>,</w:t>
      </w:r>
      <w:r w:rsidRPr="00924E82">
        <w:t>”</w:t>
      </w:r>
      <w:r w:rsidR="00FD1B3D" w:rsidRPr="008771C8">
        <w:t>;</w:t>
      </w:r>
    </w:p>
    <w:p w14:paraId="20A263AA" w14:textId="7B4F572E" w:rsidR="008379D9" w:rsidRDefault="00E64161" w:rsidP="008379D9">
      <w:pPr>
        <w:pStyle w:val="PKTpunkt"/>
      </w:pPr>
      <w:r>
        <w:t>11</w:t>
      </w:r>
      <w:r w:rsidR="00FD1B3D" w:rsidRPr="008771C8">
        <w:t>)</w:t>
      </w:r>
      <w:r w:rsidR="00FD1B3D" w:rsidRPr="008771C8">
        <w:tab/>
        <w:t xml:space="preserve"> </w:t>
      </w:r>
      <w:r w:rsidR="008379D9" w:rsidRPr="008379D9">
        <w:t xml:space="preserve">w art. 42f w ust. 4 w pkt 2 lit. c, art. 42i w ust. 5 w pkt 2 w lit. c oraz w art. 42j ust. 4 w pkt 2 w lit. c wyrazy „pieczęć świadczeniodawcy” </w:t>
      </w:r>
      <w:r w:rsidR="008379D9" w:rsidRPr="008379D9">
        <w:lastRenderedPageBreak/>
        <w:t xml:space="preserve">zastępuje się wyrazami „pieczęć, nadruk </w:t>
      </w:r>
      <w:r w:rsidR="0073279C">
        <w:t xml:space="preserve">albo </w:t>
      </w:r>
      <w:r w:rsidR="008379D9" w:rsidRPr="008379D9">
        <w:t>naklejkę zawierające</w:t>
      </w:r>
      <w:r w:rsidR="0073279C">
        <w:t>:</w:t>
      </w:r>
      <w:r w:rsidR="008379D9" w:rsidRPr="008379D9">
        <w:t xml:space="preserve"> nazwę i adres świadczeniodawcy”;</w:t>
      </w:r>
    </w:p>
    <w:p w14:paraId="1BC6B167" w14:textId="10D6438F" w:rsidR="00FD1B3D" w:rsidRPr="008771C8" w:rsidRDefault="008379D9" w:rsidP="00FD1B3D">
      <w:pPr>
        <w:pStyle w:val="PKTpunkt"/>
      </w:pPr>
      <w:r>
        <w:t xml:space="preserve">12) </w:t>
      </w:r>
      <w:r w:rsidR="00FD1B3D">
        <w:t xml:space="preserve">w </w:t>
      </w:r>
      <w:r w:rsidR="00FD1B3D" w:rsidRPr="008771C8">
        <w:t xml:space="preserve">art. 42g </w:t>
      </w:r>
      <w:r w:rsidR="00FD1B3D">
        <w:t xml:space="preserve">pkt 1 i 2 </w:t>
      </w:r>
      <w:r w:rsidR="00FD1B3D" w:rsidRPr="008771C8">
        <w:t>otrzymuj</w:t>
      </w:r>
      <w:r w:rsidR="005D563C">
        <w:t>ą</w:t>
      </w:r>
      <w:r w:rsidR="00FD1B3D" w:rsidRPr="008771C8">
        <w:t xml:space="preserve"> brzmienie:</w:t>
      </w:r>
    </w:p>
    <w:p w14:paraId="3090766A" w14:textId="62EFF4EB" w:rsidR="00FD1B3D" w:rsidRPr="003B101F" w:rsidRDefault="00FD1B3D" w:rsidP="00FD1B3D">
      <w:pPr>
        <w:pStyle w:val="ZPKTzmpktartykuempunktem"/>
      </w:pPr>
      <w:r w:rsidRPr="00E21498">
        <w:t>„</w:t>
      </w:r>
      <w:r w:rsidRPr="00A95BEE">
        <w:t>1)</w:t>
      </w:r>
      <w:r w:rsidRPr="00A95BEE">
        <w:tab/>
        <w:t xml:space="preserve"> o których mowa w art. 66 ust. 1 pkt 16</w:t>
      </w:r>
      <w:r>
        <w:t>,</w:t>
      </w:r>
      <w:r w:rsidRPr="00A95BEE">
        <w:t xml:space="preserve"> oraz członków ich rodzin, posiadających miejsce zamieszkania na terytorium państwa członkowskiego </w:t>
      </w:r>
      <w:r w:rsidR="00F83228" w:rsidRPr="00F83228">
        <w:t xml:space="preserve">UE lub EOG </w:t>
      </w:r>
      <w:r w:rsidRPr="003B101F">
        <w:t xml:space="preserve">wymienionego w załączniku nr 3 do rozporządzenia Parlamentu Europejskiego i Rady (WE) nr 987/2009 z dnia 16 września 2009 r. dotyczącego wykonywania rozporządzenia </w:t>
      </w:r>
      <w:r w:rsidRPr="003B101F">
        <w:lastRenderedPageBreak/>
        <w:t>(WE) nr 883/2004 w sprawie koordynacji systemów zabezpieczenia społecznego;</w:t>
      </w:r>
    </w:p>
    <w:p w14:paraId="0B0DFCC3" w14:textId="51988E8F" w:rsidR="00924E82" w:rsidRPr="00924E82" w:rsidRDefault="00FD1B3D" w:rsidP="00C7471D">
      <w:pPr>
        <w:pStyle w:val="ZPKTzmpktartykuempunktem"/>
      </w:pPr>
      <w:r w:rsidRPr="003B101F">
        <w:t>2)</w:t>
      </w:r>
      <w:r w:rsidRPr="003B101F">
        <w:tab/>
        <w:t xml:space="preserve"> zgłoszonych do ubezpieczenia zdrowotnego jako członkowie rodzin osób, o których mowa w art. 66 ust. 1 pkt 1</w:t>
      </w:r>
      <w:r>
        <w:t>–</w:t>
      </w:r>
      <w:r w:rsidRPr="003B101F">
        <w:t>15a, 17</w:t>
      </w:r>
      <w:r w:rsidR="005469FD">
        <w:t xml:space="preserve"> i </w:t>
      </w:r>
      <w:r w:rsidRPr="003B101F">
        <w:t>20</w:t>
      </w:r>
      <w:r>
        <w:t>–</w:t>
      </w:r>
      <w:r w:rsidRPr="003B101F">
        <w:t xml:space="preserve">37, jeżeli posiadają miejsce zamieszkania na terytorium innego państwa członkowskiego </w:t>
      </w:r>
      <w:r w:rsidR="00F83228" w:rsidRPr="00F83228">
        <w:t>UE lub EOG</w:t>
      </w:r>
      <w:r w:rsidR="00B6276E" w:rsidRPr="00B6276E">
        <w:t xml:space="preserve"> </w:t>
      </w:r>
      <w:r w:rsidRPr="003B101F">
        <w:t xml:space="preserve">niż osoba, która zgłosiła członka rodziny do ubezpieczenia zdrowotnego, a państwo zamieszkania jest </w:t>
      </w:r>
      <w:r w:rsidRPr="003B101F">
        <w:lastRenderedPageBreak/>
        <w:t>wymienione w załączniku nr 3 do rozporządzenia Parlamentu Europejskiego i Rady (WE) nr 987/2009 z dnia 16 września 2009 r. dotyczącego wykonywania rozporządzenia (WE) nr 883/2004 w sprawie koordynacji systemów zabezpieczenia społecznego.”;</w:t>
      </w:r>
    </w:p>
    <w:p w14:paraId="32A674DF" w14:textId="61921DAA" w:rsidR="00924E82" w:rsidRPr="00924E82" w:rsidRDefault="00924E82" w:rsidP="00924E82">
      <w:pPr>
        <w:pStyle w:val="PKTpunkt"/>
      </w:pPr>
      <w:r w:rsidRPr="00924E82">
        <w:t>1</w:t>
      </w:r>
      <w:r w:rsidR="00D13696">
        <w:t>3</w:t>
      </w:r>
      <w:r w:rsidRPr="00924E82">
        <w:t>) w art. 42i w ust. 5 w pkt 2 lit. b otrzymuje brzmienie:</w:t>
      </w:r>
    </w:p>
    <w:p w14:paraId="36DE530C" w14:textId="2DD07CB1" w:rsidR="00924E82" w:rsidRPr="00924E82" w:rsidRDefault="00924E82" w:rsidP="00323485">
      <w:pPr>
        <w:pStyle w:val="ZLITzmlitartykuempunktem"/>
      </w:pPr>
      <w:r w:rsidRPr="00924E82">
        <w:t xml:space="preserve">„b) pieczęć, nadruk </w:t>
      </w:r>
      <w:r w:rsidR="0073279C">
        <w:t>albo</w:t>
      </w:r>
      <w:r w:rsidRPr="00924E82">
        <w:t xml:space="preserve"> naklejk</w:t>
      </w:r>
      <w:r w:rsidR="007E3D09">
        <w:t>ę</w:t>
      </w:r>
      <w:r w:rsidRPr="00924E82">
        <w:t xml:space="preserve"> zawierające</w:t>
      </w:r>
      <w:r w:rsidR="0073279C">
        <w:t>:</w:t>
      </w:r>
      <w:r w:rsidRPr="00924E82">
        <w:t xml:space="preserve"> numer wykonywania zawodu oraz specjalizację lekarza wypełniającego wniosek</w:t>
      </w:r>
      <w:r w:rsidR="005469FD">
        <w:t>,</w:t>
      </w:r>
      <w:r w:rsidRPr="00924E82">
        <w:t>”;</w:t>
      </w:r>
    </w:p>
    <w:p w14:paraId="0A24CA81" w14:textId="6D78574D" w:rsidR="00924E82" w:rsidRPr="00924E82" w:rsidRDefault="00924E82" w:rsidP="00924E82">
      <w:pPr>
        <w:pStyle w:val="PKTpunkt"/>
      </w:pPr>
      <w:r w:rsidRPr="00924E82">
        <w:t>1</w:t>
      </w:r>
      <w:r w:rsidR="00D13696">
        <w:t>4</w:t>
      </w:r>
      <w:r w:rsidRPr="00924E82">
        <w:t xml:space="preserve">) w art. 42j </w:t>
      </w:r>
      <w:r w:rsidR="00692068">
        <w:t xml:space="preserve">w </w:t>
      </w:r>
      <w:r w:rsidRPr="00924E82">
        <w:t>ust. 4 w pkt 2 lit. b otrzymuje brzmienie:</w:t>
      </w:r>
    </w:p>
    <w:p w14:paraId="407973DB" w14:textId="324C6B3E" w:rsidR="005D563C" w:rsidRDefault="00924E82" w:rsidP="00323485">
      <w:pPr>
        <w:pStyle w:val="ZLITzmlitartykuempunktem"/>
      </w:pPr>
      <w:r w:rsidRPr="00924E82">
        <w:lastRenderedPageBreak/>
        <w:t xml:space="preserve">„b) pieczęć, nadruk </w:t>
      </w:r>
      <w:r w:rsidR="0073279C">
        <w:t>albo</w:t>
      </w:r>
      <w:r w:rsidRPr="00924E82">
        <w:t xml:space="preserve"> naklejk</w:t>
      </w:r>
      <w:r w:rsidR="007E3D09">
        <w:t>ę</w:t>
      </w:r>
      <w:r w:rsidRPr="00924E82">
        <w:t xml:space="preserve"> zawierające</w:t>
      </w:r>
      <w:r w:rsidR="0073279C">
        <w:t>:</w:t>
      </w:r>
      <w:r w:rsidRPr="00924E82">
        <w:t xml:space="preserve"> numer wykonywania zawodu oraz specjalizację lekarza wypełniającego wniosek oraz tytuł lub stopień naukowy</w:t>
      </w:r>
      <w:r w:rsidR="00692068">
        <w:t>,</w:t>
      </w:r>
      <w:r w:rsidRPr="00924E82">
        <w:t>”;</w:t>
      </w:r>
    </w:p>
    <w:p w14:paraId="0E5E6CDB" w14:textId="3CBA2626" w:rsidR="00EC338C" w:rsidRDefault="009B12FD" w:rsidP="00FD1B3D">
      <w:pPr>
        <w:pStyle w:val="PKTpunkt"/>
      </w:pPr>
      <w:r>
        <w:t>1</w:t>
      </w:r>
      <w:r w:rsidR="00D13696">
        <w:t>5</w:t>
      </w:r>
      <w:r w:rsidR="00FD1B3D" w:rsidRPr="006A7B37">
        <w:t>) w art. 43a</w:t>
      </w:r>
      <w:r w:rsidR="00EC338C">
        <w:t>:</w:t>
      </w:r>
    </w:p>
    <w:p w14:paraId="5782CE4C" w14:textId="77777777" w:rsidR="00EC338C" w:rsidRDefault="00EC338C" w:rsidP="00B94ADA">
      <w:pPr>
        <w:pStyle w:val="LITlitera"/>
      </w:pPr>
      <w:r>
        <w:t>a) ust. 1 otrzymuje brzmienie:</w:t>
      </w:r>
    </w:p>
    <w:p w14:paraId="5031110D" w14:textId="77777777" w:rsidR="00EC338C" w:rsidRDefault="00E94C95" w:rsidP="00364813">
      <w:pPr>
        <w:pStyle w:val="PKTpunkt"/>
      </w:pPr>
      <w:r w:rsidRPr="00E94C95">
        <w:t>„</w:t>
      </w:r>
      <w:r w:rsidR="00364813">
        <w:t xml:space="preserve">1. Świadczeniobiorcom, po ukończeniu 75. roku życia, przysługuje bezpłatne zaopatrzenie w leki, środki spożywcze specjalnego przeznaczenia żywieniowego oraz wyroby medyczne określone w wykazie, o </w:t>
      </w:r>
      <w:r w:rsidR="00364813">
        <w:lastRenderedPageBreak/>
        <w:t xml:space="preserve">którym mowa w art. 37 ust. 1 ustawy o refundacji, ustalonym w sposób określony w ust. 2, na podstawie recepty wystawionej przez lekarza lub pielęgniarkę </w:t>
      </w:r>
      <w:r w:rsidR="00364813" w:rsidRPr="00026861">
        <w:t>udzielających świadczeń opieki zdrowotnej w ramach umowy o udzielanie świadczeń opieki zdrowotnej z zakresu podstawowej opieki zdrowotnej</w:t>
      </w:r>
      <w:r w:rsidR="00364813">
        <w:t xml:space="preserve"> albo lekarza posiadającego prawo wykonywania zawodu, który zaprzestał wykonywania zawodu i wystawił receptę dla siebie albo dla małżonka, osoby pozostającej we </w:t>
      </w:r>
      <w:r w:rsidR="00364813">
        <w:lastRenderedPageBreak/>
        <w:t>wspólnym pożyciu oraz krewnych lub powinowatych w linii prostej, a w linii bocznej do stopnia pomiędzy dziećmi rodzeństwa.</w:t>
      </w:r>
      <w:r w:rsidRPr="00E94C95">
        <w:t>”</w:t>
      </w:r>
      <w:r w:rsidR="00925FDC">
        <w:t>,</w:t>
      </w:r>
    </w:p>
    <w:p w14:paraId="0567F897" w14:textId="77777777" w:rsidR="00FD1B3D" w:rsidRPr="006A7B37" w:rsidRDefault="00EC338C" w:rsidP="00FD1B3D">
      <w:pPr>
        <w:pStyle w:val="PKTpunkt"/>
      </w:pPr>
      <w:r>
        <w:t>b)</w:t>
      </w:r>
      <w:r w:rsidR="00FD1B3D" w:rsidRPr="006A7B37">
        <w:t xml:space="preserve"> po ust. 1 dodaje się ust. 1a i 1b w brzmieniu:</w:t>
      </w:r>
    </w:p>
    <w:p w14:paraId="00B87CAB" w14:textId="48A09294" w:rsidR="00AE46F8" w:rsidRDefault="00FD1B3D" w:rsidP="00FD1B3D">
      <w:pPr>
        <w:pStyle w:val="ZUSTzmustartykuempunktem"/>
      </w:pPr>
      <w:r>
        <w:t>„</w:t>
      </w:r>
      <w:r w:rsidRPr="006A7B37">
        <w:t>1a. Bezpłatne zaopatrzenie, o którym mowa w ust. 1, przysługuje również na podstawie recepty wystawionej w postaci elektronicznej przez</w:t>
      </w:r>
      <w:r w:rsidR="00AE46F8">
        <w:t>:</w:t>
      </w:r>
    </w:p>
    <w:p w14:paraId="3719F3E8" w14:textId="77777777" w:rsidR="00897785" w:rsidRDefault="00364813" w:rsidP="00364813">
      <w:pPr>
        <w:pStyle w:val="ZUSTzmustartykuempunktem"/>
      </w:pPr>
      <w:r>
        <w:t xml:space="preserve">1) lekarza </w:t>
      </w:r>
      <w:r w:rsidR="006D6B5E">
        <w:t xml:space="preserve">lub pielęgniarkę </w:t>
      </w:r>
      <w:r>
        <w:t>udzielając</w:t>
      </w:r>
      <w:r w:rsidR="006D6B5E">
        <w:t>ych</w:t>
      </w:r>
      <w:r>
        <w:t xml:space="preserve"> świadczeń opieki zdrowotnej</w:t>
      </w:r>
      <w:r w:rsidR="00897785">
        <w:t>:</w:t>
      </w:r>
    </w:p>
    <w:p w14:paraId="4050C52A" w14:textId="64A1D34C" w:rsidR="00897785" w:rsidRDefault="008379D9" w:rsidP="00364813">
      <w:pPr>
        <w:pStyle w:val="ZUSTzmustartykuempunktem"/>
      </w:pPr>
      <w:r>
        <w:lastRenderedPageBreak/>
        <w:t>a)</w:t>
      </w:r>
      <w:r w:rsidR="00364813">
        <w:t xml:space="preserve"> w ramach umowy o udzielanie świadczeń opieki zdrowotnej z zakresu ambulatoryjnej opieki specjalistycznej </w:t>
      </w:r>
      <w:r w:rsidR="00364813" w:rsidRPr="00026861">
        <w:t>lub</w:t>
      </w:r>
      <w:r w:rsidR="00364813">
        <w:t xml:space="preserve">  </w:t>
      </w:r>
    </w:p>
    <w:p w14:paraId="40936E5C" w14:textId="2F33F229" w:rsidR="00364813" w:rsidRPr="00364813" w:rsidRDefault="008379D9" w:rsidP="00364813">
      <w:pPr>
        <w:pStyle w:val="ZUSTzmustartykuempunktem"/>
      </w:pPr>
      <w:r>
        <w:t>b)</w:t>
      </w:r>
      <w:r w:rsidR="00897785">
        <w:t xml:space="preserve"> </w:t>
      </w:r>
      <w:r w:rsidR="00364813">
        <w:t xml:space="preserve">z zakresu ambulatoryjnej opieki specjalistycznej w ramach umowy, o której mowa w art. 159a; </w:t>
      </w:r>
    </w:p>
    <w:p w14:paraId="72FD88C6" w14:textId="61F9E519" w:rsidR="00364813" w:rsidRDefault="00364813" w:rsidP="00897785">
      <w:pPr>
        <w:pStyle w:val="ZUSTzmustartykuempunktem"/>
      </w:pPr>
      <w:r>
        <w:t>2) lekarza udzielającego świadczeń opieki zdrowotnej</w:t>
      </w:r>
      <w:r w:rsidR="00897785">
        <w:t xml:space="preserve"> </w:t>
      </w:r>
      <w:r>
        <w:t xml:space="preserve">w ramach umowy o udzielanie świadczeń opieki zdrowotnej z zakresu leczenia szpitalnego </w:t>
      </w:r>
      <w:r w:rsidRPr="00026861">
        <w:t>lub</w:t>
      </w:r>
      <w:r>
        <w:t xml:space="preserve"> w ramach umowy, o której mowa w art. 159a, w związku z zakończeniem leczenia szpitalnego.</w:t>
      </w:r>
    </w:p>
    <w:p w14:paraId="037518EE" w14:textId="1F6A18FF" w:rsidR="0090627E" w:rsidRDefault="00FD1B3D" w:rsidP="00323485">
      <w:pPr>
        <w:pStyle w:val="ZUSTzmustartykuempunktem"/>
      </w:pPr>
      <w:r w:rsidRPr="006A7B37">
        <w:lastRenderedPageBreak/>
        <w:t xml:space="preserve">1b. </w:t>
      </w:r>
      <w:r>
        <w:t xml:space="preserve">Osoby uprawnione do wystawiania recept na podstawie ust. 1 i 1a, </w:t>
      </w:r>
      <w:r w:rsidRPr="006A7B37">
        <w:t xml:space="preserve">przed wystawieniem recepty </w:t>
      </w:r>
      <w:r>
        <w:t xml:space="preserve">są obowiązane do dokonywania </w:t>
      </w:r>
      <w:r w:rsidR="00022F5A" w:rsidRPr="006A7B37">
        <w:t>za pośrednictwem systemu, o którym mowa w art. 7 ust. 1 ustawy</w:t>
      </w:r>
      <w:r w:rsidR="00022F5A">
        <w:t xml:space="preserve"> z dnia 28 kwietnia 2011 r. </w:t>
      </w:r>
      <w:r w:rsidR="00022F5A" w:rsidRPr="006A7B37">
        <w:t>o systemie informacji w ochronie zdrowia</w:t>
      </w:r>
      <w:r w:rsidR="008379D9">
        <w:t>,</w:t>
      </w:r>
      <w:r w:rsidR="00022F5A" w:rsidRPr="006A7B37">
        <w:t xml:space="preserve"> </w:t>
      </w:r>
      <w:r w:rsidRPr="006A7B37">
        <w:t xml:space="preserve">weryfikacji </w:t>
      </w:r>
      <w:r w:rsidR="00022F5A">
        <w:t>i</w:t>
      </w:r>
      <w:r w:rsidR="005F0A3B">
        <w:t>lości oraz rodzaju przepisanych świadczeniobiorcy</w:t>
      </w:r>
      <w:r w:rsidR="00022F5A">
        <w:t xml:space="preserve">, o którym mowa w ust. 1, </w:t>
      </w:r>
      <w:r w:rsidR="00CC527A">
        <w:t>leków, środków spożywczych specjalnego przeznaczenia żywieniowego oraz wyrobów medycznych</w:t>
      </w:r>
      <w:r w:rsidR="002402F8">
        <w:t xml:space="preserve">, pod kątem </w:t>
      </w:r>
      <w:r w:rsidR="002402F8">
        <w:lastRenderedPageBreak/>
        <w:t xml:space="preserve">bezpieczeństwa </w:t>
      </w:r>
      <w:r w:rsidR="00CC527A">
        <w:t xml:space="preserve">oraz konieczności ich stosowania, biorąc pod uwagę </w:t>
      </w:r>
      <w:r w:rsidRPr="006A7B37">
        <w:t>recept</w:t>
      </w:r>
      <w:r w:rsidR="00CC527A">
        <w:t>y</w:t>
      </w:r>
      <w:r w:rsidRPr="006A7B37">
        <w:t xml:space="preserve"> wystawion</w:t>
      </w:r>
      <w:r w:rsidR="00CC527A">
        <w:t>e</w:t>
      </w:r>
      <w:r w:rsidRPr="006A7B37">
        <w:t xml:space="preserve"> </w:t>
      </w:r>
      <w:r>
        <w:t>oraz zrealizowan</w:t>
      </w:r>
      <w:r w:rsidR="00CC527A">
        <w:t>e dla tego</w:t>
      </w:r>
      <w:r>
        <w:t xml:space="preserve"> </w:t>
      </w:r>
      <w:r w:rsidRPr="006A7B37">
        <w:t>świadczeniobiorc</w:t>
      </w:r>
      <w:r w:rsidR="00CC527A">
        <w:t>y</w:t>
      </w:r>
      <w:r w:rsidR="00692068">
        <w:t>.</w:t>
      </w:r>
      <w:r>
        <w:t>”</w:t>
      </w:r>
      <w:r w:rsidRPr="006A7B37">
        <w:t>;</w:t>
      </w:r>
    </w:p>
    <w:p w14:paraId="3E4A25D2" w14:textId="4AD6C919" w:rsidR="009B12FD" w:rsidRPr="006A7B37" w:rsidRDefault="009B12FD" w:rsidP="00323485">
      <w:pPr>
        <w:pStyle w:val="PKTpunkt"/>
      </w:pPr>
      <w:r w:rsidRPr="009B12FD">
        <w:t>1</w:t>
      </w:r>
      <w:r w:rsidR="00D13696">
        <w:t>6</w:t>
      </w:r>
      <w:r w:rsidRPr="009B12FD">
        <w:t>) w art. 47e w ust. 1 w pkt 14 wyrazy  „i pieczęć” zastępuje się wyrazami „osoby uprawnionej do reprezentowania”;</w:t>
      </w:r>
    </w:p>
    <w:p w14:paraId="3D99CE71" w14:textId="2CED95D5" w:rsidR="00961E6A" w:rsidRDefault="00FD1B3D" w:rsidP="00FD1B3D">
      <w:pPr>
        <w:pStyle w:val="PKTpunkt"/>
      </w:pPr>
      <w:r>
        <w:t>1</w:t>
      </w:r>
      <w:r w:rsidR="00D13696">
        <w:t>7</w:t>
      </w:r>
      <w:r w:rsidRPr="006A7B37">
        <w:t xml:space="preserve">) </w:t>
      </w:r>
      <w:r w:rsidR="00961E6A">
        <w:t>w art. 50 w ust. 2 pkt 1 otrzymuje brzmienie:</w:t>
      </w:r>
    </w:p>
    <w:p w14:paraId="5091A722" w14:textId="668EECDC" w:rsidR="00961E6A" w:rsidRDefault="00961E6A" w:rsidP="00323485">
      <w:pPr>
        <w:pStyle w:val="ZPKTzmpktartykuempunktem"/>
      </w:pPr>
      <w:r w:rsidRPr="00961E6A">
        <w:t xml:space="preserve">„1) świadczeniobiorca potwierdzi swoją tożsamość poprzez okazanie dowodu osobistego, paszportu, prawa jazdy, legitymacji szkolnej albo na podstawie dokumentu elektronicznego, o którym mowa w </w:t>
      </w:r>
      <w:r w:rsidRPr="00961E6A">
        <w:lastRenderedPageBreak/>
        <w:t>art. 19e ust. 2 pkt 1 ustawy z dnia 17 lutego 2005 r. o informatyzacji działalności podmiotów realizujących zadania publiczne (Dz. U.  z 2019 r. poz.</w:t>
      </w:r>
      <w:r w:rsidR="0073279C">
        <w:t xml:space="preserve"> </w:t>
      </w:r>
      <w:r w:rsidR="006657C4">
        <w:t>700, 730 i 848</w:t>
      </w:r>
      <w:r w:rsidRPr="00961E6A">
        <w:t>), przez okazanie tego dokumentu na ekranie urządzenia mobilnego osobie stwierdzając</w:t>
      </w:r>
      <w:r>
        <w:t>ej tożsamość; legitymacja szkol</w:t>
      </w:r>
      <w:r w:rsidRPr="00961E6A">
        <w:t>na może być okazana jedynie przez osobę, która nie ukończyła 18.roku życia</w:t>
      </w:r>
      <w:r>
        <w:t>;</w:t>
      </w:r>
      <w:r w:rsidRPr="00961E6A">
        <w:t>”</w:t>
      </w:r>
      <w:r w:rsidR="00205EA5">
        <w:t>;</w:t>
      </w:r>
    </w:p>
    <w:p w14:paraId="7EC59445" w14:textId="2F83DB50" w:rsidR="00790B68" w:rsidRDefault="00961E6A" w:rsidP="00FD1B3D">
      <w:pPr>
        <w:pStyle w:val="PKTpunkt"/>
      </w:pPr>
      <w:r>
        <w:t>1</w:t>
      </w:r>
      <w:r w:rsidR="00D13696">
        <w:t>8</w:t>
      </w:r>
      <w:r>
        <w:t xml:space="preserve">) </w:t>
      </w:r>
      <w:r w:rsidR="00790B68">
        <w:t>w art. 57 w ust. 2 dodaje się pkt 15 w brzmieniu:</w:t>
      </w:r>
    </w:p>
    <w:p w14:paraId="7CD621DC" w14:textId="2C943E98" w:rsidR="00790B68" w:rsidRDefault="00205EA5" w:rsidP="00323485">
      <w:pPr>
        <w:pStyle w:val="PKTpunkt"/>
      </w:pPr>
      <w:r w:rsidRPr="00205EA5">
        <w:lastRenderedPageBreak/>
        <w:t>„</w:t>
      </w:r>
      <w:r w:rsidR="00790B68">
        <w:t>15)</w:t>
      </w:r>
      <w:r w:rsidR="00790B68" w:rsidRPr="00790B68">
        <w:t xml:space="preserve"> psychologicznych, psychoterapeutycznych i środowiskowych dla dzieci i młodzieży</w:t>
      </w:r>
      <w:r w:rsidR="00790B68">
        <w:t>.</w:t>
      </w:r>
      <w:r w:rsidRPr="00205EA5">
        <w:t>”</w:t>
      </w:r>
      <w:r w:rsidR="00790B68">
        <w:t xml:space="preserve">; </w:t>
      </w:r>
    </w:p>
    <w:p w14:paraId="3DDDEC6F" w14:textId="4E3223C3" w:rsidR="00FD1B3D" w:rsidRPr="006A7B37" w:rsidRDefault="00D13696" w:rsidP="00FD1B3D">
      <w:pPr>
        <w:pStyle w:val="PKTpunkt"/>
      </w:pPr>
      <w:r>
        <w:t>19</w:t>
      </w:r>
      <w:r w:rsidR="00790B68">
        <w:t xml:space="preserve">) </w:t>
      </w:r>
      <w:r w:rsidR="00FD1B3D" w:rsidRPr="006A7B37">
        <w:t>w art. 59b ust. 2a otrzymuje brzmienie:</w:t>
      </w:r>
    </w:p>
    <w:p w14:paraId="05C42D61" w14:textId="7492C1CF" w:rsidR="00FD1B3D" w:rsidRPr="006A7B37" w:rsidRDefault="00FD1B3D" w:rsidP="00FD1B3D">
      <w:pPr>
        <w:pStyle w:val="ZUSTzmustartykuempunktem"/>
      </w:pPr>
      <w:r>
        <w:t>„</w:t>
      </w:r>
      <w:r w:rsidRPr="006A7B37">
        <w:t xml:space="preserve">2a. Informacja o wystawionym skierowaniu może zawierać fotokody, w tym kody QR oraz </w:t>
      </w:r>
      <w:r w:rsidR="002B7887" w:rsidRPr="002B7887">
        <w:t>komunikaty</w:t>
      </w:r>
      <w:r w:rsidR="00AF77AD">
        <w:t xml:space="preserve"> </w:t>
      </w:r>
      <w:r w:rsidR="002B7887" w:rsidRPr="002B7887">
        <w:t>nadawane przez system teleinformatyczny, o którym mowa w art. 7 ust. 1 ustawy z dnia 28 kwietnia 2011 r. o systemie informacji w ochronie zdrowia</w:t>
      </w:r>
      <w:r w:rsidRPr="006A7B37">
        <w:t>.</w:t>
      </w:r>
      <w:r>
        <w:t>”</w:t>
      </w:r>
      <w:r w:rsidRPr="006A7B37">
        <w:t>;</w:t>
      </w:r>
    </w:p>
    <w:p w14:paraId="520D878D" w14:textId="3D221776" w:rsidR="00FD1B3D" w:rsidRPr="00795C3A" w:rsidRDefault="00E64161" w:rsidP="00FD1B3D">
      <w:pPr>
        <w:pStyle w:val="ARTartustawynprozporzdzenia"/>
        <w:ind w:firstLine="0"/>
      </w:pPr>
      <w:r>
        <w:t>2</w:t>
      </w:r>
      <w:r w:rsidR="00D13696">
        <w:t>0</w:t>
      </w:r>
      <w:r w:rsidR="00FD1B3D" w:rsidRPr="006A7B37">
        <w:t xml:space="preserve">) </w:t>
      </w:r>
      <w:r w:rsidR="00FD1B3D" w:rsidRPr="00795C3A">
        <w:t>w art. 87 ust. 10a i 10b otrzymują brzmienie:</w:t>
      </w:r>
    </w:p>
    <w:p w14:paraId="6C161798" w14:textId="77777777" w:rsidR="00FD1B3D" w:rsidRPr="00795C3A" w:rsidRDefault="00FD1B3D" w:rsidP="00FD1B3D">
      <w:pPr>
        <w:pStyle w:val="ARTartustawynprozporzdzenia"/>
      </w:pPr>
      <w:r w:rsidRPr="00795C3A">
        <w:lastRenderedPageBreak/>
        <w:t>„10a. Organ prowadzący centralny rejestr PESEL udostępnia centrali Funduszu za pomocą środków komunikacji elektronicznej:</w:t>
      </w:r>
    </w:p>
    <w:p w14:paraId="26940739" w14:textId="77777777" w:rsidR="00FD1B3D" w:rsidRPr="00795C3A" w:rsidRDefault="00FD1B3D" w:rsidP="00FD1B3D">
      <w:pPr>
        <w:pStyle w:val="ARTartustawynprozporzdzenia"/>
      </w:pPr>
      <w:r>
        <w:t xml:space="preserve">1) </w:t>
      </w:r>
      <w:r w:rsidRPr="00795C3A">
        <w:t>nowo nadan</w:t>
      </w:r>
      <w:r w:rsidR="009B12FD">
        <w:t>e</w:t>
      </w:r>
      <w:r w:rsidRPr="00795C3A">
        <w:t xml:space="preserve"> numer</w:t>
      </w:r>
      <w:r w:rsidR="00847430">
        <w:t>y</w:t>
      </w:r>
      <w:r w:rsidRPr="00795C3A">
        <w:t xml:space="preserve"> PESEL i odpowiadające im imiona, nazwiska i nazwiska rodowe oraz wskazanie rodzaju i numeru dokumentu potwierdzającego tożsamość danej osoby;</w:t>
      </w:r>
    </w:p>
    <w:p w14:paraId="17E5E9DB" w14:textId="77777777" w:rsidR="00FD1B3D" w:rsidRPr="00795C3A" w:rsidRDefault="00FD1B3D" w:rsidP="00FD1B3D">
      <w:pPr>
        <w:pStyle w:val="ARTartustawynprozporzdzenia"/>
      </w:pPr>
      <w:r>
        <w:t xml:space="preserve">2) </w:t>
      </w:r>
      <w:r w:rsidRPr="00795C3A">
        <w:t>numer</w:t>
      </w:r>
      <w:r w:rsidR="00847430">
        <w:t>y</w:t>
      </w:r>
      <w:r w:rsidRPr="00795C3A">
        <w:t xml:space="preserve"> PESEL </w:t>
      </w:r>
      <w:r>
        <w:t xml:space="preserve">dzieci i ich </w:t>
      </w:r>
      <w:r w:rsidRPr="00795C3A">
        <w:t>rodziców, których dane są groma</w:t>
      </w:r>
      <w:r>
        <w:t xml:space="preserve">dzone w rejestrze PESEL </w:t>
      </w:r>
      <w:r w:rsidRPr="00D01AAE">
        <w:t>–</w:t>
      </w:r>
      <w:r>
        <w:t xml:space="preserve"> jeżeli </w:t>
      </w:r>
      <w:r w:rsidRPr="00795C3A">
        <w:t>są dostępne;</w:t>
      </w:r>
    </w:p>
    <w:p w14:paraId="6A49295C" w14:textId="77777777" w:rsidR="00FD1B3D" w:rsidRPr="00795C3A" w:rsidRDefault="00FD1B3D" w:rsidP="00FD1B3D">
      <w:pPr>
        <w:pStyle w:val="ARTartustawynprozporzdzenia"/>
      </w:pPr>
      <w:r>
        <w:lastRenderedPageBreak/>
        <w:t xml:space="preserve">3) </w:t>
      </w:r>
      <w:r w:rsidRPr="00795C3A">
        <w:t>numery PESEL i odpowiadające im imiona, nazwiska i nazwiska rodowe osób, których zgon został zgłoszony;</w:t>
      </w:r>
    </w:p>
    <w:p w14:paraId="13C48E1C" w14:textId="77777777" w:rsidR="00FD1B3D" w:rsidRPr="00795C3A" w:rsidRDefault="00FD1B3D" w:rsidP="00FD1B3D">
      <w:pPr>
        <w:pStyle w:val="ARTartustawynprozporzdzenia"/>
      </w:pPr>
      <w:r>
        <w:t xml:space="preserve">4) </w:t>
      </w:r>
      <w:r w:rsidRPr="00795C3A">
        <w:t>informacje o zmianie danych objętych zb</w:t>
      </w:r>
      <w:r>
        <w:t>iorami, o których mowa w pkt 1</w:t>
      </w:r>
      <w:r w:rsidRPr="00D01AAE">
        <w:t>–</w:t>
      </w:r>
      <w:r w:rsidRPr="00795C3A">
        <w:t>3.</w:t>
      </w:r>
    </w:p>
    <w:p w14:paraId="768C79EC" w14:textId="77777777" w:rsidR="00FD1B3D" w:rsidRDefault="00FD1B3D" w:rsidP="00FD1B3D">
      <w:pPr>
        <w:pStyle w:val="ARTartustawynprozporzdzenia"/>
      </w:pPr>
      <w:r w:rsidRPr="00795C3A">
        <w:t>10b. Organ prowadzący rejestr PESEL i Fundusz uzgadniają format danych, o których mowa w ust. 10a.”;</w:t>
      </w:r>
    </w:p>
    <w:p w14:paraId="062E43F4" w14:textId="335495D8" w:rsidR="00FD1B3D" w:rsidRDefault="00E64161" w:rsidP="00FD1B3D">
      <w:r>
        <w:t>2</w:t>
      </w:r>
      <w:r w:rsidR="0089365A">
        <w:t>1</w:t>
      </w:r>
      <w:r w:rsidR="00FD1B3D">
        <w:t>) po art. 87 dodaje się art. 87a w brzmieniu:</w:t>
      </w:r>
    </w:p>
    <w:p w14:paraId="37F1ACCD" w14:textId="77777777" w:rsidR="00FD1B3D" w:rsidRPr="00F72804" w:rsidRDefault="00FD1B3D" w:rsidP="00FD1B3D">
      <w:pPr>
        <w:pStyle w:val="ZARTzmartartykuempunktem"/>
      </w:pPr>
      <w:r w:rsidRPr="00F72804">
        <w:lastRenderedPageBreak/>
        <w:t>„</w:t>
      </w:r>
      <w:r>
        <w:t xml:space="preserve">Art. </w:t>
      </w:r>
      <w:r w:rsidRPr="00F72804">
        <w:t>87a.1. Zakład Ubezpieczeń Społecznych przekazuje do centrali Funduszu nieodpłatnie, w postaci elektronicznej, dane:</w:t>
      </w:r>
    </w:p>
    <w:p w14:paraId="4D7F010D" w14:textId="77777777" w:rsidR="00FD1B3D" w:rsidRPr="00F72804" w:rsidRDefault="00FD1B3D" w:rsidP="00FD1B3D">
      <w:pPr>
        <w:pStyle w:val="ZARTzmartartykuempunktem"/>
      </w:pPr>
      <w:r>
        <w:t xml:space="preserve">1) </w:t>
      </w:r>
      <w:r w:rsidRPr="00F72804">
        <w:t xml:space="preserve">osób, którym </w:t>
      </w:r>
      <w:r w:rsidR="00925FDC">
        <w:t>wypłacono zasiłek chorobowy z ubezpieczenia społecznego w razie choroby i macierzyństwa albo z ubezpieczenia społecznego z tytułu wypadków przy pracy i chorób zawodowych albo zasiłek opiekuńczy z tytułu konieczności osobistego sprawowania opieki nad chorym członkiem rodziny z ubezpieczenia społecznego w razie choroby i macierzyństwa:</w:t>
      </w:r>
    </w:p>
    <w:p w14:paraId="1C581BA1" w14:textId="77777777" w:rsidR="00FD1B3D" w:rsidRPr="00F72804" w:rsidRDefault="00FD1B3D" w:rsidP="00323485">
      <w:pPr>
        <w:pStyle w:val="ZARTzmartartykuempunktem"/>
      </w:pPr>
      <w:r>
        <w:lastRenderedPageBreak/>
        <w:t xml:space="preserve">a) </w:t>
      </w:r>
      <w:r w:rsidRPr="00F72804">
        <w:t>numer PESEL, a w razie gdy nie nadano numeru PESEL – rodzaj, serię i numer dokumentu tożsamości,</w:t>
      </w:r>
    </w:p>
    <w:p w14:paraId="7B28A309" w14:textId="77777777" w:rsidR="00FD1B3D" w:rsidRPr="00F72804" w:rsidRDefault="00925FDC" w:rsidP="00FD1B3D">
      <w:pPr>
        <w:pStyle w:val="ZARTzmartartykuempunktem"/>
      </w:pPr>
      <w:r>
        <w:t>b</w:t>
      </w:r>
      <w:r w:rsidR="00FD1B3D">
        <w:t xml:space="preserve">) </w:t>
      </w:r>
      <w:r w:rsidR="00FD1B3D" w:rsidRPr="00F72804">
        <w:t>informacj</w:t>
      </w:r>
      <w:r w:rsidR="002C0DE0">
        <w:t>e</w:t>
      </w:r>
      <w:r w:rsidR="00FD1B3D" w:rsidRPr="00F72804">
        <w:t xml:space="preserve"> o rodzaju  wypłaconego świadczenia;</w:t>
      </w:r>
    </w:p>
    <w:p w14:paraId="61038F45" w14:textId="77777777" w:rsidR="00FD1B3D" w:rsidRPr="00F72804" w:rsidRDefault="00FD1B3D" w:rsidP="00FD1B3D">
      <w:pPr>
        <w:pStyle w:val="ZARTzmartartykuempunktem"/>
      </w:pPr>
      <w:r>
        <w:t xml:space="preserve">2) </w:t>
      </w:r>
      <w:r w:rsidRPr="00F72804">
        <w:t>osób pobierających rentę z tytułu niezdolności do pracy:</w:t>
      </w:r>
    </w:p>
    <w:p w14:paraId="609C45C5" w14:textId="77777777" w:rsidR="00FD1B3D" w:rsidRPr="00F72804" w:rsidRDefault="00FD1B3D" w:rsidP="00FD1B3D">
      <w:pPr>
        <w:pStyle w:val="ZARTzmartartykuempunktem"/>
      </w:pPr>
      <w:r>
        <w:t xml:space="preserve">a) </w:t>
      </w:r>
      <w:r w:rsidRPr="00F72804">
        <w:t>numer PESEL, a w razie gdy nie nadano numeru PESEL – rodzaj, serię i numer dokumentu tożsamości,</w:t>
      </w:r>
    </w:p>
    <w:p w14:paraId="662D927F" w14:textId="77777777" w:rsidR="00FD1B3D" w:rsidRPr="00F72804" w:rsidRDefault="00FD1B3D" w:rsidP="00FD1B3D">
      <w:pPr>
        <w:pStyle w:val="ZARTzmartartykuempunktem"/>
      </w:pPr>
      <w:r>
        <w:t xml:space="preserve">b) </w:t>
      </w:r>
      <w:r w:rsidRPr="00F72804">
        <w:t>symbol renty,</w:t>
      </w:r>
    </w:p>
    <w:p w14:paraId="7D59FC9B" w14:textId="624C099C" w:rsidR="00FD1B3D" w:rsidRPr="00F72804" w:rsidRDefault="00FD1B3D" w:rsidP="00FD1B3D">
      <w:pPr>
        <w:pStyle w:val="ZARTzmartartykuempunktem"/>
      </w:pPr>
      <w:r>
        <w:t xml:space="preserve">c) </w:t>
      </w:r>
      <w:r w:rsidRPr="00F72804">
        <w:t>informację cz</w:t>
      </w:r>
      <w:r w:rsidR="005C7310">
        <w:t>y renta jest stała czy okresowa;</w:t>
      </w:r>
    </w:p>
    <w:p w14:paraId="003CCAC9" w14:textId="77777777" w:rsidR="00FD1B3D" w:rsidRPr="00F72804" w:rsidRDefault="00847430" w:rsidP="00FD1B3D">
      <w:pPr>
        <w:pStyle w:val="ZARTzmartartykuempunktem"/>
      </w:pPr>
      <w:r>
        <w:lastRenderedPageBreak/>
        <w:t>3</w:t>
      </w:r>
      <w:r w:rsidR="00FD1B3D">
        <w:t xml:space="preserve">) </w:t>
      </w:r>
      <w:r w:rsidR="00FD1B3D" w:rsidRPr="00F72804">
        <w:t>numer PESEL, a w razie gdy nie nadano numeru PESEL – rodzaj, serię i numer dokumentu tożsamości, osób, którym przyznano jednorazowe odszkodowanie z ubezpieczenia społecznego z tytułu wypadków przy pracy i chorób</w:t>
      </w:r>
      <w:r w:rsidR="00FD1B3D">
        <w:t xml:space="preserve"> zawodowych;</w:t>
      </w:r>
    </w:p>
    <w:p w14:paraId="373C39E4" w14:textId="77777777" w:rsidR="00FD1B3D" w:rsidRPr="00F72804" w:rsidRDefault="00847430" w:rsidP="00FD1B3D">
      <w:pPr>
        <w:pStyle w:val="ZARTzmartartykuempunktem"/>
      </w:pPr>
      <w:r>
        <w:t>4</w:t>
      </w:r>
      <w:r w:rsidR="00FD1B3D">
        <w:t xml:space="preserve">) </w:t>
      </w:r>
      <w:r w:rsidR="00FD1B3D" w:rsidRPr="00F72804">
        <w:t>osób skierowanych na rehabilitację leczniczą w ramach prewencji rentowej:</w:t>
      </w:r>
    </w:p>
    <w:p w14:paraId="1C85B480" w14:textId="77777777" w:rsidR="00FD1B3D" w:rsidRPr="00F72804" w:rsidRDefault="00FD1B3D" w:rsidP="00FD1B3D">
      <w:pPr>
        <w:pStyle w:val="ZARTzmartartykuempunktem"/>
      </w:pPr>
      <w:r>
        <w:t xml:space="preserve">a) </w:t>
      </w:r>
      <w:r w:rsidRPr="00F72804">
        <w:t>numer PESEL, a w razie gdy nie nadano numeru PESEL – rodzaj, serię i numer dokumentu tożsamości,</w:t>
      </w:r>
    </w:p>
    <w:p w14:paraId="506A5E1A" w14:textId="77777777" w:rsidR="00FD1B3D" w:rsidRPr="00F72804" w:rsidRDefault="00FD1B3D" w:rsidP="00FD1B3D">
      <w:pPr>
        <w:pStyle w:val="ZARTzmartartykuempunktem"/>
      </w:pPr>
      <w:r>
        <w:lastRenderedPageBreak/>
        <w:t xml:space="preserve">b) </w:t>
      </w:r>
      <w:r w:rsidRPr="00F72804">
        <w:t xml:space="preserve">rodzaj schorzenia uzasadniającego skierowanie na rehabilitację leczniczą oraz schorzenia współistniejącego, jeżeli takie </w:t>
      </w:r>
      <w:r w:rsidR="002C0DE0">
        <w:t>zostało wskazane w orzeczeniu lekarza orzecznika Zakładu Ubezpieczeń Społecznych o potrzebie rehabilitacji leczniczej</w:t>
      </w:r>
      <w:r w:rsidRPr="00F72804">
        <w:t xml:space="preserve">, ustalonych według </w:t>
      </w:r>
      <w:r w:rsidRPr="00350325">
        <w:t>Międzynarodowej Statystycznej Klasyfikacji Chorób i Problemów Zdrowotnych ICD-10</w:t>
      </w:r>
      <w:r w:rsidRPr="00F72804">
        <w:t>,</w:t>
      </w:r>
    </w:p>
    <w:p w14:paraId="1BA8EFDA" w14:textId="77777777" w:rsidR="00FD1B3D" w:rsidRPr="00F72804" w:rsidRDefault="00FD1B3D" w:rsidP="00FD1B3D">
      <w:pPr>
        <w:pStyle w:val="ZARTzmartartykuempunktem"/>
      </w:pPr>
      <w:r>
        <w:t xml:space="preserve">c) </w:t>
      </w:r>
      <w:r w:rsidRPr="00F72804">
        <w:t>okres rehabilitacji leczniczej;</w:t>
      </w:r>
    </w:p>
    <w:p w14:paraId="3B0640F5" w14:textId="77777777" w:rsidR="00FD1B3D" w:rsidRPr="00F72804" w:rsidRDefault="00847430" w:rsidP="00FD1B3D">
      <w:pPr>
        <w:pStyle w:val="ZARTzmartartykuempunktem"/>
      </w:pPr>
      <w:r>
        <w:lastRenderedPageBreak/>
        <w:t>5</w:t>
      </w:r>
      <w:r w:rsidR="00FD1B3D">
        <w:t xml:space="preserve">) </w:t>
      </w:r>
      <w:r w:rsidR="00FD1B3D" w:rsidRPr="00F72804">
        <w:t>osób, którym na podstawie art. 23 ustawy z dnia 30 października 2002 r. o ubezpieczeniu społecznym z tytułu wypadków przy pracy i chorób zawodowych (Dz.U. z 2018 r. poz. 1376 i 1669)</w:t>
      </w:r>
      <w:r w:rsidR="00FD1B3D">
        <w:t xml:space="preserve"> </w:t>
      </w:r>
      <w:r w:rsidR="00FD1B3D" w:rsidRPr="00F72804">
        <w:t xml:space="preserve">przyznano świadczenia z zakresu stomatologii, szczepień ochronnych lub  wyrobów medycznych: </w:t>
      </w:r>
    </w:p>
    <w:p w14:paraId="79F6CAC5" w14:textId="77777777" w:rsidR="00FD1B3D" w:rsidRPr="00F72804" w:rsidRDefault="00FD1B3D" w:rsidP="00FD1B3D">
      <w:pPr>
        <w:pStyle w:val="ZARTzmartartykuempunktem"/>
      </w:pPr>
      <w:r>
        <w:t xml:space="preserve">a) </w:t>
      </w:r>
      <w:r w:rsidRPr="00F72804">
        <w:t>numer PESEL, a w razie gdy nie nadano numeru PESEL – rodzaj, serię i numer dokumentu tożsamości,</w:t>
      </w:r>
    </w:p>
    <w:p w14:paraId="0BCDEA9F" w14:textId="77777777" w:rsidR="00FD1B3D" w:rsidRPr="00F72804" w:rsidRDefault="00FD1B3D" w:rsidP="00FD1B3D">
      <w:pPr>
        <w:pStyle w:val="ZARTzmartartykuempunktem"/>
      </w:pPr>
      <w:r>
        <w:t xml:space="preserve">b) </w:t>
      </w:r>
      <w:r w:rsidRPr="00F72804">
        <w:t>informację z jakiego zakresu jest świadczenie,</w:t>
      </w:r>
    </w:p>
    <w:p w14:paraId="75AE7D65" w14:textId="77777777" w:rsidR="00FD1B3D" w:rsidRPr="00F72804" w:rsidRDefault="00FD1B3D" w:rsidP="00FD1B3D">
      <w:pPr>
        <w:pStyle w:val="ZARTzmartartykuempunktem"/>
      </w:pPr>
      <w:r>
        <w:lastRenderedPageBreak/>
        <w:t xml:space="preserve">c) </w:t>
      </w:r>
      <w:r w:rsidRPr="00F72804">
        <w:t>wysokość świadczenia</w:t>
      </w:r>
    </w:p>
    <w:p w14:paraId="420D8F44" w14:textId="1A1980F0" w:rsidR="00FD1B3D" w:rsidRPr="00F72804" w:rsidRDefault="00BB7179" w:rsidP="005C7310">
      <w:pPr>
        <w:pStyle w:val="ZARTzmartartykuempunktem"/>
        <w:ind w:firstLine="0"/>
      </w:pPr>
      <w:r w:rsidRPr="00BB7179">
        <w:t>–</w:t>
      </w:r>
      <w:r w:rsidR="00FD1B3D" w:rsidRPr="00F72804">
        <w:t xml:space="preserve"> w celu monitorowania stanu zdrowia i zapotrzebowania ubezpieczonych na świadczenia zdrowotne oraz leki i wyroby medyczne</w:t>
      </w:r>
      <w:r w:rsidR="003E1DB2">
        <w:t>, a także dokonywania analiz</w:t>
      </w:r>
      <w:r w:rsidR="003E1DB2" w:rsidRPr="003E1DB2">
        <w:t xml:space="preserve"> przepływu środków publicznych przeznaczonych na finansowanie świadczeń opieki zdrowotnej</w:t>
      </w:r>
      <w:r w:rsidR="00FD1B3D" w:rsidRPr="00F72804">
        <w:t>.</w:t>
      </w:r>
    </w:p>
    <w:p w14:paraId="1D3DFC0C" w14:textId="77777777" w:rsidR="00FD1B3D" w:rsidRPr="00F72804" w:rsidRDefault="00FD1B3D" w:rsidP="00FD1B3D">
      <w:pPr>
        <w:pStyle w:val="ZARTzmartartykuempunktem"/>
      </w:pPr>
      <w:r w:rsidRPr="00F72804">
        <w:lastRenderedPageBreak/>
        <w:t xml:space="preserve">     2. Dane, o których mowa w ust.</w:t>
      </w:r>
      <w:r>
        <w:t xml:space="preserve"> </w:t>
      </w:r>
      <w:r w:rsidRPr="00F72804">
        <w:t xml:space="preserve">1, Zakład Ubezpieczeń Społecznych przekazuje </w:t>
      </w:r>
      <w:r>
        <w:t xml:space="preserve"> do 30</w:t>
      </w:r>
      <w:r w:rsidR="002C0DE0">
        <w:t xml:space="preserve"> kwietnia danego roku za poprzedni rok kalendarzowy</w:t>
      </w:r>
      <w:r w:rsidRPr="00F72804">
        <w:t xml:space="preserve">. </w:t>
      </w:r>
    </w:p>
    <w:p w14:paraId="6DFB11C1" w14:textId="77777777" w:rsidR="00FD1B3D" w:rsidRPr="00F72804" w:rsidRDefault="00FD1B3D" w:rsidP="00FD1B3D">
      <w:pPr>
        <w:pStyle w:val="ZARTzmartartykuempunktem"/>
      </w:pPr>
      <w:r w:rsidRPr="00F72804">
        <w:t xml:space="preserve">     3. Dane, o których w ust.</w:t>
      </w:r>
      <w:r>
        <w:t xml:space="preserve"> </w:t>
      </w:r>
      <w:r w:rsidRPr="00F72804">
        <w:t>1 pkt 2, Zakład Ubezpieczeń Społecznych przekaz</w:t>
      </w:r>
      <w:r>
        <w:t xml:space="preserve">uje </w:t>
      </w:r>
      <w:r w:rsidRPr="00F72804">
        <w:t xml:space="preserve">według stanu na dzień </w:t>
      </w:r>
      <w:r w:rsidR="002C0DE0">
        <w:t>31 grudnia poprzedniego roku kalendarzowego</w:t>
      </w:r>
      <w:r w:rsidRPr="00F72804">
        <w:t xml:space="preserve">. </w:t>
      </w:r>
    </w:p>
    <w:p w14:paraId="64A6F89A" w14:textId="77777777" w:rsidR="005C7310" w:rsidRDefault="00FD1B3D" w:rsidP="005C7310">
      <w:pPr>
        <w:pStyle w:val="ZARTzmartartykuempunktem"/>
      </w:pPr>
      <w:r w:rsidRPr="00F72804">
        <w:t xml:space="preserve">      </w:t>
      </w:r>
      <w:r w:rsidR="003E1DB2">
        <w:t>4.</w:t>
      </w:r>
      <w:r w:rsidR="003E1DB2" w:rsidRPr="003E1DB2">
        <w:t xml:space="preserve"> Centrala Funduszu </w:t>
      </w:r>
      <w:r w:rsidR="003E1DB2">
        <w:t>jest obowiązana</w:t>
      </w:r>
      <w:r w:rsidR="003E1DB2" w:rsidRPr="003E1DB2">
        <w:t xml:space="preserve"> do udostępniania ministrowi właściwemu do spraw zdrowia </w:t>
      </w:r>
      <w:r w:rsidR="003E1DB2">
        <w:t xml:space="preserve">oraz </w:t>
      </w:r>
      <w:r w:rsidR="003E1DB2" w:rsidRPr="003E1DB2">
        <w:t>jednost</w:t>
      </w:r>
      <w:r w:rsidR="003E1DB2">
        <w:t>ce podległej</w:t>
      </w:r>
      <w:r w:rsidR="003E1DB2" w:rsidRPr="003E1DB2">
        <w:t xml:space="preserve"> </w:t>
      </w:r>
      <w:r w:rsidR="003E1DB2" w:rsidRPr="003E1DB2">
        <w:lastRenderedPageBreak/>
        <w:t>ministrowi właś</w:t>
      </w:r>
      <w:r w:rsidR="003E1DB2">
        <w:t>ciwemu do spraw zdrowia właściwej</w:t>
      </w:r>
      <w:r w:rsidR="003E1DB2" w:rsidRPr="003E1DB2">
        <w:t xml:space="preserve"> w zakresie systemów inf</w:t>
      </w:r>
      <w:r w:rsidR="003E1DB2">
        <w:t xml:space="preserve">ormacyjnych w ochronie zdrowia </w:t>
      </w:r>
      <w:r w:rsidR="003E1DB2" w:rsidRPr="003E1DB2">
        <w:t xml:space="preserve">danych, o których mowa w ust. 1, </w:t>
      </w:r>
      <w:r w:rsidR="003E1DB2">
        <w:t>w celu  dokonywania analiz na rzecz systemu ochrony zdrowia.</w:t>
      </w:r>
    </w:p>
    <w:p w14:paraId="12128356" w14:textId="66680F44" w:rsidR="00323485" w:rsidRDefault="003E1DB2" w:rsidP="005C7310">
      <w:pPr>
        <w:pStyle w:val="ZARTzmartartykuempunktem"/>
      </w:pPr>
      <w:r>
        <w:t>5</w:t>
      </w:r>
      <w:r w:rsidR="00FD1B3D" w:rsidRPr="00F72804">
        <w:t>. Dane, o których mowa w ust.</w:t>
      </w:r>
      <w:r w:rsidR="00FD1B3D">
        <w:t xml:space="preserve"> </w:t>
      </w:r>
      <w:r w:rsidR="00FD1B3D" w:rsidRPr="00F72804">
        <w:t>1, Zakład Ubezpieczeń Społecznych przekazuje także na wniosek centrali Funduszu</w:t>
      </w:r>
      <w:r>
        <w:t xml:space="preserve">, </w:t>
      </w:r>
      <w:r w:rsidR="00FD1B3D" w:rsidRPr="00F72804">
        <w:t>zawierający numer PESEL osoby, której dane dotyczą, a w razie gdy nie nadano numeru PESEL – rodzaj, serię i numer dokumentu tożsamości tej os</w:t>
      </w:r>
      <w:r w:rsidR="00FD1B3D">
        <w:t>oby</w:t>
      </w:r>
      <w:r w:rsidR="00847430">
        <w:t xml:space="preserve">, w </w:t>
      </w:r>
      <w:r w:rsidR="00847430">
        <w:lastRenderedPageBreak/>
        <w:t>terminie 10 dni od dnia otrzymania wniosku, według stanu na dzień zapytania</w:t>
      </w:r>
      <w:r w:rsidR="00FD1B3D" w:rsidRPr="00F72804">
        <w:t>.</w:t>
      </w:r>
      <w:r w:rsidR="00BB7179" w:rsidRPr="00F72804">
        <w:t>”</w:t>
      </w:r>
      <w:r w:rsidR="00BB7179">
        <w:t>;</w:t>
      </w:r>
    </w:p>
    <w:p w14:paraId="6B4546AB" w14:textId="4F053F4F" w:rsidR="0035526A" w:rsidRDefault="00E64161" w:rsidP="00FD1B3D">
      <w:pPr>
        <w:pStyle w:val="PKTpunkt"/>
      </w:pPr>
      <w:r>
        <w:t>2</w:t>
      </w:r>
      <w:r w:rsidR="0089365A">
        <w:t>2</w:t>
      </w:r>
      <w:r w:rsidR="00FD1B3D">
        <w:t xml:space="preserve">) </w:t>
      </w:r>
      <w:r w:rsidR="00FD1B3D" w:rsidRPr="006A7B37">
        <w:t>w art. 97</w:t>
      </w:r>
      <w:r w:rsidR="0035526A">
        <w:t>:</w:t>
      </w:r>
    </w:p>
    <w:p w14:paraId="5BB4F273" w14:textId="77777777" w:rsidR="00FD1B3D" w:rsidRDefault="0035526A" w:rsidP="005A6A0E">
      <w:pPr>
        <w:pStyle w:val="LITlitera"/>
      </w:pPr>
      <w:r>
        <w:t xml:space="preserve">a) </w:t>
      </w:r>
      <w:r w:rsidR="00FD1B3D">
        <w:t xml:space="preserve">w </w:t>
      </w:r>
      <w:r w:rsidR="00FD1B3D" w:rsidRPr="006A7B37">
        <w:t>ust. 3</w:t>
      </w:r>
      <w:r w:rsidR="005A6A0E">
        <w:t xml:space="preserve"> </w:t>
      </w:r>
      <w:r w:rsidR="00FD1B3D">
        <w:t>pkt 9 otrzymuje brzmienie:</w:t>
      </w:r>
    </w:p>
    <w:p w14:paraId="47C60802" w14:textId="3F7371CF" w:rsidR="0035526A" w:rsidRDefault="00FD1B3D" w:rsidP="00323485">
      <w:pPr>
        <w:pStyle w:val="ZTIRPKTzmpkttiret"/>
      </w:pPr>
      <w:r w:rsidRPr="00795C3A">
        <w:t>„9)</w:t>
      </w:r>
      <w:r>
        <w:tab/>
      </w:r>
      <w:r w:rsidRPr="00795C3A">
        <w:t>prowadzenie działalności promocyjnej i informacyjnej w zakresie ochrony zdrowia</w:t>
      </w:r>
      <w:r>
        <w:t xml:space="preserve">, w tym promowanie Internetowego Konta Pacjenta, o którym mowa w </w:t>
      </w:r>
      <w:r w:rsidRPr="00350325">
        <w:t>art. 7</w:t>
      </w:r>
      <w:r>
        <w:t>a</w:t>
      </w:r>
      <w:r w:rsidRPr="00350325">
        <w:t xml:space="preserve"> </w:t>
      </w:r>
      <w:r>
        <w:t xml:space="preserve">ust. 1 </w:t>
      </w:r>
      <w:r w:rsidRPr="00350325">
        <w:t>us</w:t>
      </w:r>
      <w:r w:rsidR="005C7310">
        <w:t xml:space="preserve">tawy z dnia </w:t>
      </w:r>
      <w:r w:rsidR="005C7310">
        <w:lastRenderedPageBreak/>
        <w:t>28 kwietnia 2011 r.</w:t>
      </w:r>
      <w:r w:rsidRPr="00350325">
        <w:t xml:space="preserve"> o systemie informacji w ochronie zdrowia </w:t>
      </w:r>
      <w:r w:rsidRPr="00795C3A">
        <w:t>;”</w:t>
      </w:r>
      <w:r>
        <w:t>,</w:t>
      </w:r>
    </w:p>
    <w:p w14:paraId="132E1397" w14:textId="77777777" w:rsidR="0035526A" w:rsidRDefault="0035526A" w:rsidP="00A35C58">
      <w:pPr>
        <w:pStyle w:val="LITlitera"/>
      </w:pPr>
      <w:r>
        <w:t>b) ust. 7 otrzymuje brzmienie:</w:t>
      </w:r>
      <w:r w:rsidR="00B341EF">
        <w:tab/>
      </w:r>
    </w:p>
    <w:p w14:paraId="219E5B1E" w14:textId="77777777" w:rsidR="00B32561" w:rsidRDefault="002C0DE0" w:rsidP="00FD1B3D">
      <w:pPr>
        <w:pStyle w:val="PKTpunkt"/>
      </w:pPr>
      <w:r w:rsidRPr="002C0DE0">
        <w:t xml:space="preserve"> „7. Zadania Funduszu określone w ust. 3 pkt 1, 2, 4, 6 i 11 w odniesieniu do podmiotów leczniczych nadzorowanych przez Ministra Obrony Narodowej, Ministra Sprawiedliwości, ministra w</w:t>
      </w:r>
      <w:r w:rsidR="005A6A0E">
        <w:t>łaściwego do spraw wewnętrznych</w:t>
      </w:r>
      <w:r w:rsidRPr="002C0DE0">
        <w:t xml:space="preserve">, Szefa Agencji Bezpieczeństwa Wewnętrznego, Szefa Agencji Wywiadu oraz Szefa Centralnego Biura Antykorupcyjnego, </w:t>
      </w:r>
      <w:r w:rsidRPr="002C0DE0">
        <w:lastRenderedPageBreak/>
        <w:t>realizuje komórka organizacyjna oddziału wojewódzkiego Funduszu, o której mowa w art. 96 ust. 4.”</w:t>
      </w:r>
      <w:r w:rsidR="00B32561">
        <w:t>,</w:t>
      </w:r>
    </w:p>
    <w:p w14:paraId="315EF0A5" w14:textId="60F099F5" w:rsidR="00B32561" w:rsidRDefault="00B32561" w:rsidP="00FD1B3D">
      <w:pPr>
        <w:pStyle w:val="PKTpunkt"/>
      </w:pPr>
      <w:r>
        <w:t xml:space="preserve">        c) po ust. 8a dodaje się ust. 8b w brzmieniu:</w:t>
      </w:r>
    </w:p>
    <w:p w14:paraId="69B239AE" w14:textId="411E7F44" w:rsidR="00BB7179" w:rsidRDefault="00B32561" w:rsidP="00FD1B3D">
      <w:pPr>
        <w:pStyle w:val="PKTpunkt"/>
      </w:pPr>
      <w:r>
        <w:t xml:space="preserve">   </w:t>
      </w:r>
      <w:r w:rsidR="005C7310" w:rsidRPr="005C7310">
        <w:t>„</w:t>
      </w:r>
      <w:r w:rsidR="0053768D">
        <w:t>8b</w:t>
      </w:r>
      <w:r>
        <w:t xml:space="preserve">. Fundusz </w:t>
      </w:r>
      <w:r w:rsidR="0053768D">
        <w:t xml:space="preserve">może </w:t>
      </w:r>
      <w:r>
        <w:t>otrzym</w:t>
      </w:r>
      <w:r w:rsidR="0053768D">
        <w:t>ywać</w:t>
      </w:r>
      <w:r>
        <w:t xml:space="preserve"> dotację </w:t>
      </w:r>
      <w:r w:rsidR="008F6CC9">
        <w:t xml:space="preserve">celową </w:t>
      </w:r>
      <w:r>
        <w:t xml:space="preserve">z budżetu państwa na finansowanie </w:t>
      </w:r>
      <w:r w:rsidR="0053768D">
        <w:t xml:space="preserve">części </w:t>
      </w:r>
      <w:r>
        <w:t>kosztów realizacji zadania,</w:t>
      </w:r>
      <w:r w:rsidR="005C7310">
        <w:t xml:space="preserve"> o którym mowa w ust. 3 pkt 4c.</w:t>
      </w:r>
      <w:r w:rsidR="005C7310" w:rsidRPr="005C7310">
        <w:t>”</w:t>
      </w:r>
      <w:r w:rsidR="00BB7179">
        <w:t>;</w:t>
      </w:r>
    </w:p>
    <w:p w14:paraId="755BC065" w14:textId="175A8A40" w:rsidR="00FD1B3D" w:rsidRPr="008771C8" w:rsidRDefault="00E64161" w:rsidP="00FD1B3D">
      <w:pPr>
        <w:pStyle w:val="PKTpunkt"/>
      </w:pPr>
      <w:r>
        <w:t>2</w:t>
      </w:r>
      <w:r w:rsidR="0089365A">
        <w:t>3</w:t>
      </w:r>
      <w:r w:rsidR="00FD1B3D">
        <w:t xml:space="preserve">) </w:t>
      </w:r>
      <w:r w:rsidR="00FD1B3D" w:rsidRPr="008771C8">
        <w:t>w art. 97a: </w:t>
      </w:r>
    </w:p>
    <w:p w14:paraId="6AD73594" w14:textId="7F2B7890" w:rsidR="005C7310" w:rsidRDefault="00FD1B3D" w:rsidP="005C7310">
      <w:pPr>
        <w:pStyle w:val="LITlitera"/>
      </w:pPr>
      <w:r w:rsidRPr="008771C8">
        <w:t>a)</w:t>
      </w:r>
      <w:r w:rsidRPr="008771C8">
        <w:tab/>
        <w:t xml:space="preserve"> w ust. 2 wprowadzenie do wyliczenia otrzymuje brzmienie:</w:t>
      </w:r>
    </w:p>
    <w:p w14:paraId="1C064FD9" w14:textId="0FFA45F2" w:rsidR="00FD1B3D" w:rsidRPr="00CE43F5" w:rsidRDefault="00FD1B3D" w:rsidP="005C7310">
      <w:pPr>
        <w:pStyle w:val="LITlitera"/>
      </w:pPr>
      <w:r w:rsidRPr="00CE43F5">
        <w:lastRenderedPageBreak/>
        <w:t>„KPK i oddziały wojewódzkie Funduszu udzielają pacjentom z innych państw</w:t>
      </w:r>
      <w:r w:rsidR="005C7310">
        <w:t xml:space="preserve"> </w:t>
      </w:r>
      <w:r w:rsidRPr="00CE43F5">
        <w:t xml:space="preserve">członkowskich </w:t>
      </w:r>
      <w:r w:rsidR="00F83228" w:rsidRPr="00F83228">
        <w:t>UE lub EOG</w:t>
      </w:r>
      <w:r w:rsidRPr="00CE43F5">
        <w:t>, na ich wniosek, niezbędnych informacji dotyczących:”,</w:t>
      </w:r>
    </w:p>
    <w:p w14:paraId="3931F8A5" w14:textId="77777777" w:rsidR="00FD1B3D" w:rsidRPr="008771C8" w:rsidRDefault="00FD1B3D" w:rsidP="00FD1B3D">
      <w:pPr>
        <w:pStyle w:val="LITlitera"/>
      </w:pPr>
      <w:r w:rsidRPr="008771C8">
        <w:t>b)</w:t>
      </w:r>
      <w:r w:rsidRPr="008771C8">
        <w:tab/>
        <w:t xml:space="preserve"> ust. 4</w:t>
      </w:r>
      <w:r>
        <w:t>–</w:t>
      </w:r>
      <w:r w:rsidRPr="008771C8">
        <w:t>6 otrzymują brzmienie:</w:t>
      </w:r>
    </w:p>
    <w:p w14:paraId="4D1CB05A" w14:textId="2363009E" w:rsidR="00FD1B3D" w:rsidRPr="008771C8" w:rsidRDefault="00FD1B3D" w:rsidP="00FD1B3D">
      <w:pPr>
        <w:pStyle w:val="ZLITUSTzmustliter"/>
      </w:pPr>
      <w:r w:rsidRPr="008771C8">
        <w:t>„4. KPK współpracuje z Komisją Europejską i krajowymi punktami kontaktowymi do</w:t>
      </w:r>
      <w:r>
        <w:t xml:space="preserve"> </w:t>
      </w:r>
      <w:r w:rsidRPr="008771C8">
        <w:t>spraw transgranicznej opieki zdrowotnej działającymi w innych państwach</w:t>
      </w:r>
      <w:r>
        <w:t xml:space="preserve"> </w:t>
      </w:r>
      <w:r w:rsidRPr="008771C8">
        <w:t>członkowskich Unii Europejskiej lub państwach</w:t>
      </w:r>
      <w:r>
        <w:t xml:space="preserve"> </w:t>
      </w:r>
      <w:r w:rsidRPr="008771C8">
        <w:t xml:space="preserve">członkowskich </w:t>
      </w:r>
      <w:r w:rsidR="00F83228" w:rsidRPr="00F83228">
        <w:t>UE lub EOG</w:t>
      </w:r>
      <w:r w:rsidRPr="008771C8">
        <w:t xml:space="preserve">, w </w:t>
      </w:r>
      <w:r w:rsidRPr="008771C8">
        <w:lastRenderedPageBreak/>
        <w:t>szczególności w zakresie wymiany informacji, o których mowa w ust. 2.</w:t>
      </w:r>
    </w:p>
    <w:p w14:paraId="60A64170" w14:textId="0A0D79DB" w:rsidR="00FD1B3D" w:rsidRPr="008771C8" w:rsidRDefault="00FD1B3D" w:rsidP="00FD1B3D">
      <w:pPr>
        <w:pStyle w:val="ZLITUSTzmustliter"/>
      </w:pPr>
      <w:r w:rsidRPr="008771C8">
        <w:t>5.</w:t>
      </w:r>
      <w:r w:rsidRPr="008771C8">
        <w:tab/>
        <w:t xml:space="preserve"> Na wniosek krajowych punktów kontaktowych do spraw transgranicznej opieki</w:t>
      </w:r>
      <w:r>
        <w:t xml:space="preserve"> </w:t>
      </w:r>
      <w:r w:rsidRPr="008771C8">
        <w:t>zdrowotnej działających w innych niż Rzeczpospolita Polska państwach członkowskich</w:t>
      </w:r>
      <w:r>
        <w:t xml:space="preserve"> </w:t>
      </w:r>
      <w:r w:rsidRPr="008771C8">
        <w:t xml:space="preserve">Unii Europejskiej lub państwach członkowskich </w:t>
      </w:r>
      <w:r w:rsidR="00F83228" w:rsidRPr="00F83228">
        <w:t>UE lub EOG</w:t>
      </w:r>
      <w:r w:rsidRPr="008771C8">
        <w:t xml:space="preserve"> KPK, we</w:t>
      </w:r>
      <w:r>
        <w:t xml:space="preserve"> </w:t>
      </w:r>
      <w:r w:rsidRPr="008771C8">
        <w:t>współpracy z oddziałami wojewódzkimi Funduszu, udziela niezbędnej pomocy w</w:t>
      </w:r>
      <w:r>
        <w:t xml:space="preserve"> </w:t>
      </w:r>
      <w:r w:rsidRPr="008771C8">
        <w:t xml:space="preserve">wyjaśnianiu zawartości rachunków i innych dokumentów </w:t>
      </w:r>
      <w:r w:rsidRPr="008771C8">
        <w:lastRenderedPageBreak/>
        <w:t>wystawionych pacjentom z</w:t>
      </w:r>
      <w:r>
        <w:t xml:space="preserve"> </w:t>
      </w:r>
      <w:r w:rsidRPr="008771C8">
        <w:t>innych niż Rzeczpospolita Polska państw członkowskich Unii Europejskiej lub</w:t>
      </w:r>
      <w:r>
        <w:t xml:space="preserve"> </w:t>
      </w:r>
      <w:r w:rsidRPr="008771C8">
        <w:t xml:space="preserve">państw członkowskich </w:t>
      </w:r>
      <w:r w:rsidR="00F83228" w:rsidRPr="00F83228">
        <w:t>UE lub EOG</w:t>
      </w:r>
      <w:r w:rsidR="00B6276E" w:rsidRPr="00B6276E">
        <w:t xml:space="preserve"> </w:t>
      </w:r>
      <w:r w:rsidRPr="008771C8">
        <w:t>przez polskich</w:t>
      </w:r>
      <w:r>
        <w:t xml:space="preserve"> </w:t>
      </w:r>
      <w:r w:rsidRPr="008771C8">
        <w:t>świadczeniodawców, apteki i dostawców wyrobów medycznych.</w:t>
      </w:r>
    </w:p>
    <w:p w14:paraId="6529503C" w14:textId="5B4F90A7" w:rsidR="00FD1B3D" w:rsidRPr="008771C8" w:rsidRDefault="00FD1B3D" w:rsidP="00FD1B3D">
      <w:pPr>
        <w:pStyle w:val="ZLITUSTzmustliter"/>
      </w:pPr>
      <w:r w:rsidRPr="008771C8">
        <w:t>6.</w:t>
      </w:r>
      <w:r w:rsidRPr="008771C8">
        <w:tab/>
        <w:t xml:space="preserve"> KPK kieruje do krajowych punktów kontaktowych do spraw transgranicznej opieki</w:t>
      </w:r>
      <w:r>
        <w:t xml:space="preserve"> </w:t>
      </w:r>
      <w:r w:rsidRPr="008771C8">
        <w:t>zdrowotnej, działających w innych niż Rzeczpospolita Polska państwach członkowskich</w:t>
      </w:r>
      <w:r>
        <w:t xml:space="preserve"> </w:t>
      </w:r>
      <w:r w:rsidRPr="008771C8">
        <w:t xml:space="preserve">Unii Europejskiej lub państwach członkowskich </w:t>
      </w:r>
      <w:r w:rsidR="00F83228" w:rsidRPr="00F83228">
        <w:t>UE lub EOG</w:t>
      </w:r>
      <w:r w:rsidRPr="008771C8">
        <w:t>, zapytania</w:t>
      </w:r>
      <w:r>
        <w:t xml:space="preserve"> </w:t>
      </w:r>
      <w:r w:rsidRPr="008771C8">
        <w:t xml:space="preserve">dotyczące </w:t>
      </w:r>
      <w:r w:rsidRPr="008771C8">
        <w:lastRenderedPageBreak/>
        <w:t>zawartości rachunków i innych dokumentów wystawionych przez podmioty</w:t>
      </w:r>
      <w:r>
        <w:t xml:space="preserve"> </w:t>
      </w:r>
      <w:r w:rsidRPr="008771C8">
        <w:t>udzielające świadczeń zdrowotnych, apteki i dostawców wyrobów medycznych,</w:t>
      </w:r>
      <w:r>
        <w:t xml:space="preserve"> </w:t>
      </w:r>
      <w:r w:rsidRPr="008771C8">
        <w:t>działających na terytorium tych państw.”,</w:t>
      </w:r>
    </w:p>
    <w:p w14:paraId="7CF7F2DF" w14:textId="77777777" w:rsidR="00FD1B3D" w:rsidRPr="008771C8" w:rsidRDefault="00FD1B3D" w:rsidP="00FD1B3D">
      <w:pPr>
        <w:pStyle w:val="LITlitera"/>
      </w:pPr>
      <w:r w:rsidRPr="008771C8">
        <w:t>c)</w:t>
      </w:r>
      <w:r w:rsidRPr="008771C8">
        <w:tab/>
        <w:t xml:space="preserve"> ust. 8 otrzymuje brzmienie:</w:t>
      </w:r>
    </w:p>
    <w:p w14:paraId="4F2D567D" w14:textId="4134518A" w:rsidR="00FD1B3D" w:rsidRPr="008771C8" w:rsidRDefault="00FD1B3D" w:rsidP="00FD1B3D">
      <w:pPr>
        <w:pStyle w:val="ZLITUSTzmustliter"/>
      </w:pPr>
      <w:r w:rsidRPr="008771C8">
        <w:t>„8. KPK zamieszcza na swojej stronie internetowej oraz w Biuletynie Informacji</w:t>
      </w:r>
      <w:r>
        <w:t xml:space="preserve"> </w:t>
      </w:r>
      <w:r w:rsidRPr="008771C8">
        <w:t>Publicznej Funduszu aktualne informacje o danych teleadresowych krajowych punktów</w:t>
      </w:r>
      <w:r>
        <w:t xml:space="preserve"> </w:t>
      </w:r>
      <w:r w:rsidRPr="008771C8">
        <w:t xml:space="preserve">kontaktowych do spraw </w:t>
      </w:r>
      <w:r w:rsidRPr="008771C8">
        <w:lastRenderedPageBreak/>
        <w:t>transgranicznej opieki zdrowotnej działających w innych</w:t>
      </w:r>
      <w:r>
        <w:t xml:space="preserve"> </w:t>
      </w:r>
      <w:r w:rsidRPr="008771C8">
        <w:t xml:space="preserve">państwach członkowskich </w:t>
      </w:r>
      <w:r w:rsidR="00F83228" w:rsidRPr="00F83228">
        <w:t>UE lub EOG</w:t>
      </w:r>
      <w:r w:rsidRPr="008771C8">
        <w:t>.”,</w:t>
      </w:r>
    </w:p>
    <w:p w14:paraId="195BCE75" w14:textId="77777777" w:rsidR="00FD1B3D" w:rsidRPr="008771C8" w:rsidRDefault="00FD1B3D" w:rsidP="00FD1B3D">
      <w:pPr>
        <w:pStyle w:val="LITlitera"/>
      </w:pPr>
      <w:r w:rsidRPr="008771C8">
        <w:t>d)</w:t>
      </w:r>
      <w:r w:rsidRPr="008771C8">
        <w:tab/>
        <w:t xml:space="preserve"> w ust. 10 pkt 1 otrzymuje brzmienie:</w:t>
      </w:r>
    </w:p>
    <w:p w14:paraId="720C1832" w14:textId="16ACD2FA" w:rsidR="00FD1B3D" w:rsidRPr="008771C8" w:rsidRDefault="00FD1B3D" w:rsidP="00FD1B3D">
      <w:pPr>
        <w:pStyle w:val="ZLITPKTzmpktliter"/>
      </w:pPr>
      <w:r w:rsidRPr="008771C8">
        <w:t>„1) możliwości uzyskania zwrotu kosztów przysługującego w przypadku uzyskania w</w:t>
      </w:r>
      <w:r w:rsidRPr="00CE43F5">
        <w:t xml:space="preserve"> innym państwie członkowskim Unii Europejskiej lub państwie członkowskim </w:t>
      </w:r>
      <w:r w:rsidR="00F83228" w:rsidRPr="00F83228">
        <w:t xml:space="preserve">UE lub EOG </w:t>
      </w:r>
      <w:r w:rsidRPr="00CE43F5">
        <w:t>określonego świa</w:t>
      </w:r>
      <w:r>
        <w:t>dczenia opieki zdrowotnej;”,</w:t>
      </w:r>
    </w:p>
    <w:p w14:paraId="5509311F" w14:textId="77777777" w:rsidR="00FD1B3D" w:rsidRPr="008771C8" w:rsidRDefault="00FD1B3D" w:rsidP="00FD1B3D">
      <w:pPr>
        <w:pStyle w:val="LITlitera"/>
      </w:pPr>
      <w:r w:rsidRPr="008771C8">
        <w:t>e)</w:t>
      </w:r>
      <w:r w:rsidRPr="008771C8">
        <w:tab/>
        <w:t xml:space="preserve"> ust. 12 otrzymuje brzmienie: </w:t>
      </w:r>
    </w:p>
    <w:p w14:paraId="5CAE4EF2" w14:textId="3305A7D5" w:rsidR="00FD1B3D" w:rsidRDefault="00FD1B3D" w:rsidP="00FD1B3D">
      <w:pPr>
        <w:pStyle w:val="ZLITUSTzmustliter"/>
      </w:pPr>
      <w:r w:rsidRPr="008771C8">
        <w:lastRenderedPageBreak/>
        <w:t>„12. Oddziały wojewódzkie Funduszu udzielają świadczeniobiorcom, bezpośrednio lub</w:t>
      </w:r>
      <w:r>
        <w:t xml:space="preserve"> </w:t>
      </w:r>
      <w:r w:rsidRPr="008771C8">
        <w:t>przy użyciu dostępnych środków komunikacji, w szczególności telefonicznie, w formie</w:t>
      </w:r>
      <w:r>
        <w:t xml:space="preserve"> </w:t>
      </w:r>
      <w:r w:rsidRPr="008771C8">
        <w:t>pisemnej albo przy użyciu poczty elektronicznej, informacji na temat przybliżonej</w:t>
      </w:r>
      <w:r>
        <w:t xml:space="preserve"> </w:t>
      </w:r>
      <w:r w:rsidRPr="008771C8">
        <w:t>wysokości zwrotu kosztów przysługującego w przypadku uzyskania w innym państwie</w:t>
      </w:r>
      <w:r>
        <w:t xml:space="preserve"> </w:t>
      </w:r>
      <w:r w:rsidRPr="008771C8">
        <w:t xml:space="preserve">członkowskim </w:t>
      </w:r>
      <w:r w:rsidR="00F83228" w:rsidRPr="00F83228">
        <w:t>UE lub EOG</w:t>
      </w:r>
      <w:r w:rsidRPr="008771C8">
        <w:t xml:space="preserve"> określonego świadczenia opieki zdrowotnej.”</w:t>
      </w:r>
      <w:r>
        <w:t>;</w:t>
      </w:r>
    </w:p>
    <w:p w14:paraId="4A052C31" w14:textId="077676D8" w:rsidR="008F6CC9" w:rsidRDefault="00E64161" w:rsidP="00FD1B3D">
      <w:pPr>
        <w:pStyle w:val="PKTpunkt"/>
      </w:pPr>
      <w:r>
        <w:t>2</w:t>
      </w:r>
      <w:r w:rsidR="0089365A">
        <w:t>4</w:t>
      </w:r>
      <w:r w:rsidR="00FD1B3D">
        <w:t xml:space="preserve">) </w:t>
      </w:r>
      <w:r w:rsidR="008F6CC9">
        <w:t>w art. 116 w ust. 1 pkt 5 otrzymuje brzmienie:</w:t>
      </w:r>
    </w:p>
    <w:p w14:paraId="7074B8FD" w14:textId="03C66616" w:rsidR="008F6CC9" w:rsidRDefault="0073279C" w:rsidP="00FD1B3D">
      <w:pPr>
        <w:pStyle w:val="PKTpunkt"/>
      </w:pPr>
      <w:r>
        <w:lastRenderedPageBreak/>
        <w:tab/>
      </w:r>
      <w:r w:rsidRPr="008771C8">
        <w:t>„</w:t>
      </w:r>
      <w:r w:rsidR="008F6CC9">
        <w:t xml:space="preserve">5) dotacje, w tym dotacje celowe przeznaczone na finansowanie zadań, o których mowa w </w:t>
      </w:r>
      <w:r>
        <w:t>art. 97 ust. 3 pkt 2b, 2c i 4c;</w:t>
      </w:r>
      <w:r w:rsidRPr="0073279C">
        <w:t>”</w:t>
      </w:r>
      <w:r w:rsidR="008F6CC9">
        <w:t>;</w:t>
      </w:r>
    </w:p>
    <w:p w14:paraId="26178E34" w14:textId="66B9FBC8" w:rsidR="00FD1B3D" w:rsidRDefault="008F6CC9" w:rsidP="00FD1B3D">
      <w:pPr>
        <w:pStyle w:val="PKTpunkt"/>
      </w:pPr>
      <w:r>
        <w:t>2</w:t>
      </w:r>
      <w:r w:rsidR="0089365A">
        <w:t>5</w:t>
      </w:r>
      <w:r>
        <w:t xml:space="preserve">) </w:t>
      </w:r>
      <w:r w:rsidR="00FD1B3D">
        <w:t>w art. 188:</w:t>
      </w:r>
    </w:p>
    <w:p w14:paraId="70B73721" w14:textId="77777777" w:rsidR="00FD1B3D" w:rsidRDefault="00FD1B3D" w:rsidP="00FD1B3D">
      <w:pPr>
        <w:pStyle w:val="LITlitera"/>
      </w:pPr>
      <w:r>
        <w:t>a) w ust. 1 dodaje się pkt 13 i 14 w brzmieniu:</w:t>
      </w:r>
    </w:p>
    <w:p w14:paraId="3FCAEFD0" w14:textId="77777777" w:rsidR="00FD1B3D" w:rsidRDefault="00FD1B3D" w:rsidP="00FD1B3D">
      <w:pPr>
        <w:pStyle w:val="ZLITUSTzmustliter"/>
        <w:ind w:firstLine="0"/>
      </w:pPr>
      <w:r w:rsidRPr="00390C11">
        <w:t>„</w:t>
      </w:r>
      <w:r>
        <w:t>13) przekazywania świadczeniobiorcom informacji z zakresu profilaktyki i zdrowego trybu życia, uzyskanych w ramach przetwarzania danych, o których mowa w pkt 8;</w:t>
      </w:r>
    </w:p>
    <w:p w14:paraId="675EDE18" w14:textId="77777777" w:rsidR="00FD1B3D" w:rsidRDefault="00FD1B3D" w:rsidP="00FD1B3D">
      <w:pPr>
        <w:pStyle w:val="ZLITUSTzmustliter"/>
        <w:ind w:firstLine="0"/>
      </w:pPr>
      <w:r>
        <w:lastRenderedPageBreak/>
        <w:t>14) przekazywania świadczeniodawcom informacji, o których mowa w pkt 13.</w:t>
      </w:r>
      <w:r w:rsidRPr="00390C11">
        <w:t>”</w:t>
      </w:r>
      <w:r>
        <w:t>,</w:t>
      </w:r>
    </w:p>
    <w:p w14:paraId="3D7B2F43" w14:textId="77777777" w:rsidR="00FD1B3D" w:rsidRDefault="00FD1B3D" w:rsidP="00FD1B3D">
      <w:pPr>
        <w:pStyle w:val="LITlitera"/>
      </w:pPr>
      <w:r>
        <w:t>b) w ust. 4 po pkt 2 dodaje się pkt 2a w brzmieniu:</w:t>
      </w:r>
    </w:p>
    <w:p w14:paraId="39D0F070" w14:textId="77777777" w:rsidR="00FD1B3D" w:rsidRDefault="00FD1B3D" w:rsidP="00FD1B3D">
      <w:pPr>
        <w:pStyle w:val="ZLITPKTzmpktliter"/>
      </w:pPr>
      <w:r w:rsidRPr="00390C11">
        <w:t>„</w:t>
      </w:r>
      <w:r>
        <w:t>2</w:t>
      </w:r>
      <w:r w:rsidRPr="00390C11">
        <w:t xml:space="preserve">a) numery PESEL </w:t>
      </w:r>
      <w:r>
        <w:t xml:space="preserve">dzieci </w:t>
      </w:r>
      <w:r w:rsidR="00C0344C">
        <w:t xml:space="preserve">i </w:t>
      </w:r>
      <w:r>
        <w:t xml:space="preserve">ich </w:t>
      </w:r>
      <w:r w:rsidRPr="00390C11">
        <w:t>ro</w:t>
      </w:r>
      <w:r>
        <w:t>dziców</w:t>
      </w:r>
      <w:r w:rsidRPr="00390C11">
        <w:t>;”</w:t>
      </w:r>
      <w:r>
        <w:t>;</w:t>
      </w:r>
    </w:p>
    <w:p w14:paraId="1FA4BD06" w14:textId="07FD1428" w:rsidR="00FD1B3D" w:rsidRPr="006A7B37" w:rsidRDefault="00E64161" w:rsidP="00FD1B3D">
      <w:pPr>
        <w:pStyle w:val="PKTpunkt"/>
      </w:pPr>
      <w:r>
        <w:t>2</w:t>
      </w:r>
      <w:r w:rsidR="0089365A">
        <w:t>6</w:t>
      </w:r>
      <w:r w:rsidR="00FD1B3D">
        <w:t>) w art. 192 uchyla się ust. 3 i 4.</w:t>
      </w:r>
    </w:p>
    <w:p w14:paraId="0DF45BD6" w14:textId="3FE05643" w:rsidR="00FD1B3D" w:rsidRPr="006A7B37" w:rsidRDefault="00FD1B3D" w:rsidP="00FD1B3D">
      <w:pPr>
        <w:pStyle w:val="ARTartustawynprozporzdzenia"/>
      </w:pPr>
      <w:r w:rsidRPr="006619AE">
        <w:rPr>
          <w:rStyle w:val="Ppogrubienie"/>
        </w:rPr>
        <w:t xml:space="preserve">Art. </w:t>
      </w:r>
      <w:r w:rsidR="00CC0F46">
        <w:rPr>
          <w:rStyle w:val="Ppogrubienie"/>
        </w:rPr>
        <w:t>6</w:t>
      </w:r>
      <w:r w:rsidRPr="006619AE">
        <w:rPr>
          <w:rStyle w:val="Ppogrubienie"/>
        </w:rPr>
        <w:t>.</w:t>
      </w:r>
      <w:r w:rsidRPr="006A7B37">
        <w:t xml:space="preserve"> W ustawie z dnia 17 lutego 2005 r. o informatyzacji działalności podmiotów realizujących zadania publiczne (Dz. U. </w:t>
      </w:r>
      <w:r w:rsidRPr="007F5BA2">
        <w:t>z 201</w:t>
      </w:r>
      <w:r w:rsidR="006657C4">
        <w:t xml:space="preserve">9 r. poz. 700, </w:t>
      </w:r>
      <w:r w:rsidR="003455C3">
        <w:t>730</w:t>
      </w:r>
      <w:r w:rsidR="006657C4">
        <w:t xml:space="preserve"> i 848</w:t>
      </w:r>
      <w:r>
        <w:t>)</w:t>
      </w:r>
      <w:r w:rsidRPr="006A7B37">
        <w:t xml:space="preserve"> wprowadza się następujące zmiany:</w:t>
      </w:r>
    </w:p>
    <w:p w14:paraId="7273CD3F" w14:textId="77777777" w:rsidR="00847430" w:rsidRDefault="00FD1B3D" w:rsidP="00FD1B3D">
      <w:pPr>
        <w:pStyle w:val="PKTpunkt"/>
      </w:pPr>
      <w:r w:rsidRPr="006A7B37">
        <w:lastRenderedPageBreak/>
        <w:t xml:space="preserve">1) </w:t>
      </w:r>
      <w:r w:rsidR="00847430">
        <w:t>w art. 3 pkt 14 otrzymuje brzmienie:</w:t>
      </w:r>
    </w:p>
    <w:p w14:paraId="5F95E60B" w14:textId="51DEE4BC" w:rsidR="0012580E" w:rsidRDefault="00560DFB" w:rsidP="00652DD2">
      <w:pPr>
        <w:pStyle w:val="PKTpunkt"/>
      </w:pPr>
      <w:r>
        <w:tab/>
      </w:r>
      <w:r w:rsidR="00E94C95" w:rsidRPr="00E94C95">
        <w:t>„</w:t>
      </w:r>
      <w:r>
        <w:t xml:space="preserve">14) profil zaufany </w:t>
      </w:r>
      <w:r w:rsidR="005C7310" w:rsidRPr="005C7310">
        <w:t>–</w:t>
      </w:r>
      <w:r>
        <w:t xml:space="preserve"> środek identyfikacji elektronicznej zawierający zestaw danych identyfikujących i opisujących osobę fizyczną, która posiada pełną albo ograniczoną zdolność do czynności prawnych, który został wydany w sposób, o którym mowa w art. 20c;</w:t>
      </w:r>
      <w:r w:rsidR="00862E42" w:rsidRPr="00862E42">
        <w:t>”</w:t>
      </w:r>
      <w:r w:rsidR="00862E42">
        <w:t>;</w:t>
      </w:r>
    </w:p>
    <w:p w14:paraId="14A70D17" w14:textId="77777777" w:rsidR="00471602" w:rsidRDefault="00847430" w:rsidP="00FD1B3D">
      <w:pPr>
        <w:pStyle w:val="PKTpunkt"/>
      </w:pPr>
      <w:r>
        <w:t xml:space="preserve">2) </w:t>
      </w:r>
      <w:r w:rsidR="00FD1B3D" w:rsidRPr="006A7B37">
        <w:t>w art. 12c</w:t>
      </w:r>
      <w:r w:rsidR="00471602">
        <w:t>:</w:t>
      </w:r>
    </w:p>
    <w:p w14:paraId="67ADDDB5" w14:textId="77777777" w:rsidR="00471602" w:rsidRDefault="00471602" w:rsidP="00285D08">
      <w:pPr>
        <w:pStyle w:val="LITlitera"/>
      </w:pPr>
      <w:r>
        <w:t>a) ust. 1 otrzymuje brzmienie:</w:t>
      </w:r>
    </w:p>
    <w:p w14:paraId="141F44FE" w14:textId="77777777" w:rsidR="00471602" w:rsidRDefault="00471602" w:rsidP="00F404EA">
      <w:pPr>
        <w:pStyle w:val="ZUSTzmustartykuempunktem"/>
      </w:pPr>
      <w:r>
        <w:lastRenderedPageBreak/>
        <w:tab/>
      </w:r>
      <w:r w:rsidR="00E94C95" w:rsidRPr="00E94C95">
        <w:t>„</w:t>
      </w:r>
      <w:r>
        <w:t xml:space="preserve">1. Minister właściwy do spraw informatyzacji może raz w roku przeprowadzić konkurs na dofinansowanie projektów informatycznych o publicznym zastosowaniu lub przedsięwzięć wspierających rozwój społeczeństwa informacyjnego, zwany dalej </w:t>
      </w:r>
      <w:r w:rsidR="005754F9" w:rsidRPr="005754F9">
        <w:t>„</w:t>
      </w:r>
      <w:r>
        <w:t>konkursem</w:t>
      </w:r>
      <w:r w:rsidR="00E94C95" w:rsidRPr="00E94C95">
        <w:t>”</w:t>
      </w:r>
      <w:r>
        <w:t>.</w:t>
      </w:r>
      <w:r w:rsidR="00E94C95" w:rsidRPr="00E94C95">
        <w:t>”</w:t>
      </w:r>
      <w:r>
        <w:t>,</w:t>
      </w:r>
    </w:p>
    <w:p w14:paraId="0EA68EC1" w14:textId="77777777" w:rsidR="00FD1B3D" w:rsidRPr="006A7B37" w:rsidRDefault="00471602" w:rsidP="00285D08">
      <w:pPr>
        <w:pStyle w:val="LITlitera"/>
      </w:pPr>
      <w:r>
        <w:t>b)</w:t>
      </w:r>
      <w:r w:rsidR="00FD1B3D" w:rsidRPr="006A7B37">
        <w:t xml:space="preserve"> ust. </w:t>
      </w:r>
      <w:r w:rsidR="00560DFB">
        <w:t>4</w:t>
      </w:r>
      <w:r w:rsidR="00FD1B3D" w:rsidRPr="006A7B37">
        <w:t xml:space="preserve"> </w:t>
      </w:r>
      <w:r w:rsidR="00560DFB">
        <w:t>otrzymuje</w:t>
      </w:r>
      <w:r w:rsidR="00FD1B3D" w:rsidRPr="006A7B37">
        <w:t xml:space="preserve"> brzmieni</w:t>
      </w:r>
      <w:r w:rsidR="00560DFB">
        <w:t>e</w:t>
      </w:r>
      <w:r w:rsidR="00FD1B3D" w:rsidRPr="006A7B37">
        <w:t>:</w:t>
      </w:r>
    </w:p>
    <w:p w14:paraId="26BF4AB8" w14:textId="77777777" w:rsidR="00FD1B3D" w:rsidRPr="006A7B37" w:rsidRDefault="00FD1B3D" w:rsidP="00FD1B3D">
      <w:pPr>
        <w:pStyle w:val="ZUSTzmustartykuempunktem"/>
      </w:pPr>
      <w:r>
        <w:lastRenderedPageBreak/>
        <w:t>„</w:t>
      </w:r>
      <w:r w:rsidR="00560DFB">
        <w:t>4</w:t>
      </w:r>
      <w:r w:rsidRPr="006A7B37">
        <w:t xml:space="preserve">. Podmioty publiczne </w:t>
      </w:r>
      <w:r w:rsidR="00394979">
        <w:t>lub podmioty, o których mowa w art. 20c ust. 2a,</w:t>
      </w:r>
      <w:r w:rsidR="00471602">
        <w:t xml:space="preserve"> </w:t>
      </w:r>
      <w:r w:rsidR="00560DFB">
        <w:t xml:space="preserve">mogące </w:t>
      </w:r>
      <w:r w:rsidR="00471602">
        <w:t>ubiegać</w:t>
      </w:r>
      <w:r w:rsidR="00560DFB">
        <w:t xml:space="preserve"> się o dofinansowanie składają wniosek o dofinansowanie do ministra właściwego do spraw informatyzacji</w:t>
      </w:r>
      <w:r w:rsidRPr="006A7B37">
        <w:t>.</w:t>
      </w:r>
      <w:r>
        <w:t>”;</w:t>
      </w:r>
    </w:p>
    <w:p w14:paraId="13A24F0F" w14:textId="77777777" w:rsidR="00471602" w:rsidRDefault="00847430" w:rsidP="00FD1B3D">
      <w:pPr>
        <w:pStyle w:val="PKTpunkt"/>
        <w:ind w:left="0" w:firstLine="0"/>
      </w:pPr>
      <w:r>
        <w:t>3</w:t>
      </w:r>
      <w:r w:rsidR="00FD1B3D" w:rsidRPr="006A7B37">
        <w:t xml:space="preserve">) </w:t>
      </w:r>
      <w:r w:rsidR="00471602">
        <w:t xml:space="preserve">w art. 19e: </w:t>
      </w:r>
    </w:p>
    <w:p w14:paraId="54BFC099" w14:textId="77777777" w:rsidR="00471602" w:rsidRDefault="00471602" w:rsidP="00285D08">
      <w:pPr>
        <w:pStyle w:val="LITlitera"/>
      </w:pPr>
      <w:r>
        <w:t>a) w ust. 1 pkt 1 otrzymuje brzmienie:</w:t>
      </w:r>
    </w:p>
    <w:p w14:paraId="5B4C98BA" w14:textId="6EF9D484" w:rsidR="0012580E" w:rsidRDefault="00E94C95" w:rsidP="00285D08">
      <w:pPr>
        <w:pStyle w:val="ZPKTzmpktartykuempunktem"/>
      </w:pPr>
      <w:r w:rsidRPr="00E94C95">
        <w:lastRenderedPageBreak/>
        <w:t>„</w:t>
      </w:r>
      <w:r w:rsidR="00471602">
        <w:t>1) pobranie, przechowywanie i prezentację dokumentów elektronicznych, o których mowa w ust. 2, a także przekazywanie tych dokumentów między urządzeniami mobilnymi lub do systemów teleinformatycznych;</w:t>
      </w:r>
      <w:r w:rsidRPr="00E94C95">
        <w:t>”</w:t>
      </w:r>
      <w:r w:rsidR="00471602">
        <w:t>,</w:t>
      </w:r>
    </w:p>
    <w:p w14:paraId="248C0E09" w14:textId="77777777" w:rsidR="00471602" w:rsidRDefault="00471602" w:rsidP="00285D08">
      <w:pPr>
        <w:pStyle w:val="LITlitera"/>
      </w:pPr>
      <w:r>
        <w:t>b) po ust. 1 dodaje się ust. 1a w brzmieniu:</w:t>
      </w:r>
    </w:p>
    <w:p w14:paraId="2C03296A" w14:textId="77777777" w:rsidR="001F65F9" w:rsidRPr="001F65F9" w:rsidRDefault="00E94C95" w:rsidP="00285D08">
      <w:pPr>
        <w:pStyle w:val="ZUSTzmustartykuempunktem"/>
      </w:pPr>
      <w:r w:rsidRPr="00E94C95">
        <w:t>„</w:t>
      </w:r>
      <w:r w:rsidR="001F65F9" w:rsidRPr="001F65F9">
        <w:t>1a. Minister właściwy do spraw informatyzacji może udostępniać</w:t>
      </w:r>
      <w:r w:rsidR="001F65F9">
        <w:t xml:space="preserve"> w publicznej aplikacji </w:t>
      </w:r>
      <w:r w:rsidR="001F65F9" w:rsidRPr="001F65F9">
        <w:t>mobilnej funkcjonalność pozwalającą na:</w:t>
      </w:r>
    </w:p>
    <w:p w14:paraId="10589F8D" w14:textId="77777777" w:rsidR="001F65F9" w:rsidRPr="001F65F9" w:rsidRDefault="001F65F9" w:rsidP="00285D08">
      <w:pPr>
        <w:pStyle w:val="ZUSTzmustartykuempunktem"/>
      </w:pPr>
      <w:r w:rsidRPr="001F65F9">
        <w:t>1) dostęp do usługi online obsługiwanej przy użyciu tej aplikacji;</w:t>
      </w:r>
    </w:p>
    <w:p w14:paraId="32EDA81C" w14:textId="77777777" w:rsidR="001F65F9" w:rsidRPr="001F65F9" w:rsidRDefault="001F65F9" w:rsidP="00285D08">
      <w:pPr>
        <w:pStyle w:val="ZUSTzmustartykuempunktem"/>
      </w:pPr>
      <w:r w:rsidRPr="001F65F9">
        <w:lastRenderedPageBreak/>
        <w:t>2) potwierdzenie udziału w usługach świadczonych na rzecz użytkownika tej aplikacj</w:t>
      </w:r>
      <w:r w:rsidR="00FB2A48">
        <w:t>i w określonym miejscu i czasie;</w:t>
      </w:r>
    </w:p>
    <w:p w14:paraId="62570360" w14:textId="77777777" w:rsidR="001F65F9" w:rsidRPr="001F65F9" w:rsidRDefault="001F65F9" w:rsidP="00285D08">
      <w:pPr>
        <w:pStyle w:val="ZUSTzmustartykuempunktem"/>
      </w:pPr>
      <w:r w:rsidRPr="001F65F9">
        <w:t>3) korzystanie, przy użyciu urządzenia mobilnego, z certyfikatów zawartych w dowodzie osobistym z warstwą elektroniczną</w:t>
      </w:r>
      <w:r w:rsidR="00FB2A48">
        <w:t>;</w:t>
      </w:r>
    </w:p>
    <w:p w14:paraId="3F296579" w14:textId="77777777" w:rsidR="0012580E" w:rsidRDefault="001F65F9" w:rsidP="00652DD2">
      <w:pPr>
        <w:pStyle w:val="ZUSTzmustartykuempunktem"/>
      </w:pPr>
      <w:r w:rsidRPr="001F65F9">
        <w:t>4) wykorzystanie publicznej aplikacji mobilnej w celu przekazywania danych w ramach usług świadczonych na rz</w:t>
      </w:r>
      <w:r>
        <w:t>ecz użytkownika tej aplikacji.”,</w:t>
      </w:r>
    </w:p>
    <w:p w14:paraId="3226A681" w14:textId="28FB521E" w:rsidR="001F65F9" w:rsidRDefault="001F65F9" w:rsidP="00285D08">
      <w:pPr>
        <w:pStyle w:val="LITlitera"/>
      </w:pPr>
      <w:r>
        <w:t>c) po ust. 2 dodaje się ust. 2a</w:t>
      </w:r>
      <w:r w:rsidR="00D62D3E" w:rsidRPr="00D62D3E">
        <w:t>–</w:t>
      </w:r>
      <w:r>
        <w:t>2d w brzmieniu:</w:t>
      </w:r>
    </w:p>
    <w:p w14:paraId="0FCE6AA6" w14:textId="77777777" w:rsidR="001F65F9" w:rsidRPr="001F65F9" w:rsidRDefault="001F65F9" w:rsidP="00285D08">
      <w:pPr>
        <w:pStyle w:val="ZUSTzmustartykuempunktem"/>
      </w:pPr>
      <w:r w:rsidRPr="001F65F9">
        <w:lastRenderedPageBreak/>
        <w:t>„2a. Minister właściwy do spraw informatyzacji może zapewnić użytkownikowi publicznej aplikacji mobilnej możliwość posługiwania się certyfikatem stanowiącym poświadczenie elektroniczne pozwalające na:</w:t>
      </w:r>
    </w:p>
    <w:p w14:paraId="7CDE163A" w14:textId="77777777" w:rsidR="001F65F9" w:rsidRPr="001F65F9" w:rsidRDefault="001F65F9" w:rsidP="00285D08">
      <w:pPr>
        <w:pStyle w:val="ZUSTzmustartykuempunktem"/>
      </w:pPr>
      <w:r w:rsidRPr="001F65F9">
        <w:t>1) potwierdzenie integralności i pochodzenia dokumentu elektronicznego;</w:t>
      </w:r>
    </w:p>
    <w:p w14:paraId="6F07AA8D" w14:textId="77777777" w:rsidR="001F65F9" w:rsidRPr="001F65F9" w:rsidRDefault="001F65F9" w:rsidP="00285D08">
      <w:pPr>
        <w:pStyle w:val="ZUSTzmustartykuempunktem"/>
      </w:pPr>
      <w:r w:rsidRPr="001F65F9">
        <w:t>2) potwierdzenie lub przekazanie danych osobowych tego użytkownika.</w:t>
      </w:r>
    </w:p>
    <w:p w14:paraId="1426CA41" w14:textId="77777777" w:rsidR="001F65F9" w:rsidRPr="001F65F9" w:rsidRDefault="001F65F9" w:rsidP="00285D08">
      <w:pPr>
        <w:pStyle w:val="ZUSTzmustartykuempunktem"/>
      </w:pPr>
      <w:r w:rsidRPr="001F65F9">
        <w:lastRenderedPageBreak/>
        <w:t>2b. Certyfikat:</w:t>
      </w:r>
    </w:p>
    <w:p w14:paraId="2F29C9CD" w14:textId="77777777" w:rsidR="001F65F9" w:rsidRPr="001F65F9" w:rsidRDefault="001F65F9" w:rsidP="00285D08">
      <w:pPr>
        <w:pStyle w:val="ZUSTzmustartykuempunktem"/>
      </w:pPr>
      <w:r w:rsidRPr="001F65F9">
        <w:t>1) może być wydany użytkownikowi publicznej aplikacji mobilnej uwierzytelnionemu w sposób określony w art. 20a ust. 1;</w:t>
      </w:r>
    </w:p>
    <w:p w14:paraId="712F7B10" w14:textId="77777777" w:rsidR="001F65F9" w:rsidRPr="001F65F9" w:rsidRDefault="001F65F9" w:rsidP="00285D08">
      <w:pPr>
        <w:pStyle w:val="ZUSTzmustartykuempunktem"/>
      </w:pPr>
      <w:r w:rsidRPr="001F65F9">
        <w:t>2) wydany jest w systemie teleinformatycznym, o którym mowa w ust. 2;</w:t>
      </w:r>
    </w:p>
    <w:p w14:paraId="4590FA7D" w14:textId="77777777" w:rsidR="001F65F9" w:rsidRPr="001F65F9" w:rsidRDefault="001F65F9" w:rsidP="00285D08">
      <w:pPr>
        <w:pStyle w:val="ZUSTzmustartykuempunktem"/>
      </w:pPr>
      <w:r w:rsidRPr="001F65F9">
        <w:t>3) może zawierać dane, o których mowa w ust. 3.</w:t>
      </w:r>
    </w:p>
    <w:p w14:paraId="65E679FB" w14:textId="77777777" w:rsidR="001F65F9" w:rsidRPr="001F65F9" w:rsidRDefault="001F65F9" w:rsidP="00285D08">
      <w:pPr>
        <w:pStyle w:val="ZUSTzmustartykuempunktem"/>
      </w:pPr>
      <w:r w:rsidRPr="001F65F9">
        <w:t>2c. Minister właściwy do spraw informatyzacji zapewnia mechanizm weryfikacji ważności certyfikatu.</w:t>
      </w:r>
    </w:p>
    <w:p w14:paraId="55E27397" w14:textId="77777777" w:rsidR="00471602" w:rsidRDefault="001F65F9" w:rsidP="00285D08">
      <w:pPr>
        <w:pStyle w:val="ZUSTzmustartykuempunktem"/>
      </w:pPr>
      <w:r w:rsidRPr="001F65F9">
        <w:lastRenderedPageBreak/>
        <w:t>2d. Minister właściwy do spraw informatyzacji może wydać podmiotowi, o którym mowa odpowiednio w art. 19g ust. 1 i 2, certyfikat pozwalający na zabezpieczenie, oraz potwierdzenie pochodzenia, danych przekazywanych pomiędzy system</w:t>
      </w:r>
      <w:r w:rsidR="00FB2A48">
        <w:t>em</w:t>
      </w:r>
      <w:r w:rsidRPr="001F65F9">
        <w:t xml:space="preserve"> teleinformatycznym, o którym mowa w ust. 2, a systemem teleinformatycznym tego podmiotu.”</w:t>
      </w:r>
      <w:r>
        <w:t>;</w:t>
      </w:r>
    </w:p>
    <w:p w14:paraId="6B7946CA" w14:textId="77777777" w:rsidR="001F65F9" w:rsidRPr="00E94C95" w:rsidRDefault="00471602" w:rsidP="00285D08">
      <w:pPr>
        <w:pStyle w:val="PKTpunkt"/>
      </w:pPr>
      <w:r w:rsidRPr="00E94C95">
        <w:t xml:space="preserve">4) </w:t>
      </w:r>
      <w:r w:rsidR="001F65F9" w:rsidRPr="00E94C95">
        <w:t>w art. 19g w ust. 3 pkt 3 otrzymuje brzmienie:</w:t>
      </w:r>
    </w:p>
    <w:p w14:paraId="269D928B" w14:textId="77777777" w:rsidR="001F65F9" w:rsidRPr="001F65F9" w:rsidRDefault="001F65F9" w:rsidP="00285D08">
      <w:pPr>
        <w:pStyle w:val="ZPKTzmpktartykuempunktem"/>
      </w:pPr>
      <w:r>
        <w:tab/>
      </w:r>
      <w:r w:rsidRPr="001F65F9">
        <w:t>„3) odpowiednio określenie:</w:t>
      </w:r>
    </w:p>
    <w:p w14:paraId="060BAC5A" w14:textId="77777777" w:rsidR="001F65F9" w:rsidRPr="001F65F9" w:rsidRDefault="001F65F9" w:rsidP="00285D08">
      <w:pPr>
        <w:pStyle w:val="ZPKTzmpktartykuempunktem"/>
      </w:pPr>
      <w:r w:rsidRPr="001F65F9">
        <w:lastRenderedPageBreak/>
        <w:t>a) dokumentu elektronicznego oraz zakres zawartych w nim danych;</w:t>
      </w:r>
    </w:p>
    <w:p w14:paraId="08DFA19C" w14:textId="77777777" w:rsidR="001F65F9" w:rsidRDefault="001F65F9" w:rsidP="00285D08">
      <w:pPr>
        <w:pStyle w:val="ZPKTzmpktartykuempunktem"/>
      </w:pPr>
      <w:r w:rsidRPr="001F65F9">
        <w:t>b) certyfikatu, w tym</w:t>
      </w:r>
      <w:r>
        <w:t xml:space="preserve"> zakresu zawartych w nim danych.</w:t>
      </w:r>
      <w:r w:rsidRPr="001F65F9">
        <w:t>”</w:t>
      </w:r>
      <w:r>
        <w:t>;</w:t>
      </w:r>
    </w:p>
    <w:p w14:paraId="064797E5" w14:textId="0A39E220" w:rsidR="001F65F9" w:rsidRPr="00E94C95" w:rsidRDefault="001F65F9" w:rsidP="00285D08">
      <w:pPr>
        <w:pStyle w:val="PKTpunkt"/>
      </w:pPr>
      <w:r w:rsidRPr="00E94C95">
        <w:t xml:space="preserve">5) </w:t>
      </w:r>
      <w:r w:rsidR="00960EEE">
        <w:t xml:space="preserve">w </w:t>
      </w:r>
      <w:r w:rsidRPr="00E94C95">
        <w:t xml:space="preserve">art. 19h </w:t>
      </w:r>
      <w:r w:rsidR="00960EEE">
        <w:t xml:space="preserve">zdanie pierwsze </w:t>
      </w:r>
      <w:r w:rsidRPr="00E94C95">
        <w:t>otrzymuje brzmienie:</w:t>
      </w:r>
    </w:p>
    <w:p w14:paraId="039AE4D7" w14:textId="5B40BBC5" w:rsidR="0012580E" w:rsidRDefault="00E94C95" w:rsidP="00F404EA">
      <w:pPr>
        <w:pStyle w:val="ZARTzmartartykuempunktem"/>
      </w:pPr>
      <w:r w:rsidRPr="00E94C95">
        <w:t>„</w:t>
      </w:r>
      <w:r w:rsidR="001F65F9">
        <w:t>Minister właściwy do spraw informatyzacji przetwarza w systemie teleinformatycznym, o którym mowa w art. 19e, dane osobowe użytkowników publicznej aplikacji mobilnej w zakresie niezbędnym do obsługi dokumentów elektronicznych</w:t>
      </w:r>
      <w:r w:rsidR="0012580E">
        <w:t xml:space="preserve"> oraz realizacji czynności, o </w:t>
      </w:r>
      <w:r w:rsidR="0012580E">
        <w:lastRenderedPageBreak/>
        <w:t>których mowa w art. 19e, a także zapewnienia bezpieczeństwa teleinformatycznego i bezpieczeństwa obrotu prawnego.</w:t>
      </w:r>
      <w:r w:rsidRPr="00E94C95">
        <w:t>”</w:t>
      </w:r>
      <w:r w:rsidR="0012580E">
        <w:t>;</w:t>
      </w:r>
    </w:p>
    <w:p w14:paraId="6849CBDE" w14:textId="77777777" w:rsidR="0012580E" w:rsidRPr="00E94C95" w:rsidRDefault="001F65F9" w:rsidP="00285D08">
      <w:pPr>
        <w:pStyle w:val="PKTpunkt"/>
      </w:pPr>
      <w:r w:rsidRPr="00E94C95">
        <w:t xml:space="preserve">6) </w:t>
      </w:r>
      <w:r w:rsidR="0012580E" w:rsidRPr="00E94C95">
        <w:t>w art. 19i dodaje się pkt 4 w brzmieniu:</w:t>
      </w:r>
    </w:p>
    <w:p w14:paraId="721EF397" w14:textId="77777777" w:rsidR="0012580E" w:rsidRDefault="0012580E" w:rsidP="00F404EA">
      <w:pPr>
        <w:pStyle w:val="ZPKTzmpktartykuempunktem"/>
      </w:pPr>
      <w:r w:rsidRPr="0012580E">
        <w:t>„4) warunkach korzystania z certyfikatu.”</w:t>
      </w:r>
      <w:r>
        <w:t>;</w:t>
      </w:r>
    </w:p>
    <w:p w14:paraId="2873CFEF" w14:textId="77777777" w:rsidR="0012580E" w:rsidRPr="00E94C95" w:rsidRDefault="0012580E" w:rsidP="00285D08">
      <w:pPr>
        <w:pStyle w:val="PKTpunkt"/>
      </w:pPr>
      <w:r w:rsidRPr="00E94C95">
        <w:t>7) w art. 20ad:</w:t>
      </w:r>
    </w:p>
    <w:p w14:paraId="7DFCC2D6" w14:textId="77777777" w:rsidR="0012580E" w:rsidRDefault="0012580E" w:rsidP="00285D08">
      <w:pPr>
        <w:pStyle w:val="LITlitera"/>
      </w:pPr>
      <w:r>
        <w:t>a) ust. 3 otrzymuje brzmienie:</w:t>
      </w:r>
    </w:p>
    <w:p w14:paraId="64CB82BA" w14:textId="5FB77A09" w:rsidR="0012580E" w:rsidRPr="007E3D09" w:rsidRDefault="00E94C95" w:rsidP="00F404EA">
      <w:pPr>
        <w:pStyle w:val="ZARTzmartartykuempunktem"/>
      </w:pPr>
      <w:r w:rsidRPr="006436D1">
        <w:lastRenderedPageBreak/>
        <w:t>„</w:t>
      </w:r>
      <w:r w:rsidR="0012580E" w:rsidRPr="00D62D3E">
        <w:t xml:space="preserve">3. W przypadku zmiany w rejestrze PESEL danych, o których mowa w ust. 1, </w:t>
      </w:r>
      <w:r w:rsidR="005C7310">
        <w:t>j</w:t>
      </w:r>
      <w:r w:rsidR="005C7310" w:rsidRPr="00D62D3E">
        <w:t xml:space="preserve">est </w:t>
      </w:r>
      <w:r w:rsidR="005C7310">
        <w:t xml:space="preserve">dokonywana </w:t>
      </w:r>
      <w:r w:rsidR="0012580E" w:rsidRPr="00D62D3E">
        <w:t>automatyczna aktualizacja tych danych zawartych w profilu zaufanym.</w:t>
      </w:r>
      <w:r w:rsidRPr="007E3D09">
        <w:t>”</w:t>
      </w:r>
      <w:r w:rsidR="0012580E" w:rsidRPr="007E3D09">
        <w:t>,</w:t>
      </w:r>
    </w:p>
    <w:p w14:paraId="6E63047E" w14:textId="77777777" w:rsidR="0012580E" w:rsidRDefault="0012580E" w:rsidP="00285D08">
      <w:pPr>
        <w:pStyle w:val="LITlitera"/>
      </w:pPr>
      <w:r>
        <w:t xml:space="preserve">b) po ust. 4 dodaje </w:t>
      </w:r>
      <w:r w:rsidR="00DB49FE">
        <w:t xml:space="preserve">się ust. 4a </w:t>
      </w:r>
      <w:r>
        <w:t>w brzmieniu:</w:t>
      </w:r>
    </w:p>
    <w:p w14:paraId="67B03754" w14:textId="4C8A218A" w:rsidR="0012580E" w:rsidRDefault="0012580E" w:rsidP="00285D08">
      <w:pPr>
        <w:pStyle w:val="ZUSTzmustartykuempunktem"/>
      </w:pPr>
      <w:r w:rsidRPr="0012580E">
        <w:t>„4a. W przypadku gdy w rejestrze PESEL odnotowany został zgon osoby posiadającej profil zaufany, profil zaufany tej osoby jest automatycznie unieważniany.”</w:t>
      </w:r>
      <w:r w:rsidR="00D62D3E">
        <w:t>;</w:t>
      </w:r>
    </w:p>
    <w:p w14:paraId="6E477E89" w14:textId="77777777" w:rsidR="00891F6E" w:rsidRPr="002404FE" w:rsidRDefault="0012580E" w:rsidP="00285D08">
      <w:pPr>
        <w:pStyle w:val="PKTpunkt"/>
      </w:pPr>
      <w:r w:rsidRPr="002404FE">
        <w:t xml:space="preserve">8) </w:t>
      </w:r>
      <w:r w:rsidR="00FD1B3D" w:rsidRPr="002404FE">
        <w:t>w art. 20c</w:t>
      </w:r>
      <w:r w:rsidR="00891F6E" w:rsidRPr="002404FE">
        <w:t>:</w:t>
      </w:r>
    </w:p>
    <w:p w14:paraId="47CE329F" w14:textId="77777777" w:rsidR="00891F6E" w:rsidRDefault="00891F6E" w:rsidP="00285D08">
      <w:pPr>
        <w:pStyle w:val="LITlitera"/>
      </w:pPr>
      <w:r>
        <w:lastRenderedPageBreak/>
        <w:t>a) w ust. 2 dodaje się pkt 5 w brzmieniu:</w:t>
      </w:r>
    </w:p>
    <w:p w14:paraId="4C78EA7B" w14:textId="6A358066" w:rsidR="00891F6E" w:rsidRDefault="002404FE" w:rsidP="00285D08">
      <w:pPr>
        <w:pStyle w:val="ZPKTzmpktartykuempunktem"/>
      </w:pPr>
      <w:r w:rsidRPr="002404FE">
        <w:t>„</w:t>
      </w:r>
      <w:r w:rsidR="00891F6E">
        <w:t>5) Narodowy Fundusz Zdrowia.</w:t>
      </w:r>
      <w:r w:rsidRPr="002404FE">
        <w:t>”</w:t>
      </w:r>
      <w:r w:rsidR="00891F6E">
        <w:t>,</w:t>
      </w:r>
    </w:p>
    <w:p w14:paraId="55C86007" w14:textId="218BBE05" w:rsidR="003B19CB" w:rsidRDefault="00891F6E" w:rsidP="00652DD2">
      <w:pPr>
        <w:pStyle w:val="LITlitera"/>
      </w:pPr>
      <w:r>
        <w:t>b)</w:t>
      </w:r>
      <w:r w:rsidR="00FD1B3D">
        <w:t xml:space="preserve"> po ust. </w:t>
      </w:r>
      <w:r w:rsidR="003B19CB">
        <w:t>2</w:t>
      </w:r>
      <w:r w:rsidR="00FD1B3D">
        <w:t xml:space="preserve"> dodaje się ust. </w:t>
      </w:r>
      <w:r w:rsidR="003B19CB">
        <w:t>2a</w:t>
      </w:r>
      <w:r w:rsidR="00D62D3E" w:rsidRPr="00D62D3E">
        <w:t>–</w:t>
      </w:r>
      <w:r w:rsidR="003B19CB">
        <w:t>2e</w:t>
      </w:r>
      <w:r w:rsidR="00FD1B3D">
        <w:t xml:space="preserve"> w brzmieniu</w:t>
      </w:r>
      <w:r w:rsidR="00FD1B3D" w:rsidRPr="006A7B37">
        <w:t>:</w:t>
      </w:r>
    </w:p>
    <w:p w14:paraId="0318C33D" w14:textId="4D99E712" w:rsidR="003B19CB" w:rsidRPr="003B19CB" w:rsidRDefault="003B19CB" w:rsidP="00285D08">
      <w:pPr>
        <w:pStyle w:val="ZUSTzmustartykuempunktem"/>
      </w:pPr>
      <w:r w:rsidRPr="003B19CB">
        <w:t xml:space="preserve">„2a. Narodowy Fundusz Zdrowia może nadać uprawnienia do potwierdzania w swoim imieniu profilu zaufanego </w:t>
      </w:r>
      <w:r w:rsidR="00974E94">
        <w:t>osobom wskazanym przez świadczeniodawcę</w:t>
      </w:r>
      <w:r w:rsidR="00943395">
        <w:t>, udzielające</w:t>
      </w:r>
      <w:r w:rsidR="00974E94">
        <w:t>go</w:t>
      </w:r>
      <w:r w:rsidR="00943395">
        <w:t xml:space="preserve"> świadczeń z zakresu podstawowej opieki zdrowotnej, spośród świadczeniodawców, którzy zawarli umowy o udzielanie świadczeń z </w:t>
      </w:r>
      <w:r w:rsidR="00943395">
        <w:lastRenderedPageBreak/>
        <w:t xml:space="preserve">zakresu podstawowej opieki zdrowotnej, w tym lekarzowi podstawowej </w:t>
      </w:r>
      <w:r w:rsidR="00974E94">
        <w:t>opieki</w:t>
      </w:r>
      <w:r w:rsidR="00943395">
        <w:t xml:space="preserve"> zdrowotnej, </w:t>
      </w:r>
      <w:r w:rsidR="00974E94">
        <w:t>pielęgniarce podstawowej opieki zdrowotnej lub położnej podstawowej opieki zdrowotnej</w:t>
      </w:r>
      <w:r w:rsidR="00394979">
        <w:t>.</w:t>
      </w:r>
    </w:p>
    <w:p w14:paraId="6806B4B4" w14:textId="3D7E73BF" w:rsidR="003B19CB" w:rsidRPr="003B19CB" w:rsidRDefault="003B19CB" w:rsidP="00285D08">
      <w:pPr>
        <w:pStyle w:val="ZUSTzmustartykuempunktem"/>
      </w:pPr>
      <w:r w:rsidRPr="003B19CB">
        <w:t>2b. Osoba posiadająca uprawnienia do potwierdzania profilu zaufanego, o której mowa w ust. 2a, może potwierdzić profil zaufany wyłącznie świadczeniobiorcy, który w deklaracji wyboru, o której mowa w art. 10 ustawy z dnia 27 października 2017 r. o podstawowej opiece zdrowotnej</w:t>
      </w:r>
      <w:r w:rsidR="00D62D3E">
        <w:t xml:space="preserve"> </w:t>
      </w:r>
      <w:r w:rsidR="00D62D3E" w:rsidRPr="00D62D3E">
        <w:t>(Dz. U. z 2019 r. poz. poz. 357</w:t>
      </w:r>
      <w:r w:rsidR="004741E7">
        <w:t xml:space="preserve"> i 730</w:t>
      </w:r>
      <w:r w:rsidR="00D62D3E" w:rsidRPr="00D62D3E">
        <w:t>)</w:t>
      </w:r>
      <w:r w:rsidRPr="003B19CB">
        <w:t xml:space="preserve">, wskazał </w:t>
      </w:r>
      <w:r w:rsidRPr="003B19CB">
        <w:lastRenderedPageBreak/>
        <w:t>świadczeniodawcę, w ramach, którego działa osoba potwierdzająca profil zaufany.</w:t>
      </w:r>
    </w:p>
    <w:p w14:paraId="644F4A69" w14:textId="77777777" w:rsidR="003B19CB" w:rsidRPr="003B19CB" w:rsidRDefault="003B19CB" w:rsidP="00285D08">
      <w:pPr>
        <w:pStyle w:val="ZUSTzmustartykuempunktem"/>
      </w:pPr>
      <w:r w:rsidRPr="003B19CB">
        <w:t>2c. Narodowy Fundusz Zdrowia niezwłocznie odbiera uprawnienia do potwierdzania profilu zaufanego w przypadku ustania okoliczności, o których mowa w ust. 2a.</w:t>
      </w:r>
    </w:p>
    <w:p w14:paraId="50E69A00" w14:textId="77777777" w:rsidR="003B19CB" w:rsidRPr="003B19CB" w:rsidRDefault="003B19CB" w:rsidP="00285D08">
      <w:pPr>
        <w:pStyle w:val="ZUSTzmustartykuempunktem"/>
      </w:pPr>
      <w:r w:rsidRPr="003B19CB">
        <w:t>2d. Minister właści</w:t>
      </w:r>
      <w:r w:rsidR="00060205">
        <w:t xml:space="preserve">wy do spraw informatyzacji </w:t>
      </w:r>
      <w:r w:rsidRPr="003B19CB">
        <w:t>udostępni</w:t>
      </w:r>
      <w:r w:rsidR="00060205">
        <w:t>a</w:t>
      </w:r>
      <w:r w:rsidRPr="003B19CB">
        <w:t xml:space="preserve"> rozwiązanie techniczne przeznaczone do przekazywania informacji o zdarzeniach, o których mowa w ust. 2a i 2b, pomiędzy systemem </w:t>
      </w:r>
      <w:r w:rsidRPr="003B19CB">
        <w:lastRenderedPageBreak/>
        <w:t>teleinformatycznym Narodowego Funduszu</w:t>
      </w:r>
      <w:r w:rsidR="00DB49FE">
        <w:t xml:space="preserve"> Zdrowia</w:t>
      </w:r>
      <w:r w:rsidRPr="003B19CB">
        <w:t>, w którym znajdują się dane o świadczeniodawcach, udzielających świadczeń z zakresu podstawowej opieki zdrowotnej, na podstawie zawartej z Narodowym Funduszem Zdrowia umowy o udzielanie świadczeń z zakresu podstawowej opieki zdrowotnej, a systemem, o którym mowa w art. 20aa ust. 1, zapewniające automatyczną weryfikację i aktualizację uprawnień do potwierdzania profilu zaufanego.</w:t>
      </w:r>
    </w:p>
    <w:p w14:paraId="39AED581" w14:textId="737B0FB6" w:rsidR="00891F6E" w:rsidRDefault="003B19CB" w:rsidP="00285D08">
      <w:pPr>
        <w:pStyle w:val="ZUSTzmustartykuempunktem"/>
      </w:pPr>
      <w:r w:rsidRPr="003B19CB">
        <w:lastRenderedPageBreak/>
        <w:t>2e. W przypadku, o którym mowa w ust. 2a, dokumenty w postaci papierowej w zakresie potwierdzania, przedłużania i unieważnian</w:t>
      </w:r>
      <w:r w:rsidR="004C431C">
        <w:t>ia profilu zaufanego w sposób i p</w:t>
      </w:r>
      <w:r w:rsidRPr="003B19CB">
        <w:t>rzez okres określony w przepisach wykonawczych wydanych na podstawie art. 20d przechowuje i archiwizuje świadczeniodawca.”</w:t>
      </w:r>
      <w:r w:rsidR="00891F6E">
        <w:t>,</w:t>
      </w:r>
    </w:p>
    <w:p w14:paraId="03419819" w14:textId="77777777" w:rsidR="00891F6E" w:rsidRDefault="00891F6E" w:rsidP="00285D08">
      <w:pPr>
        <w:pStyle w:val="LITlitera"/>
      </w:pPr>
      <w:r>
        <w:t>c) ust. 7 otrzymuje brzmienie:</w:t>
      </w:r>
    </w:p>
    <w:p w14:paraId="0674AF95" w14:textId="77777777" w:rsidR="00FD1B3D" w:rsidRPr="00D62D3E" w:rsidRDefault="002404FE" w:rsidP="005E30A7">
      <w:pPr>
        <w:pStyle w:val="ZUSTzmustartykuempunktem"/>
      </w:pPr>
      <w:r w:rsidRPr="00D62D3E">
        <w:t>„</w:t>
      </w:r>
      <w:r w:rsidR="00891F6E" w:rsidRPr="00D62D3E">
        <w:t xml:space="preserve">7. Minister właściwy do spraw informatyzacji cofa zgodę, o której mowa w ust. 3, albo odbiera uprawnienia, o których mowa w ust. 2b, </w:t>
      </w:r>
      <w:r w:rsidR="00891F6E" w:rsidRPr="00D62D3E">
        <w:lastRenderedPageBreak/>
        <w:t>w przypadku gdy podmiot pełniący funkcję punktu potwierdzającego nie spełnia warunków określonych w przepisach wydanych na podstawie art. 20d pkt 1.</w:t>
      </w:r>
      <w:r w:rsidRPr="00D62D3E">
        <w:t>”</w:t>
      </w:r>
      <w:r w:rsidR="003B19CB" w:rsidRPr="00D62D3E">
        <w:t xml:space="preserve">.  </w:t>
      </w:r>
    </w:p>
    <w:p w14:paraId="458098F5" w14:textId="0C307D93" w:rsidR="00B400FB" w:rsidRDefault="00FD1B3D" w:rsidP="00FD1B3D">
      <w:pPr>
        <w:pStyle w:val="ARTartustawynprozporzdzenia"/>
      </w:pPr>
      <w:r w:rsidRPr="006619AE">
        <w:rPr>
          <w:rStyle w:val="Ppogrubienie"/>
        </w:rPr>
        <w:t xml:space="preserve">Art. </w:t>
      </w:r>
      <w:r w:rsidR="00CC0F46">
        <w:rPr>
          <w:rStyle w:val="Ppogrubienie"/>
        </w:rPr>
        <w:t>7</w:t>
      </w:r>
      <w:r w:rsidRPr="006619AE">
        <w:rPr>
          <w:rStyle w:val="Ppogrubienie"/>
        </w:rPr>
        <w:t>.</w:t>
      </w:r>
      <w:r w:rsidRPr="006A7B37">
        <w:t xml:space="preserve"> </w:t>
      </w:r>
      <w:r w:rsidR="00B400FB">
        <w:t>W ustawie z dnia 6 listopada 2008 r. o prawach pacjenta i Rzeczniku Praw Pacjenta (Dz. U.</w:t>
      </w:r>
      <w:r w:rsidR="00FD7111">
        <w:t xml:space="preserve"> </w:t>
      </w:r>
      <w:r w:rsidR="002404FE">
        <w:t>z 201</w:t>
      </w:r>
      <w:r w:rsidR="000936F8">
        <w:t>9 r. poz. 1127</w:t>
      </w:r>
      <w:r w:rsidR="00B400FB">
        <w:t>) w art. 18 ust. 1a otrzymuje brzmienie:</w:t>
      </w:r>
    </w:p>
    <w:p w14:paraId="7178D7D1" w14:textId="7553BB5A" w:rsidR="00B400FB" w:rsidRDefault="002404FE" w:rsidP="00285D08">
      <w:pPr>
        <w:pStyle w:val="ZARTzmartartykuempunktem"/>
      </w:pPr>
      <w:r w:rsidRPr="002404FE">
        <w:t>„</w:t>
      </w:r>
      <w:r w:rsidR="00B400FB">
        <w:t>1a.</w:t>
      </w:r>
      <w:r w:rsidR="00B400FB" w:rsidRPr="00B400FB">
        <w:t xml:space="preserve"> W przypadku wyrażenia zgody na zabieg operacyjny albo </w:t>
      </w:r>
      <w:r w:rsidR="00B400FB">
        <w:t>zastosowanie</w:t>
      </w:r>
      <w:r w:rsidR="00B400FB" w:rsidRPr="00B400FB">
        <w:t xml:space="preserve"> metody leczenia lub diagnostyki stwarzających </w:t>
      </w:r>
      <w:r w:rsidR="00B400FB" w:rsidRPr="00B400FB">
        <w:lastRenderedPageBreak/>
        <w:t>podwyższone ryzyko dla pacjenta za pośrednictwem Internetowego Konta Pacjenta, o którym mowa w</w:t>
      </w:r>
      <w:r w:rsidR="00910B9F">
        <w:t xml:space="preserve"> </w:t>
      </w:r>
      <w:r w:rsidR="00B400FB" w:rsidRPr="00B400FB">
        <w:t xml:space="preserve">art. </w:t>
      </w:r>
      <w:r w:rsidR="00910B9F">
        <w:t>7a</w:t>
      </w:r>
      <w:r w:rsidR="00B400FB" w:rsidRPr="00B400FB">
        <w:t xml:space="preserve"> ustawy z dnia 28 kwietnia 2011 r. o systemie informacji</w:t>
      </w:r>
      <w:r w:rsidR="00B400FB">
        <w:t xml:space="preserve"> </w:t>
      </w:r>
      <w:r w:rsidR="00B400FB" w:rsidRPr="00B400FB">
        <w:t>w ochronie zdrowia (Dz. U. z 201</w:t>
      </w:r>
      <w:r w:rsidR="00D62D3E">
        <w:t>9 r. poz. 408 i 730</w:t>
      </w:r>
      <w:r w:rsidR="00B400FB" w:rsidRPr="00B400FB">
        <w:t xml:space="preserve">), lub przy użyciu  </w:t>
      </w:r>
      <w:r w:rsidR="00077ECD">
        <w:t xml:space="preserve">podpisu </w:t>
      </w:r>
      <w:r w:rsidR="00B400FB" w:rsidRPr="00B400FB">
        <w:t>osobistego</w:t>
      </w:r>
      <w:r w:rsidR="00D62D3E">
        <w:t>,</w:t>
      </w:r>
      <w:r w:rsidR="00B400FB" w:rsidRPr="00B400FB">
        <w:t xml:space="preserve"> wymagana jest forma dokumentowa.”.</w:t>
      </w:r>
    </w:p>
    <w:p w14:paraId="43FC6243" w14:textId="77777777" w:rsidR="00FD1B3D" w:rsidRPr="006A7B37" w:rsidRDefault="00B400FB" w:rsidP="00FD1B3D">
      <w:pPr>
        <w:pStyle w:val="ARTartustawynprozporzdzenia"/>
      </w:pPr>
      <w:r w:rsidRPr="00285D08">
        <w:rPr>
          <w:rStyle w:val="Ppogrubienie"/>
        </w:rPr>
        <w:t>Art. 8.</w:t>
      </w:r>
      <w:r>
        <w:t xml:space="preserve"> </w:t>
      </w:r>
      <w:r w:rsidR="00FD1B3D" w:rsidRPr="006A7B37">
        <w:t>W ustawie z dnia 28 kwietnia 2011 r. o systemie informacji w ochronie zdrowia (</w:t>
      </w:r>
      <w:r w:rsidR="00FD1B3D" w:rsidRPr="007F5BA2">
        <w:t>Dz. U. z 201</w:t>
      </w:r>
      <w:r w:rsidR="00FD1B3D">
        <w:t>9</w:t>
      </w:r>
      <w:r w:rsidR="00FD1B3D" w:rsidRPr="007F5BA2">
        <w:t xml:space="preserve"> r. poz. </w:t>
      </w:r>
      <w:r w:rsidR="00FD1B3D">
        <w:t>408</w:t>
      </w:r>
      <w:r w:rsidR="00D62D3E">
        <w:t xml:space="preserve"> i 730</w:t>
      </w:r>
      <w:r w:rsidR="00FD1B3D" w:rsidRPr="006A7B37">
        <w:t xml:space="preserve">) wprowadza się następujące zmiany: </w:t>
      </w:r>
    </w:p>
    <w:p w14:paraId="44528F90" w14:textId="77777777" w:rsidR="00FD1B3D" w:rsidRPr="006A7B37" w:rsidRDefault="00FD1B3D" w:rsidP="00FD1B3D">
      <w:pPr>
        <w:pStyle w:val="PKTpunkt"/>
      </w:pPr>
      <w:r w:rsidRPr="006A7B37">
        <w:lastRenderedPageBreak/>
        <w:t>1) w art. 2:</w:t>
      </w:r>
    </w:p>
    <w:p w14:paraId="2E5A5E61" w14:textId="77777777" w:rsidR="00FD1B3D" w:rsidRDefault="00FD1B3D" w:rsidP="00FD1B3D">
      <w:pPr>
        <w:pStyle w:val="LITlitera"/>
      </w:pPr>
      <w:r w:rsidRPr="006A7B37">
        <w:t xml:space="preserve">a) </w:t>
      </w:r>
      <w:r>
        <w:t>pkt 3a otrzymuje brzmienie:</w:t>
      </w:r>
    </w:p>
    <w:p w14:paraId="5BE38BA0" w14:textId="77777777" w:rsidR="00FD1B3D" w:rsidRDefault="00FD1B3D" w:rsidP="00FD1B3D">
      <w:pPr>
        <w:pStyle w:val="ZLITPKTzmpktliter"/>
      </w:pPr>
      <w:r w:rsidRPr="00181F94">
        <w:t>„</w:t>
      </w:r>
      <w:r>
        <w:t xml:space="preserve">3a) certyfikat do uwierzytelniania systemu </w:t>
      </w:r>
      <w:r w:rsidRPr="00D01AAE">
        <w:t>–</w:t>
      </w:r>
      <w:r>
        <w:t xml:space="preserve"> poświadczenie elektroniczne, wydawane przez system, o którym mowa w art. 7 ust. 1, służące do:</w:t>
      </w:r>
    </w:p>
    <w:p w14:paraId="4370518A" w14:textId="77777777" w:rsidR="00FD1B3D" w:rsidRDefault="00FD1B3D" w:rsidP="00FD1B3D">
      <w:pPr>
        <w:pStyle w:val="ZLITPKTzmpktliter"/>
      </w:pPr>
      <w:r>
        <w:t xml:space="preserve">a) uwierzytelniania systemu usługodawcy w Systemie Informacji Medycznej, zwanym dalej </w:t>
      </w:r>
      <w:r w:rsidRPr="00181F94">
        <w:t>„</w:t>
      </w:r>
      <w:r>
        <w:t>SIM</w:t>
      </w:r>
      <w:r w:rsidRPr="00181F94">
        <w:t>”</w:t>
      </w:r>
      <w:r>
        <w:t>, oraz w dziedzinowych systemach teleinformatycznych,</w:t>
      </w:r>
    </w:p>
    <w:p w14:paraId="46F501DC" w14:textId="77777777" w:rsidR="00FD1B3D" w:rsidRPr="006E3255" w:rsidRDefault="00FD1B3D" w:rsidP="00FD1B3D">
      <w:pPr>
        <w:pStyle w:val="ZLITPKTzmpktliter"/>
      </w:pPr>
      <w:r>
        <w:lastRenderedPageBreak/>
        <w:t>b) wzajemnego uwierzytelniania systemów teleinformatycznych usługodawców lub</w:t>
      </w:r>
      <w:r w:rsidRPr="006E3255">
        <w:t xml:space="preserve"> innych podmiotów przetwarzających jednostkowe dane medyczne;</w:t>
      </w:r>
      <w:r w:rsidRPr="00181F94">
        <w:t>”</w:t>
      </w:r>
      <w:r w:rsidRPr="006E3255">
        <w:t>,</w:t>
      </w:r>
    </w:p>
    <w:p w14:paraId="40552FE3" w14:textId="77777777" w:rsidR="00FD1B3D" w:rsidRPr="006A7B37" w:rsidRDefault="00FD1B3D" w:rsidP="00FD1B3D">
      <w:pPr>
        <w:pStyle w:val="LITlitera"/>
      </w:pPr>
      <w:r>
        <w:t xml:space="preserve">b) </w:t>
      </w:r>
      <w:r w:rsidRPr="006A7B37">
        <w:t>pkt 7 otrzymuje brzmienie:</w:t>
      </w:r>
    </w:p>
    <w:p w14:paraId="1F1ADE93" w14:textId="28476142" w:rsidR="00FD1B3D" w:rsidRPr="006A3E4D" w:rsidRDefault="00FD1B3D" w:rsidP="00FD1B3D">
      <w:pPr>
        <w:pStyle w:val="ZLITPKTzmpktliter"/>
      </w:pPr>
      <w:r w:rsidRPr="00194279">
        <w:t xml:space="preserve">„7) jednostkowe dane medyczne </w:t>
      </w:r>
      <w:r w:rsidR="00D62D3E" w:rsidRPr="00D62D3E">
        <w:t>–</w:t>
      </w:r>
      <w:r w:rsidRPr="00194279">
        <w:t xml:space="preserve"> dane osobowe osoby fizycznej o udzielonych, </w:t>
      </w:r>
      <w:r w:rsidRPr="006A3E4D">
        <w:t>udzielanych i planowanych świadczeniach opieki zdrowotnej oraz dotyczące jej stanu zdrowia, w tym profilaktyki zdrowotnej i realizacji programów zdrowotnych;”,</w:t>
      </w:r>
    </w:p>
    <w:p w14:paraId="64D96F56" w14:textId="77777777" w:rsidR="00FD1B3D" w:rsidRPr="006A7B37" w:rsidRDefault="00FD1B3D" w:rsidP="00FD1B3D">
      <w:pPr>
        <w:pStyle w:val="LITlitera"/>
      </w:pPr>
      <w:r>
        <w:lastRenderedPageBreak/>
        <w:t xml:space="preserve">c) </w:t>
      </w:r>
      <w:r w:rsidRPr="006A7B37">
        <w:t>pkt 13 otrzymuje brzmienie:</w:t>
      </w:r>
    </w:p>
    <w:p w14:paraId="04913074" w14:textId="3C61F431" w:rsidR="006657C4" w:rsidRDefault="00FD1B3D" w:rsidP="004C431C">
      <w:pPr>
        <w:pStyle w:val="LITlitera"/>
      </w:pPr>
      <w:r>
        <w:t>„</w:t>
      </w:r>
      <w:r w:rsidRPr="006A7B37">
        <w:t xml:space="preserve">13) system teleinformatyczny </w:t>
      </w:r>
      <w:r w:rsidR="00D62D3E" w:rsidRPr="00D62D3E">
        <w:t>–</w:t>
      </w:r>
      <w:r w:rsidRPr="006A7B37">
        <w:t xml:space="preserve"> system teleinformatyczny w rozumieniu art. 3 pkt 3 ustawy z dnia 17 lutego 2005 r. o informatyzacji działalności podmiotów realizujących zadania publiczne;</w:t>
      </w:r>
      <w:r>
        <w:t>”</w:t>
      </w:r>
      <w:r w:rsidR="006657C4">
        <w:t>,</w:t>
      </w:r>
    </w:p>
    <w:p w14:paraId="50FC8F6E" w14:textId="77777777" w:rsidR="00010590" w:rsidRDefault="00010590" w:rsidP="00910B9F">
      <w:pPr>
        <w:pStyle w:val="LITlitera"/>
      </w:pPr>
      <w:r>
        <w:t>d) pkt 18 otrzymuje brzmienie:</w:t>
      </w:r>
    </w:p>
    <w:p w14:paraId="04175F22" w14:textId="4552AFD6" w:rsidR="00FD1B3D" w:rsidRDefault="00963BC9" w:rsidP="004C431C">
      <w:pPr>
        <w:pStyle w:val="ZPKTzmpktartykuempunktem"/>
      </w:pPr>
      <w:r w:rsidRPr="00963BC9">
        <w:lastRenderedPageBreak/>
        <w:t>„</w:t>
      </w:r>
      <w:r w:rsidR="00010590">
        <w:t xml:space="preserve">18) zdarzenie medyczne przetwarzane w systemie informacji </w:t>
      </w:r>
      <w:r w:rsidR="00D62D3E" w:rsidRPr="00D62D3E">
        <w:t>–</w:t>
      </w:r>
      <w:r w:rsidR="00010590">
        <w:t xml:space="preserve"> świadczenie zdrowotne, o którym mowa w ustawie z dnia 27 sierpnia 2004 r. o świadczeniach opieki zdrowotnej finansow</w:t>
      </w:r>
      <w:r w:rsidR="00025A60">
        <w:t>anych ze środków publicznych</w:t>
      </w:r>
      <w:r w:rsidR="00010590">
        <w:t>;</w:t>
      </w:r>
      <w:r w:rsidRPr="00963BC9">
        <w:t>”</w:t>
      </w:r>
      <w:r w:rsidR="00010590">
        <w:t xml:space="preserve">;  </w:t>
      </w:r>
    </w:p>
    <w:p w14:paraId="0FA94B9C" w14:textId="77777777" w:rsidR="00961E6A" w:rsidRDefault="00FD1B3D" w:rsidP="00FD1B3D">
      <w:pPr>
        <w:pStyle w:val="PKTpunkt"/>
      </w:pPr>
      <w:r>
        <w:t>2) w art. 3 w ust. 3</w:t>
      </w:r>
      <w:r w:rsidR="00961E6A">
        <w:t>:</w:t>
      </w:r>
    </w:p>
    <w:p w14:paraId="6CC6523F" w14:textId="77777777" w:rsidR="00961E6A" w:rsidRDefault="00961E6A" w:rsidP="00910B9F">
      <w:pPr>
        <w:pStyle w:val="LITlitera"/>
      </w:pPr>
      <w:r>
        <w:t>a) pkt 3 otrzymuje brzmienie:</w:t>
      </w:r>
    </w:p>
    <w:p w14:paraId="0F4E2C08" w14:textId="77777777" w:rsidR="00961E6A" w:rsidRDefault="00963BC9" w:rsidP="00910B9F">
      <w:pPr>
        <w:pStyle w:val="ZPKTzmpktartykuempunktem"/>
      </w:pPr>
      <w:r w:rsidRPr="00963BC9">
        <w:t>„</w:t>
      </w:r>
      <w:r w:rsidR="00961E6A" w:rsidRPr="00961E6A">
        <w:t xml:space="preserve">3) Naczelna Rada Lekarska na podstawie ustawy z dnia 2 grudnia 2009 r. o izbach lekarskich, w zakresie danych przetwarzanych w </w:t>
      </w:r>
      <w:r w:rsidR="00961E6A" w:rsidRPr="00961E6A">
        <w:lastRenderedPageBreak/>
        <w:t>Centralnym Rejestrze Lekarzy i Lekarzy Dentystów Rzeczypospolitej Polskiej oraz na podstawie ustawy z dnia 20 lipca 1950 r. o zawodzie felczera, w zakresie danych przetwarzanych w rejestrze felczerów</w:t>
      </w:r>
      <w:r w:rsidR="00961E6A">
        <w:t>;”,</w:t>
      </w:r>
    </w:p>
    <w:p w14:paraId="44FBED2C" w14:textId="77777777" w:rsidR="00FD1B3D" w:rsidRDefault="00961E6A" w:rsidP="00910B9F">
      <w:pPr>
        <w:pStyle w:val="LITlitera"/>
      </w:pPr>
      <w:r>
        <w:t>b)</w:t>
      </w:r>
      <w:r w:rsidR="00FD1B3D">
        <w:t xml:space="preserve"> pkt 6 otrzymuje brzmienie:</w:t>
      </w:r>
    </w:p>
    <w:p w14:paraId="0FC688A7" w14:textId="77777777" w:rsidR="00FD1B3D" w:rsidRPr="0005127C" w:rsidRDefault="00FD1B3D" w:rsidP="00FD1B3D">
      <w:pPr>
        <w:pStyle w:val="ZPKTzmpktartykuempunktem"/>
      </w:pPr>
      <w:r w:rsidRPr="0005127C">
        <w:t>„6) okręgowe izby aptekarskie, na podstawie ustawy z dnia 19 kwietnia 1991 r. o izbach aptekarskich, w odniesieniu do danych zawartych w rejestrze farmaceutów;”;</w:t>
      </w:r>
    </w:p>
    <w:p w14:paraId="4E753613" w14:textId="77777777" w:rsidR="00FD1B3D" w:rsidRPr="006A7B37" w:rsidRDefault="00FD1B3D" w:rsidP="00FD1B3D">
      <w:pPr>
        <w:pStyle w:val="PKTpunkt"/>
      </w:pPr>
      <w:r>
        <w:lastRenderedPageBreak/>
        <w:t>3</w:t>
      </w:r>
      <w:r w:rsidRPr="006A7B37">
        <w:t>)</w:t>
      </w:r>
      <w:r w:rsidRPr="006A7B37">
        <w:tab/>
        <w:t xml:space="preserve">w art. 4 w ust. 3 w pkt 1: </w:t>
      </w:r>
    </w:p>
    <w:p w14:paraId="01A854B7" w14:textId="77777777" w:rsidR="00FD1B3D" w:rsidRDefault="00FD1B3D" w:rsidP="00FD1B3D">
      <w:pPr>
        <w:pStyle w:val="LITlitera"/>
      </w:pPr>
      <w:r w:rsidRPr="006A7B37">
        <w:t>a)</w:t>
      </w:r>
      <w:r w:rsidRPr="006A7B37">
        <w:tab/>
      </w:r>
      <w:r>
        <w:t>po lit. b dodaje się lit.ba w brzmieniu:</w:t>
      </w:r>
    </w:p>
    <w:p w14:paraId="31C6B3D8" w14:textId="77777777" w:rsidR="00FD1B3D" w:rsidRDefault="00FD1B3D" w:rsidP="00FD1B3D">
      <w:pPr>
        <w:pStyle w:val="ZLITLITwPKTzmlitwpktliter"/>
      </w:pPr>
      <w:r w:rsidRPr="006E3255">
        <w:t>„</w:t>
      </w:r>
      <w:r>
        <w:t>b</w:t>
      </w:r>
      <w:r w:rsidRPr="006E3255">
        <w:t xml:space="preserve">a) </w:t>
      </w:r>
      <w:r>
        <w:t>imiona</w:t>
      </w:r>
      <w:r w:rsidR="003B19CB">
        <w:t xml:space="preserve"> i</w:t>
      </w:r>
      <w:r>
        <w:t xml:space="preserve"> nazwiska </w:t>
      </w:r>
      <w:r w:rsidR="003B19CB">
        <w:t xml:space="preserve">rodowe </w:t>
      </w:r>
      <w:r>
        <w:t xml:space="preserve">oraz </w:t>
      </w:r>
      <w:r w:rsidRPr="00390C11">
        <w:t>numery PESEL ro</w:t>
      </w:r>
      <w:r>
        <w:t>dziców</w:t>
      </w:r>
      <w:r w:rsidRPr="006E3255">
        <w:t>;”</w:t>
      </w:r>
      <w:r>
        <w:t>,</w:t>
      </w:r>
    </w:p>
    <w:p w14:paraId="2EEE2443" w14:textId="77777777" w:rsidR="00FD1B3D" w:rsidRPr="006A7B37" w:rsidRDefault="00FD1B3D" w:rsidP="00FD1B3D">
      <w:pPr>
        <w:pStyle w:val="LITlitera"/>
      </w:pPr>
      <w:r>
        <w:t xml:space="preserve">b) </w:t>
      </w:r>
      <w:r w:rsidRPr="006A7B37">
        <w:t xml:space="preserve">po lit. j dodaje się lit. ja w brzmieniu: </w:t>
      </w:r>
    </w:p>
    <w:p w14:paraId="00F1E590" w14:textId="77777777" w:rsidR="00FD1B3D" w:rsidRPr="006A7B37" w:rsidRDefault="00FD1B3D" w:rsidP="00FD1B3D">
      <w:pPr>
        <w:pStyle w:val="ZLITLITwPKTzmlitwpktliter"/>
      </w:pPr>
      <w:r>
        <w:t>„</w:t>
      </w:r>
      <w:r w:rsidRPr="006A7B37">
        <w:t>ja) adres zameldowania,</w:t>
      </w:r>
      <w:r>
        <w:t>”</w:t>
      </w:r>
      <w:r w:rsidRPr="006A7B37">
        <w:t>,</w:t>
      </w:r>
    </w:p>
    <w:p w14:paraId="5B007E85" w14:textId="5FFA4A6A" w:rsidR="00FD1B3D" w:rsidRPr="006A7B37" w:rsidRDefault="00FD1B3D" w:rsidP="00FD1B3D">
      <w:pPr>
        <w:pStyle w:val="LITlitera"/>
      </w:pPr>
      <w:r>
        <w:t>c</w:t>
      </w:r>
      <w:r w:rsidRPr="006A7B37">
        <w:t>)</w:t>
      </w:r>
      <w:r w:rsidRPr="006A7B37">
        <w:tab/>
        <w:t xml:space="preserve">lit. n </w:t>
      </w:r>
      <w:r>
        <w:t xml:space="preserve">oraz </w:t>
      </w:r>
      <w:r w:rsidRPr="006A7B37">
        <w:t>o otrzymuj</w:t>
      </w:r>
      <w:r>
        <w:t>ą</w:t>
      </w:r>
      <w:r w:rsidRPr="006A7B37">
        <w:t xml:space="preserve"> brzmienie:</w:t>
      </w:r>
    </w:p>
    <w:p w14:paraId="3D02952A" w14:textId="77777777" w:rsidR="005F32CC" w:rsidRDefault="00FD1B3D" w:rsidP="00FD1B3D">
      <w:pPr>
        <w:pStyle w:val="ZLITLITwPKTzmlitwpktliter"/>
      </w:pPr>
      <w:r>
        <w:t>„</w:t>
      </w:r>
      <w:r w:rsidRPr="006A7B37">
        <w:t>n) informację o posiadaniu orzeczenia o niepełnosprawności albo orzeczenia o stopniu niepełnosprawności,</w:t>
      </w:r>
      <w:r>
        <w:t xml:space="preserve"> </w:t>
      </w:r>
    </w:p>
    <w:p w14:paraId="2721359D" w14:textId="77777777" w:rsidR="00FD1B3D" w:rsidRPr="006A3E4D" w:rsidRDefault="00FD1B3D" w:rsidP="00FD1B3D">
      <w:pPr>
        <w:pStyle w:val="ZLITLITwPKTzmlitwpktliter"/>
      </w:pPr>
      <w:r w:rsidRPr="00194279">
        <w:lastRenderedPageBreak/>
        <w:t>o) uprawnienia dodatkowe, w tym numer i termin ważności dokumentów potwierdzających te uprawnienia oraz datę utraty tych uprawnień,</w:t>
      </w:r>
      <w:r w:rsidRPr="006A3E4D">
        <w:t>”,</w:t>
      </w:r>
    </w:p>
    <w:p w14:paraId="40129B35" w14:textId="77777777" w:rsidR="00FD1B3D" w:rsidRPr="006A7B37" w:rsidRDefault="00FD1B3D" w:rsidP="00FD1B3D">
      <w:pPr>
        <w:pStyle w:val="LITlitera"/>
      </w:pPr>
      <w:r>
        <w:t>d</w:t>
      </w:r>
      <w:r w:rsidRPr="006A7B37">
        <w:t xml:space="preserve">) lit. r otrzymuje brzmienie: </w:t>
      </w:r>
    </w:p>
    <w:p w14:paraId="24D90B8F" w14:textId="77777777" w:rsidR="00FD1B3D" w:rsidRPr="006A7B37" w:rsidRDefault="00FD1B3D" w:rsidP="00FD1B3D">
      <w:pPr>
        <w:pStyle w:val="ZLITLITwPKTzmlitwpktliter"/>
      </w:pPr>
      <w:r>
        <w:t>„</w:t>
      </w:r>
      <w:r w:rsidRPr="006A7B37">
        <w:t>r) datę zgonu albo datę znalezienia zwłok,</w:t>
      </w:r>
      <w:r>
        <w:t>”</w:t>
      </w:r>
      <w:r w:rsidRPr="006A7B37">
        <w:t>;</w:t>
      </w:r>
    </w:p>
    <w:p w14:paraId="359D357B" w14:textId="77777777" w:rsidR="0035565B" w:rsidRDefault="00FD1B3D" w:rsidP="00FD1B3D">
      <w:pPr>
        <w:pStyle w:val="PKTpunkt"/>
      </w:pPr>
      <w:r>
        <w:t>4</w:t>
      </w:r>
      <w:r w:rsidRPr="006A7B37">
        <w:t xml:space="preserve">) </w:t>
      </w:r>
      <w:r>
        <w:t>w art. 5</w:t>
      </w:r>
      <w:r w:rsidR="0035565B">
        <w:t>:</w:t>
      </w:r>
    </w:p>
    <w:p w14:paraId="6B1982ED" w14:textId="77777777" w:rsidR="00FD1B3D" w:rsidRDefault="0035565B" w:rsidP="00A66D03">
      <w:pPr>
        <w:pStyle w:val="LITlitera"/>
      </w:pPr>
      <w:r>
        <w:t>a)</w:t>
      </w:r>
      <w:r w:rsidR="00FD1B3D">
        <w:t xml:space="preserve"> w ust. 1</w:t>
      </w:r>
      <w:r w:rsidR="00A66D03">
        <w:t xml:space="preserve"> </w:t>
      </w:r>
      <w:r w:rsidR="00FD1B3D">
        <w:t>w pkt 2 dodaje się lit. l w brzmieniu:</w:t>
      </w:r>
    </w:p>
    <w:p w14:paraId="4CC0B6BB" w14:textId="34F37B97" w:rsidR="00FD1B3D" w:rsidRDefault="00FD1B3D" w:rsidP="00FD1B3D">
      <w:pPr>
        <w:pStyle w:val="ZPKTzmpktartykuempunktem"/>
      </w:pPr>
      <w:r w:rsidRPr="00A414A0">
        <w:t>„</w:t>
      </w:r>
      <w:r>
        <w:t xml:space="preserve">l) Rejestru Asystentów Medycznych, zwanego dalej </w:t>
      </w:r>
      <w:r w:rsidRPr="00A414A0">
        <w:t>„</w:t>
      </w:r>
      <w:r>
        <w:t>RAM”;</w:t>
      </w:r>
      <w:r w:rsidR="001A47F3" w:rsidRPr="001A47F3">
        <w:t>”</w:t>
      </w:r>
      <w:r w:rsidR="001A47F3">
        <w:t>,</w:t>
      </w:r>
    </w:p>
    <w:p w14:paraId="182F0EDC" w14:textId="77777777" w:rsidR="0035565B" w:rsidRPr="0035565B" w:rsidRDefault="0035565B" w:rsidP="00A66D03">
      <w:pPr>
        <w:pStyle w:val="ZPKTzmpktartykuempunktem"/>
      </w:pPr>
      <w:r w:rsidRPr="0035565B">
        <w:lastRenderedPageBreak/>
        <w:t>b) po ust. 3 dodaje się ust. 3a w brzmieniu:</w:t>
      </w:r>
    </w:p>
    <w:p w14:paraId="6059C91D" w14:textId="17051B0D" w:rsidR="0035565B" w:rsidRDefault="00963BC9" w:rsidP="00A66D03">
      <w:pPr>
        <w:pStyle w:val="ZPKTzmpktartykuempunktem"/>
        <w:ind w:left="0" w:firstLine="0"/>
      </w:pPr>
      <w:r w:rsidRPr="00963BC9">
        <w:t>„</w:t>
      </w:r>
      <w:r w:rsidR="0035565B" w:rsidRPr="0035565B">
        <w:t>3a. Dane zawarte w systemie informacji nie podlegają udostępnianiu na zasadach określonych w ustawie z dnia 6 września 2001 r. o dostępie do informacji publicznej (Dz. U. z 201</w:t>
      </w:r>
      <w:r w:rsidR="001A47F3">
        <w:t>8</w:t>
      </w:r>
      <w:r w:rsidR="0035565B" w:rsidRPr="0035565B">
        <w:t xml:space="preserve"> r. poz.</w:t>
      </w:r>
      <w:r w:rsidR="001A47F3">
        <w:t xml:space="preserve"> 1330 i 1669</w:t>
      </w:r>
      <w:r w:rsidR="0035565B" w:rsidRPr="0035565B">
        <w:t>)</w:t>
      </w:r>
      <w:r>
        <w:t>,</w:t>
      </w:r>
      <w:r w:rsidRPr="00963BC9">
        <w:t xml:space="preserve"> ”</w:t>
      </w:r>
      <w:r w:rsidR="0035565B" w:rsidRPr="0035565B">
        <w:t>;</w:t>
      </w:r>
    </w:p>
    <w:p w14:paraId="6F854A67" w14:textId="77777777" w:rsidR="00FD1B3D" w:rsidRPr="006A7B37" w:rsidRDefault="00FD1B3D" w:rsidP="00FD1B3D">
      <w:pPr>
        <w:pStyle w:val="PKTpunkt"/>
      </w:pPr>
      <w:r>
        <w:t xml:space="preserve">5) </w:t>
      </w:r>
      <w:r w:rsidRPr="006A7B37">
        <w:t>w art. 7:</w:t>
      </w:r>
    </w:p>
    <w:p w14:paraId="67844EB2" w14:textId="77777777" w:rsidR="00FD1B3D" w:rsidRPr="006A7B37" w:rsidRDefault="00FD1B3D" w:rsidP="00FD1B3D">
      <w:pPr>
        <w:pStyle w:val="LITlitera"/>
      </w:pPr>
      <w:r w:rsidRPr="006A7B37">
        <w:t>a) w ust. 1:</w:t>
      </w:r>
    </w:p>
    <w:p w14:paraId="59CBF77A" w14:textId="77777777" w:rsidR="00FD1B3D" w:rsidRPr="006A7B37" w:rsidRDefault="00FD1B3D" w:rsidP="00FD1B3D">
      <w:pPr>
        <w:pStyle w:val="TIRtiret"/>
      </w:pPr>
      <w:r w:rsidRPr="006A7B37">
        <w:t>- pkt 1b otrzymuje brzmienie:</w:t>
      </w:r>
    </w:p>
    <w:p w14:paraId="00E1E3FB" w14:textId="77777777" w:rsidR="00FD1B3D" w:rsidRPr="006A7B37" w:rsidRDefault="00FD1B3D" w:rsidP="00652DD2">
      <w:pPr>
        <w:pStyle w:val="ZTIRPKTzmpkttiret"/>
      </w:pPr>
      <w:r w:rsidRPr="00A414A0">
        <w:lastRenderedPageBreak/>
        <w:t xml:space="preserve">„1b) przekazywanie przez Zakład Ubezpieczeń Społecznych </w:t>
      </w:r>
      <w:r w:rsidR="005F32CC">
        <w:t xml:space="preserve">informacji, o których mowa w art. 60a ust. 2 </w:t>
      </w:r>
      <w:r w:rsidRPr="00A414A0">
        <w:t xml:space="preserve"> ustawy z dnia 2</w:t>
      </w:r>
      <w:r w:rsidRPr="00675883">
        <w:t>5 czerwca 1999 r. o świadczeniach pieniężnych z ubezpieczenia społecznego w razie choroby i macierzyństwa oraz ich przechowywanie;</w:t>
      </w:r>
      <w:r>
        <w:t>”,</w:t>
      </w:r>
    </w:p>
    <w:p w14:paraId="74F3D3CB" w14:textId="6299773D" w:rsidR="00FD1B3D" w:rsidRPr="006A7B37" w:rsidRDefault="00FD1B3D" w:rsidP="00FD1B3D">
      <w:pPr>
        <w:pStyle w:val="TIRtiret"/>
      </w:pPr>
      <w:r w:rsidRPr="006A7B37">
        <w:t>- dodaje się pkt 10</w:t>
      </w:r>
      <w:r w:rsidR="00D346C9">
        <w:t xml:space="preserve"> i </w:t>
      </w:r>
      <w:r w:rsidRPr="006A7B37">
        <w:t>1</w:t>
      </w:r>
      <w:r w:rsidR="00A3163B">
        <w:t>1</w:t>
      </w:r>
      <w:r w:rsidRPr="006A7B37">
        <w:t xml:space="preserve"> w brzmieniu:</w:t>
      </w:r>
    </w:p>
    <w:p w14:paraId="49111B1E" w14:textId="77777777" w:rsidR="00FD1B3D" w:rsidRPr="006A7B37" w:rsidRDefault="00FD1B3D" w:rsidP="00FD1B3D">
      <w:pPr>
        <w:pStyle w:val="ZTIRPKTzmpkttiret"/>
      </w:pPr>
      <w:r>
        <w:lastRenderedPageBreak/>
        <w:t>„</w:t>
      </w:r>
      <w:r w:rsidR="00A35C58" w:rsidRPr="00A35C58">
        <w:t>10) przekazywanie i odbieranie danych osobowych i jednostkowych danych medycznych usługobiorców w ramach wystawiania i realizacji recepty transgranicznej</w:t>
      </w:r>
      <w:r w:rsidR="00A35C58">
        <w:t>;</w:t>
      </w:r>
    </w:p>
    <w:p w14:paraId="304A2365" w14:textId="77777777" w:rsidR="00FD1B3D" w:rsidRPr="006A7B37" w:rsidRDefault="00FD1B3D" w:rsidP="00652DD2">
      <w:pPr>
        <w:pStyle w:val="ZTIRPKTzmpkttiret"/>
      </w:pPr>
      <w:r w:rsidRPr="006A7B37">
        <w:t xml:space="preserve">11) uzyskiwanie przez </w:t>
      </w:r>
      <w:r w:rsidR="00025A60">
        <w:t xml:space="preserve">lekarzy, lekarzy dentystów, pielęgniarki, położne, felczerów, </w:t>
      </w:r>
      <w:r w:rsidR="002F0E65">
        <w:t xml:space="preserve">starszych felczerów, </w:t>
      </w:r>
      <w:r w:rsidR="00025A60">
        <w:t xml:space="preserve">fizjoterapeutów, farmaceutów, </w:t>
      </w:r>
      <w:r w:rsidR="00EC2961">
        <w:t>techników farmaceutycznych</w:t>
      </w:r>
      <w:r w:rsidR="00C35EC7">
        <w:t xml:space="preserve"> </w:t>
      </w:r>
      <w:r w:rsidR="00025A60">
        <w:t>oraz osoby wykonujące czynności pomocnicze</w:t>
      </w:r>
      <w:r w:rsidR="00EC2961">
        <w:t xml:space="preserve"> przy udzielaniu świadczeń opieki </w:t>
      </w:r>
      <w:r w:rsidR="00EC2961">
        <w:lastRenderedPageBreak/>
        <w:t xml:space="preserve">zdrowotnej </w:t>
      </w:r>
      <w:r w:rsidRPr="006A7B37">
        <w:t>informacji o uprawnieniach dodatkowych</w:t>
      </w:r>
      <w:r>
        <w:t xml:space="preserve"> oraz informacji o posiadaniu orzeczenia o niepełnosprawności albo orzeczenia o stopniu niepełnosprawności</w:t>
      </w:r>
      <w:r w:rsidRPr="006A7B37">
        <w:t>.</w:t>
      </w:r>
      <w:r>
        <w:t>”</w:t>
      </w:r>
      <w:r w:rsidRPr="006A7B37">
        <w:t>,</w:t>
      </w:r>
    </w:p>
    <w:p w14:paraId="273C96D6" w14:textId="47EEC66A" w:rsidR="00FD1B3D" w:rsidRPr="006A7B37" w:rsidRDefault="00FD1B3D" w:rsidP="00FD1B3D">
      <w:pPr>
        <w:pStyle w:val="LITlitera"/>
      </w:pPr>
      <w:r w:rsidRPr="006A7B37">
        <w:t xml:space="preserve">b) po ust. 2 dodaje się ust. 2a </w:t>
      </w:r>
      <w:r w:rsidR="00AC02D5">
        <w:t xml:space="preserve">i 2b </w:t>
      </w:r>
      <w:r w:rsidRPr="006A7B37">
        <w:t>w brzmieniu:</w:t>
      </w:r>
    </w:p>
    <w:p w14:paraId="2E3E9D3D" w14:textId="7250C88D" w:rsidR="00AC02D5" w:rsidRDefault="00FD1B3D" w:rsidP="00FD1B3D">
      <w:pPr>
        <w:pStyle w:val="ZLITUSTzmustliter"/>
      </w:pPr>
      <w:r>
        <w:t>„</w:t>
      </w:r>
      <w:r w:rsidRPr="006A7B37">
        <w:t>2a. Jednostka, o której mowa w ust. 2, wykonuje zadania Krajowego Punktu Kontaktowego do spraw Transgranicznej Opieki Zdrowotnej w zakresie wymiany recepty transgranicznej w postaci elektronicznej</w:t>
      </w:r>
      <w:r w:rsidR="000936F8">
        <w:t xml:space="preserve">, zwanego dalej </w:t>
      </w:r>
      <w:r w:rsidR="000936F8" w:rsidRPr="000936F8">
        <w:t>„</w:t>
      </w:r>
      <w:r w:rsidR="00AC02D5">
        <w:t>KPK</w:t>
      </w:r>
      <w:r w:rsidR="000936F8" w:rsidRPr="000936F8">
        <w:t>”</w:t>
      </w:r>
      <w:r w:rsidRPr="006A7B37">
        <w:t>.</w:t>
      </w:r>
    </w:p>
    <w:p w14:paraId="2457488F" w14:textId="77777777" w:rsidR="00AC02D5" w:rsidRDefault="00AC02D5" w:rsidP="00AC02D5">
      <w:pPr>
        <w:pStyle w:val="ZLITUSTzmustliter"/>
      </w:pPr>
      <w:r>
        <w:lastRenderedPageBreak/>
        <w:t>2b. Do zadań KPK należy w szczególności:</w:t>
      </w:r>
    </w:p>
    <w:p w14:paraId="2527C4CB" w14:textId="3B4E1B43" w:rsidR="000936F8" w:rsidRDefault="00AC02D5" w:rsidP="000936F8">
      <w:pPr>
        <w:pStyle w:val="ZLITUSTzmustliter"/>
      </w:pPr>
      <w:r w:rsidRPr="00AC02D5">
        <w:t>1) przygotowanie, testowanie, wdr</w:t>
      </w:r>
      <w:r>
        <w:t>ożenie, uruchomienie i obsługa</w:t>
      </w:r>
      <w:r w:rsidRPr="00AC02D5">
        <w:t xml:space="preserve"> e-usługi transgranicznej wymiany recept elektronicznych przez umożliwienie elektroniczne</w:t>
      </w:r>
      <w:r>
        <w:t>go przesyłania danych</w:t>
      </w:r>
      <w:r w:rsidRPr="00AC02D5">
        <w:t xml:space="preserve"> między Rzeczpospolitą Polską a innymi państwami członkowskimi Unii Europejskiej </w:t>
      </w:r>
      <w:r w:rsidR="006F5E3E" w:rsidRPr="006F5E3E">
        <w:t xml:space="preserve"> </w:t>
      </w:r>
      <w:r w:rsidR="006F5E3E">
        <w:t>lub państwami</w:t>
      </w:r>
      <w:r w:rsidR="006F5E3E" w:rsidRPr="006F5E3E">
        <w:t xml:space="preserve"> członkowskim</w:t>
      </w:r>
      <w:r w:rsidR="006F5E3E">
        <w:t>i</w:t>
      </w:r>
      <w:r w:rsidR="006F5E3E" w:rsidRPr="006F5E3E">
        <w:t xml:space="preserve"> Europejskiego Porozumienia o Wolnym Handlu (EFTA) –</w:t>
      </w:r>
      <w:r w:rsidR="006F5E3E">
        <w:t xml:space="preserve"> stronami</w:t>
      </w:r>
      <w:r w:rsidR="006F5E3E" w:rsidRPr="006F5E3E">
        <w:t xml:space="preserve"> umowy o </w:t>
      </w:r>
      <w:r w:rsidR="006F5E3E" w:rsidRPr="006F5E3E">
        <w:lastRenderedPageBreak/>
        <w:t xml:space="preserve">Europejskim Obszarze Gospodarczym </w:t>
      </w:r>
      <w:r w:rsidRPr="00AC02D5">
        <w:t>w ramach świadczenia usług tr</w:t>
      </w:r>
      <w:r>
        <w:t>ansgranicznej opieki zdrowotnej;</w:t>
      </w:r>
    </w:p>
    <w:p w14:paraId="5A734B9C" w14:textId="0D9E370A" w:rsidR="0033771C" w:rsidRDefault="00AC02D5" w:rsidP="000936F8">
      <w:pPr>
        <w:pStyle w:val="ZLITUSTzmustliter"/>
      </w:pPr>
      <w:r>
        <w:t>2) współpraca</w:t>
      </w:r>
      <w:r w:rsidRPr="00AC02D5">
        <w:t xml:space="preserve"> z Komisją Europejską i krajowymi pu</w:t>
      </w:r>
      <w:r>
        <w:t>nktami kontaktowymi do spraw e-z</w:t>
      </w:r>
      <w:r w:rsidRPr="00AC02D5">
        <w:t>drowia działającymi w innych państwach członkowskich Unii Europejskiej</w:t>
      </w:r>
      <w:r w:rsidR="006F5E3E">
        <w:t xml:space="preserve"> lub państwach</w:t>
      </w:r>
      <w:r w:rsidR="006F5E3E" w:rsidRPr="006F5E3E">
        <w:t xml:space="preserve"> członkowski</w:t>
      </w:r>
      <w:r w:rsidR="006F5E3E">
        <w:t>ch</w:t>
      </w:r>
      <w:r w:rsidR="006F5E3E" w:rsidRPr="006F5E3E">
        <w:t xml:space="preserve"> Europejskiego Porozumienia o Wolnym Handlu (EFTA) –</w:t>
      </w:r>
      <w:r w:rsidR="006F5E3E">
        <w:t xml:space="preserve"> stronach</w:t>
      </w:r>
      <w:r w:rsidR="006F5E3E" w:rsidRPr="006F5E3E">
        <w:t xml:space="preserve"> umowy o Europejskim Obszarze Gospodarczym</w:t>
      </w:r>
      <w:r>
        <w:t>.</w:t>
      </w:r>
      <w:r w:rsidR="00FD1B3D" w:rsidRPr="007E4073">
        <w:t>”</w:t>
      </w:r>
      <w:r w:rsidR="00FD1B3D">
        <w:t>,</w:t>
      </w:r>
    </w:p>
    <w:p w14:paraId="14287E89" w14:textId="77777777" w:rsidR="00FD1B3D" w:rsidRDefault="00FD1B3D" w:rsidP="00FD1B3D">
      <w:pPr>
        <w:pStyle w:val="LITlitera"/>
      </w:pPr>
      <w:r>
        <w:lastRenderedPageBreak/>
        <w:t>c) po ust. 5 dodaje się ust. 6 w brzmieniu:</w:t>
      </w:r>
    </w:p>
    <w:p w14:paraId="708AFF98" w14:textId="77777777" w:rsidR="00FD1B3D" w:rsidRPr="006A7B37" w:rsidRDefault="00FD1B3D" w:rsidP="00FD1B3D">
      <w:pPr>
        <w:pStyle w:val="ZLITUSTzmustliter"/>
      </w:pPr>
      <w:r>
        <w:t xml:space="preserve">„6. </w:t>
      </w:r>
      <w:r w:rsidR="002F0E65">
        <w:t>Jednostka</w:t>
      </w:r>
      <w:r>
        <w:t>, o któr</w:t>
      </w:r>
      <w:r w:rsidR="002F0E65">
        <w:t>ej</w:t>
      </w:r>
      <w:r>
        <w:t xml:space="preserve"> mowa w ust. 2 może przekazywać usługobiorcom informacje, o których mowa w ust. 1 pkt 1, oraz inne informacje istotne dla ich stanu zdrowia również za pośrednictwem innych narzędzi niż system, o którym mowa w art. 7 ust. 1.</w:t>
      </w:r>
      <w:r w:rsidRPr="007E4073">
        <w:t>”</w:t>
      </w:r>
      <w:r w:rsidRPr="006A7B37">
        <w:t>;</w:t>
      </w:r>
    </w:p>
    <w:p w14:paraId="1F7C6268" w14:textId="77777777" w:rsidR="00FD1B3D" w:rsidRPr="006A7B37" w:rsidRDefault="00FD1B3D" w:rsidP="00FD1B3D">
      <w:pPr>
        <w:pStyle w:val="PKTpunkt"/>
      </w:pPr>
      <w:r>
        <w:t>6</w:t>
      </w:r>
      <w:r w:rsidRPr="006A7B37">
        <w:t>) w art. 7a:</w:t>
      </w:r>
    </w:p>
    <w:p w14:paraId="378264FC" w14:textId="77777777" w:rsidR="00125FDA" w:rsidRDefault="00FD1B3D" w:rsidP="00FD1B3D">
      <w:pPr>
        <w:pStyle w:val="ARTartustawynprozporzdzenia"/>
      </w:pPr>
      <w:r w:rsidRPr="006A7B37">
        <w:t xml:space="preserve">a) </w:t>
      </w:r>
      <w:r>
        <w:t>w ust. 1</w:t>
      </w:r>
      <w:r w:rsidR="00125FDA">
        <w:t>:</w:t>
      </w:r>
    </w:p>
    <w:p w14:paraId="74A538C6" w14:textId="05903A0C" w:rsidR="00125FDA" w:rsidRDefault="00125FDA" w:rsidP="00FD1B3D">
      <w:pPr>
        <w:pStyle w:val="ARTartustawynprozporzdzenia"/>
      </w:pPr>
      <w:r>
        <w:t>- pkt 3 otrzymuje brzmienie:</w:t>
      </w:r>
    </w:p>
    <w:p w14:paraId="20E82997" w14:textId="0EE19A9E" w:rsidR="00125FDA" w:rsidRDefault="00D346C9" w:rsidP="00FD1B3D">
      <w:pPr>
        <w:pStyle w:val="ARTartustawynprozporzdzenia"/>
      </w:pPr>
      <w:r w:rsidRPr="00A414A0">
        <w:lastRenderedPageBreak/>
        <w:t>„</w:t>
      </w:r>
      <w:r w:rsidR="005B2AA7">
        <w:t xml:space="preserve">3) </w:t>
      </w:r>
      <w:r w:rsidR="00125FDA">
        <w:t>składanie oświadczeń o upoważnieniu osoby do dostępu do dokumentacji medycznej, o którym mowa w art. 26 ust. 1 ustawy z dnia 6 listopada 2008 r. o prawach pacjenta i Rzeczniku Praw Pacjenta, lub o wyrażeniu zgody na udostępnienie danych, o której mowa w art. 3</w:t>
      </w:r>
      <w:r>
        <w:t>5 ust. 1a, lub o ich wycofaniu;</w:t>
      </w:r>
      <w:r w:rsidRPr="00D346C9">
        <w:t>”</w:t>
      </w:r>
      <w:r w:rsidR="00125FDA">
        <w:t>,</w:t>
      </w:r>
    </w:p>
    <w:p w14:paraId="01D7F0C0" w14:textId="23DE441F" w:rsidR="00FD1B3D" w:rsidRPr="006A7B37" w:rsidRDefault="00125FDA" w:rsidP="00FD1B3D">
      <w:pPr>
        <w:pStyle w:val="ARTartustawynprozporzdzenia"/>
      </w:pPr>
      <w:r>
        <w:t>-</w:t>
      </w:r>
      <w:r w:rsidR="00FD1B3D">
        <w:t xml:space="preserve"> </w:t>
      </w:r>
      <w:r w:rsidR="00FD1B3D" w:rsidRPr="006A7B37">
        <w:t>kropkę zastępuje się średnikiem i dodaje się pkt 9</w:t>
      </w:r>
      <w:r w:rsidR="00FD1B3D" w:rsidRPr="00D01AAE">
        <w:t>–</w:t>
      </w:r>
      <w:r w:rsidR="00FD1B3D" w:rsidRPr="006A7B37">
        <w:t>1</w:t>
      </w:r>
      <w:r w:rsidR="00E06904">
        <w:t>7</w:t>
      </w:r>
      <w:r w:rsidR="00FD1B3D" w:rsidRPr="006A7B37">
        <w:t xml:space="preserve"> w brzmieniu:</w:t>
      </w:r>
    </w:p>
    <w:p w14:paraId="543B955E" w14:textId="77777777" w:rsidR="00FD1B3D" w:rsidRPr="006A7B37" w:rsidRDefault="00FD1B3D" w:rsidP="00652DD2">
      <w:pPr>
        <w:pStyle w:val="ZLITPKTzmpktliter"/>
      </w:pPr>
      <w:r>
        <w:lastRenderedPageBreak/>
        <w:t>„</w:t>
      </w:r>
      <w:r w:rsidRPr="006A7B37">
        <w:t>9) składanie oświadczeń o wyrażeniu zgody na przetwarzanie danych osobowych i jednostkowych danych medycznych usługobiorcy koniecznych w procesie realizacji recepty transgranicznej w innym państwie członkowskim Unii Europejskiej, lub o jej wycofaniu;</w:t>
      </w:r>
    </w:p>
    <w:p w14:paraId="0CDE2A05" w14:textId="372B47B8" w:rsidR="00FD1B3D" w:rsidRDefault="00FD1B3D" w:rsidP="00FD1B3D">
      <w:pPr>
        <w:pStyle w:val="ZLITPKTzmpktliter"/>
      </w:pPr>
      <w:r w:rsidRPr="006A7B37">
        <w:t>1</w:t>
      </w:r>
      <w:r w:rsidR="009F2034">
        <w:t>0</w:t>
      </w:r>
      <w:r w:rsidRPr="006A7B37">
        <w:t xml:space="preserve">) składanie deklaracji wyboru </w:t>
      </w:r>
      <w:r w:rsidR="003D2D09">
        <w:t xml:space="preserve">świadczeniodawcy udzielającego świadczeń z zakresu podstawowej opieki zdrowotnej, </w:t>
      </w:r>
      <w:r w:rsidRPr="006A7B37">
        <w:t xml:space="preserve">lekarza podstawowej opieki zdrowotnej, pielęgniarki podstawowej opieki </w:t>
      </w:r>
      <w:r w:rsidRPr="006A7B37">
        <w:lastRenderedPageBreak/>
        <w:t xml:space="preserve">zdrowotnej lub położnej podstawowej opieki zdrowotnej, o których mowa w art. 10 ust. 1 ustawy z dnia 27 października 2017 r. o podstawowej opiece zdrowotnej (Dz. U. </w:t>
      </w:r>
      <w:r>
        <w:t>z 2019</w:t>
      </w:r>
      <w:r w:rsidRPr="007F5BA2">
        <w:t xml:space="preserve"> r. poz. </w:t>
      </w:r>
      <w:r>
        <w:t>357</w:t>
      </w:r>
      <w:r w:rsidR="004741E7">
        <w:t xml:space="preserve"> i 730</w:t>
      </w:r>
      <w:r w:rsidRPr="006A7B37">
        <w:t>)</w:t>
      </w:r>
      <w:r w:rsidR="00D346C9">
        <w:t>,</w:t>
      </w:r>
      <w:r>
        <w:t xml:space="preserve"> oraz dostęp do informacji o wybranym </w:t>
      </w:r>
      <w:r w:rsidR="003D2D09">
        <w:t xml:space="preserve">świadczeniodawcy udzielającym świadczeń z zakresu podstawowej opieki zdrowotnej, </w:t>
      </w:r>
      <w:r w:rsidRPr="006A7B37">
        <w:t>lekarz</w:t>
      </w:r>
      <w:r>
        <w:t>u</w:t>
      </w:r>
      <w:r w:rsidRPr="006A7B37">
        <w:t xml:space="preserve"> podstawowej</w:t>
      </w:r>
      <w:r>
        <w:t xml:space="preserve"> opieki zdrowotnej, pielęgniarce</w:t>
      </w:r>
      <w:r w:rsidRPr="006A7B37">
        <w:t xml:space="preserve"> podstawowej opieki zdrowotnej lub położnej podstawowej opieki zdrowotnej</w:t>
      </w:r>
      <w:r>
        <w:t>;</w:t>
      </w:r>
    </w:p>
    <w:p w14:paraId="63CE4C4C" w14:textId="2F297554" w:rsidR="00FD1B3D" w:rsidRDefault="00FD1B3D" w:rsidP="00D346C9">
      <w:pPr>
        <w:pStyle w:val="ZLITPKTzmpktliter"/>
      </w:pPr>
      <w:r>
        <w:lastRenderedPageBreak/>
        <w:t>1</w:t>
      </w:r>
      <w:r w:rsidR="009F2034">
        <w:t>1</w:t>
      </w:r>
      <w:r>
        <w:t xml:space="preserve">) </w:t>
      </w:r>
      <w:r w:rsidRPr="000D549C">
        <w:t>dostęp do informacji o usługodawcy i udzielanych przez niego świadczeniach opieki zdrowotnej;</w:t>
      </w:r>
    </w:p>
    <w:p w14:paraId="7C51D8B2" w14:textId="10047E4C" w:rsidR="00FD1B3D" w:rsidRDefault="00FD1B3D" w:rsidP="00FD1B3D">
      <w:pPr>
        <w:pStyle w:val="ZLITPKTzmpktliter"/>
      </w:pPr>
      <w:r>
        <w:t>1</w:t>
      </w:r>
      <w:r w:rsidR="007A538E">
        <w:t>2</w:t>
      </w:r>
      <w:r>
        <w:t>) złożenie wniosku o wydanie Europejskiej Karty Ubezpieczenia Zdrowotnego, o której mowa w art. 51 ust. 1 ustawy z dnia 27 sierpnia 2004 r. o świadczeniach opieki zdrowotnej finansowanych ze środków publicznych</w:t>
      </w:r>
      <w:r w:rsidR="00126932">
        <w:t xml:space="preserve">, zwanej dalej </w:t>
      </w:r>
      <w:r w:rsidR="00E06904">
        <w:t>„</w:t>
      </w:r>
      <w:r w:rsidR="00126932">
        <w:t>EKUZ</w:t>
      </w:r>
      <w:r w:rsidR="00E06904" w:rsidRPr="00E06904">
        <w:t>”</w:t>
      </w:r>
      <w:r>
        <w:t>;</w:t>
      </w:r>
    </w:p>
    <w:p w14:paraId="6AF323BD" w14:textId="176DD91E" w:rsidR="00FD1B3D" w:rsidRDefault="00FD1B3D" w:rsidP="00FD1B3D">
      <w:pPr>
        <w:pStyle w:val="ZLITPKTzmpktliter"/>
      </w:pPr>
      <w:r>
        <w:t>1</w:t>
      </w:r>
      <w:r w:rsidR="007A538E">
        <w:t>3</w:t>
      </w:r>
      <w:r>
        <w:t xml:space="preserve">) dostęp do informacji o wycofanych z obrotu produktach leczniczych lub wyrobach medycznych, jeżeli zostały one usługobiorcy </w:t>
      </w:r>
      <w:r>
        <w:lastRenderedPageBreak/>
        <w:t>przepisane na podstawie recepty w postaci elektronicznej lub przez niego nabyte;</w:t>
      </w:r>
    </w:p>
    <w:p w14:paraId="0CAF0C43" w14:textId="6C2F0D84" w:rsidR="00FD1B3D" w:rsidRDefault="00FD1B3D" w:rsidP="00FD1B3D">
      <w:pPr>
        <w:pStyle w:val="ZLITPKTzmpktliter"/>
      </w:pPr>
      <w:r>
        <w:t>1</w:t>
      </w:r>
      <w:r w:rsidR="007A538E">
        <w:t>4</w:t>
      </w:r>
      <w:r>
        <w:t xml:space="preserve">) złożenie </w:t>
      </w:r>
      <w:r w:rsidR="005E0AAB" w:rsidRPr="005E0AAB">
        <w:t xml:space="preserve">wniosku lub </w:t>
      </w:r>
      <w:r>
        <w:t>skargi do Rzecznika Praw Pacjenta, ministra właściwego do spraw zdrowia oraz Narodowego Funduszu Zdrowia;</w:t>
      </w:r>
    </w:p>
    <w:p w14:paraId="327630E5" w14:textId="642674F1" w:rsidR="00FD1B3D" w:rsidRDefault="00FD1B3D" w:rsidP="00FD1B3D">
      <w:pPr>
        <w:pStyle w:val="ZLITPKTzmpktliter"/>
      </w:pPr>
      <w:r>
        <w:t>1</w:t>
      </w:r>
      <w:r w:rsidR="007A538E">
        <w:t>5</w:t>
      </w:r>
      <w:r>
        <w:t>) na podstawie jego jednostkowych danych medycznych dostęp do informacji z zakresu profilaktyki i zdrowego trybu życia;</w:t>
      </w:r>
    </w:p>
    <w:p w14:paraId="7B3E90C3" w14:textId="32612249" w:rsidR="00FD1B3D" w:rsidRPr="006A7B37" w:rsidRDefault="00FD1B3D" w:rsidP="00FD1B3D">
      <w:pPr>
        <w:pStyle w:val="ZLITPKTzmpktliter"/>
      </w:pPr>
      <w:r>
        <w:lastRenderedPageBreak/>
        <w:t>1</w:t>
      </w:r>
      <w:r w:rsidR="007A538E">
        <w:t>6</w:t>
      </w:r>
      <w:r>
        <w:t>) udzielanie odpowiedzi na badania ankietowe</w:t>
      </w:r>
      <w:r w:rsidR="009E2313">
        <w:t xml:space="preserve"> </w:t>
      </w:r>
      <w:r w:rsidR="00AD61B1">
        <w:t xml:space="preserve">w zakresie jakości </w:t>
      </w:r>
      <w:r w:rsidR="001313F5">
        <w:t>opieki zdrowotnej</w:t>
      </w:r>
      <w:r w:rsidR="00E06904">
        <w:t>.</w:t>
      </w:r>
      <w:r>
        <w:t>”</w:t>
      </w:r>
      <w:r w:rsidRPr="006A7B37">
        <w:t>,</w:t>
      </w:r>
    </w:p>
    <w:p w14:paraId="2A44854C" w14:textId="77777777" w:rsidR="00FD1B3D" w:rsidRPr="001D4D0B" w:rsidRDefault="00FD1B3D" w:rsidP="00FD1B3D">
      <w:pPr>
        <w:pStyle w:val="ARTartustawynprozporzdzenia"/>
      </w:pPr>
      <w:r>
        <w:t>b</w:t>
      </w:r>
      <w:r w:rsidRPr="006A7B37">
        <w:t xml:space="preserve">) </w:t>
      </w:r>
      <w:r w:rsidRPr="001D4D0B">
        <w:t>w ust. 3 pkt 2 otrzymuje brzmienie:</w:t>
      </w:r>
    </w:p>
    <w:p w14:paraId="21BA8336" w14:textId="19C24BE4" w:rsidR="00FD1B3D" w:rsidRDefault="00FD1B3D" w:rsidP="00652DD2">
      <w:pPr>
        <w:pStyle w:val="ZLITPKTzmpktliter"/>
      </w:pPr>
      <w:r>
        <w:t xml:space="preserve">„2) ust. 1 pkt 2, </w:t>
      </w:r>
      <w:r w:rsidR="00D346C9">
        <w:t xml:space="preserve">7 i </w:t>
      </w:r>
      <w:r w:rsidR="009F2034">
        <w:t>10</w:t>
      </w:r>
      <w:r w:rsidR="00F85B51">
        <w:t xml:space="preserve"> i 11</w:t>
      </w:r>
      <w:r>
        <w:t>.”,</w:t>
      </w:r>
    </w:p>
    <w:p w14:paraId="0B4876DA" w14:textId="34A208A0" w:rsidR="00FD1B3D" w:rsidRDefault="009E2313" w:rsidP="00FD1B3D">
      <w:pPr>
        <w:pStyle w:val="LITlitera"/>
      </w:pPr>
      <w:r>
        <w:t>c</w:t>
      </w:r>
      <w:r w:rsidR="00652DD2">
        <w:t>)</w:t>
      </w:r>
      <w:r w:rsidR="00FD1B3D">
        <w:t xml:space="preserve"> dodaje się ust. 5 w brzmieniu:</w:t>
      </w:r>
    </w:p>
    <w:p w14:paraId="76044090" w14:textId="77777777" w:rsidR="00FD1B3D" w:rsidRPr="006A7B37" w:rsidRDefault="00FD1B3D" w:rsidP="00FD1B3D">
      <w:pPr>
        <w:pStyle w:val="ZLITUSTzmustliter"/>
      </w:pPr>
      <w:r w:rsidRPr="00A414A0">
        <w:t>„</w:t>
      </w:r>
      <w:r>
        <w:t xml:space="preserve">5. Organy Państwowej Inspekcji Farmaceutycznej </w:t>
      </w:r>
      <w:r w:rsidRPr="0065737A">
        <w:t>zapewnia</w:t>
      </w:r>
      <w:r>
        <w:t>ją</w:t>
      </w:r>
      <w:r w:rsidRPr="0065737A">
        <w:t xml:space="preserve"> jednostce, o której mowa w ust. 3, dostęp do informacji, o których mowa w ust. 1 pkt</w:t>
      </w:r>
      <w:r>
        <w:t xml:space="preserve"> 1</w:t>
      </w:r>
      <w:r w:rsidR="00F3251E">
        <w:t>4</w:t>
      </w:r>
      <w:r>
        <w:t>.</w:t>
      </w:r>
      <w:r w:rsidRPr="00A414A0">
        <w:t>”</w:t>
      </w:r>
      <w:r w:rsidRPr="006A7B37">
        <w:t>;</w:t>
      </w:r>
    </w:p>
    <w:p w14:paraId="1C2DDD6F" w14:textId="65C80001" w:rsidR="00FD1B3D" w:rsidRDefault="00FD1B3D" w:rsidP="00FD1B3D">
      <w:pPr>
        <w:pStyle w:val="ARTartustawynprozporzdzenia"/>
        <w:ind w:firstLine="0"/>
      </w:pPr>
      <w:r>
        <w:lastRenderedPageBreak/>
        <w:t>7</w:t>
      </w:r>
      <w:r w:rsidRPr="006A7B37">
        <w:t xml:space="preserve">) </w:t>
      </w:r>
      <w:r w:rsidR="005E30A7">
        <w:t xml:space="preserve">w </w:t>
      </w:r>
      <w:r>
        <w:t>art. 7b:</w:t>
      </w:r>
    </w:p>
    <w:p w14:paraId="141F862D" w14:textId="77777777" w:rsidR="005E30A7" w:rsidRDefault="005E30A7" w:rsidP="00FD1B3D">
      <w:pPr>
        <w:pStyle w:val="ZARTzmartartykuempunktem"/>
      </w:pPr>
      <w:r>
        <w:t>a) ust. 1 otrzymuje brzmienie:</w:t>
      </w:r>
    </w:p>
    <w:p w14:paraId="216477BD" w14:textId="114294F6" w:rsidR="005E30A7" w:rsidRDefault="00FD1B3D" w:rsidP="00FD1B3D">
      <w:pPr>
        <w:pStyle w:val="ZARTzmartartykuempunktem"/>
      </w:pPr>
      <w:r w:rsidRPr="001D4D0B">
        <w:t>„1. Dostęp do IKP następuje za pośrednictwem systemu, o którym mowa w art. 7 ust. 1, po uwierzytelnieniu usługobiorcy, jego przedstawiciela ustawowego lub osoby przez niego upoważnionej w sposób określony w art. 20a ust. 1 pkt 1 ustawy z dnia 17 lutego 2005 r. o informatyzacji działalności podmiotów realizujących zadania publiczne</w:t>
      </w:r>
      <w:r w:rsidR="006779DC">
        <w:t>.</w:t>
      </w:r>
      <w:r w:rsidR="00D346C9" w:rsidRPr="00D346C9">
        <w:t>”</w:t>
      </w:r>
      <w:r w:rsidR="005E30A7">
        <w:t>,</w:t>
      </w:r>
      <w:r w:rsidR="006779DC">
        <w:t xml:space="preserve"> </w:t>
      </w:r>
    </w:p>
    <w:p w14:paraId="455079C3" w14:textId="22C62A59" w:rsidR="005E30A7" w:rsidRDefault="008A68F0" w:rsidP="00FD1B3D">
      <w:pPr>
        <w:pStyle w:val="ZARTzmartartykuempunktem"/>
      </w:pPr>
      <w:r>
        <w:lastRenderedPageBreak/>
        <w:t xml:space="preserve"> </w:t>
      </w:r>
      <w:r w:rsidR="005E30A7">
        <w:t xml:space="preserve">b) po ust. 1 </w:t>
      </w:r>
      <w:r w:rsidR="00B32458">
        <w:t>dodaje się ust. 1a</w:t>
      </w:r>
      <w:r w:rsidR="00FA35E2" w:rsidRPr="00FA35E2">
        <w:t>–</w:t>
      </w:r>
      <w:r w:rsidR="00B32458">
        <w:t>1c</w:t>
      </w:r>
      <w:r w:rsidR="005E30A7">
        <w:t xml:space="preserve"> w brzmieniu:</w:t>
      </w:r>
    </w:p>
    <w:p w14:paraId="0E0FF1FA" w14:textId="23E02BD6" w:rsidR="00B32458" w:rsidRDefault="00D346C9" w:rsidP="00FD1B3D">
      <w:pPr>
        <w:pStyle w:val="ZARTzmartartykuempunktem"/>
      </w:pPr>
      <w:r w:rsidRPr="00D346C9">
        <w:t>„</w:t>
      </w:r>
      <w:r w:rsidR="005E30A7">
        <w:t xml:space="preserve">1a. </w:t>
      </w:r>
      <w:r w:rsidR="001F73AA">
        <w:t xml:space="preserve">Dostęp do IKP następuje również </w:t>
      </w:r>
      <w:r w:rsidR="003D2D09">
        <w:t xml:space="preserve">w ramach </w:t>
      </w:r>
      <w:r w:rsidR="00117AA8" w:rsidRPr="00587D70">
        <w:t>usług</w:t>
      </w:r>
      <w:r w:rsidR="003D2D09">
        <w:t>i</w:t>
      </w:r>
      <w:r w:rsidR="00117AA8" w:rsidRPr="00587D70">
        <w:t xml:space="preserve"> elektroniczn</w:t>
      </w:r>
      <w:r w:rsidR="00117AA8">
        <w:t xml:space="preserve">ej na urządzeniu mobilnym </w:t>
      </w:r>
      <w:r w:rsidR="003D2D09">
        <w:t>udostępnionej</w:t>
      </w:r>
      <w:r w:rsidR="001F73AA">
        <w:t xml:space="preserve"> przez m</w:t>
      </w:r>
      <w:r w:rsidR="001F73AA" w:rsidRPr="00587D70">
        <w:t>inistr</w:t>
      </w:r>
      <w:r w:rsidR="001F73AA">
        <w:t>a właściwego</w:t>
      </w:r>
      <w:r w:rsidR="001F73AA" w:rsidRPr="00587D70">
        <w:t xml:space="preserve"> do spraw zdrowia</w:t>
      </w:r>
      <w:r w:rsidR="005E30A7" w:rsidRPr="00587D70">
        <w:t xml:space="preserve">, po uprzednim </w:t>
      </w:r>
      <w:r w:rsidR="007A538E">
        <w:t>przekazaniu danych osobowych</w:t>
      </w:r>
      <w:r w:rsidR="005E30A7" w:rsidRPr="00587D70">
        <w:t xml:space="preserve"> </w:t>
      </w:r>
      <w:r w:rsidR="001F73AA">
        <w:t xml:space="preserve">usługobiorcy </w:t>
      </w:r>
      <w:r w:rsidR="00BD0F7B">
        <w:t>z</w:t>
      </w:r>
      <w:r w:rsidR="001F73AA">
        <w:t xml:space="preserve"> rejestr</w:t>
      </w:r>
      <w:r w:rsidR="00BD0F7B">
        <w:t>u</w:t>
      </w:r>
      <w:r w:rsidR="001F73AA">
        <w:t xml:space="preserve"> PESEL</w:t>
      </w:r>
      <w:r w:rsidR="007A538E">
        <w:t xml:space="preserve"> do systemu, o którym mowa w art. 7 ust. 1</w:t>
      </w:r>
      <w:r w:rsidR="005E30A7" w:rsidRPr="00587D70">
        <w:t>.</w:t>
      </w:r>
    </w:p>
    <w:p w14:paraId="19224BE7" w14:textId="6DB6D6FF" w:rsidR="00B32458" w:rsidRDefault="00B32458" w:rsidP="00FD1B3D">
      <w:pPr>
        <w:pStyle w:val="ZARTzmartartykuempunktem"/>
      </w:pPr>
      <w:r>
        <w:t xml:space="preserve">1b. W szczególnie uzasadnionych przypadkach dostęp do IKP następuje </w:t>
      </w:r>
      <w:r w:rsidR="001F73AA">
        <w:t xml:space="preserve">po </w:t>
      </w:r>
      <w:r>
        <w:t xml:space="preserve">weryfikacji tożsamości usługobiorcy lub osoby </w:t>
      </w:r>
      <w:r>
        <w:lastRenderedPageBreak/>
        <w:t xml:space="preserve">upoważnionej do działania w jego imieniu </w:t>
      </w:r>
      <w:r w:rsidR="001F73AA">
        <w:t xml:space="preserve">oraz stwierdzeniu prawa do działania w imieniu usługobiorcy </w:t>
      </w:r>
      <w:r>
        <w:t xml:space="preserve">przez </w:t>
      </w:r>
      <w:r w:rsidRPr="006779DC">
        <w:t>j</w:t>
      </w:r>
      <w:r>
        <w:t>ednostkę</w:t>
      </w:r>
      <w:r w:rsidRPr="006779DC">
        <w:t xml:space="preserve"> podległ</w:t>
      </w:r>
      <w:r>
        <w:t>ą</w:t>
      </w:r>
      <w:r w:rsidRPr="006779DC">
        <w:t xml:space="preserve"> ministrowi właści</w:t>
      </w:r>
      <w:r>
        <w:t>wemu do spraw zdrowia, właściwą</w:t>
      </w:r>
      <w:r w:rsidRPr="006779DC">
        <w:t xml:space="preserve"> w zakresie systemów informacyjnych ochrony zdrowia</w:t>
      </w:r>
      <w:r>
        <w:t>.</w:t>
      </w:r>
      <w:r w:rsidR="001F73AA" w:rsidRPr="001F73AA">
        <w:t xml:space="preserve"> </w:t>
      </w:r>
      <w:r w:rsidR="001F73AA">
        <w:t>Usługobiorca lub osoba upoważniona do działania w jego imieniu otrzymuje dane dostępowe do IKP.</w:t>
      </w:r>
    </w:p>
    <w:p w14:paraId="64C953C6" w14:textId="15B0779F" w:rsidR="00393626" w:rsidRDefault="00B32458" w:rsidP="00FD1B3D">
      <w:pPr>
        <w:pStyle w:val="ZARTzmartartykuempunktem"/>
      </w:pPr>
      <w:r>
        <w:t xml:space="preserve">1c. Jednostka, o której mowa w ust. 1b, może </w:t>
      </w:r>
      <w:r w:rsidR="00393626">
        <w:t>zablokować dostęp do IKP usługobiorcy osobie działającej w jego imieniu:</w:t>
      </w:r>
    </w:p>
    <w:p w14:paraId="695D35F9" w14:textId="6F2E9450" w:rsidR="00393626" w:rsidRDefault="00393626" w:rsidP="00FD1B3D">
      <w:pPr>
        <w:pStyle w:val="ZARTzmartartykuempunktem"/>
      </w:pPr>
      <w:r>
        <w:lastRenderedPageBreak/>
        <w:t>a) z urzędu, w przypadku powzięcia wątpliwości co do możliwości działania przez tę osobę w imieniu usługobiorcy,</w:t>
      </w:r>
    </w:p>
    <w:p w14:paraId="2694AE63" w14:textId="14B988A7" w:rsidR="00FD1B3D" w:rsidRDefault="00393626" w:rsidP="00FD1B3D">
      <w:pPr>
        <w:pStyle w:val="ZARTzmartartykuempunktem"/>
      </w:pPr>
      <w:r>
        <w:t xml:space="preserve">b) </w:t>
      </w:r>
      <w:r w:rsidR="00B32458">
        <w:t>na wniosek</w:t>
      </w:r>
      <w:r w:rsidR="001F73AA">
        <w:t>,</w:t>
      </w:r>
      <w:r w:rsidR="00B32458">
        <w:t xml:space="preserve"> po wykazaniu</w:t>
      </w:r>
      <w:r w:rsidR="003D2D09">
        <w:t xml:space="preserve"> przez składającego wniosek</w:t>
      </w:r>
      <w:r w:rsidR="00B32458">
        <w:t xml:space="preserve"> in</w:t>
      </w:r>
      <w:r>
        <w:t>teresu prawnego lub faktycznego</w:t>
      </w:r>
      <w:r w:rsidR="00B32458">
        <w:t>.</w:t>
      </w:r>
      <w:r w:rsidR="005E30A7">
        <w:t>”</w:t>
      </w:r>
      <w:r w:rsidR="00FA35E2">
        <w:t>,</w:t>
      </w:r>
    </w:p>
    <w:p w14:paraId="6A7BF4E2" w14:textId="306E8441" w:rsidR="00B32458" w:rsidRPr="001D4D0B" w:rsidRDefault="00B32458" w:rsidP="00FD1B3D">
      <w:pPr>
        <w:pStyle w:val="ZARTzmartartykuempunktem"/>
      </w:pPr>
      <w:r>
        <w:t>c) ust. 2 otrzymuje brzmienie:</w:t>
      </w:r>
    </w:p>
    <w:p w14:paraId="30F2D53F" w14:textId="7AB1A336" w:rsidR="00FD1B3D" w:rsidRDefault="00D346C9" w:rsidP="00FD1B3D">
      <w:pPr>
        <w:pStyle w:val="ZARTzmartartykuempunktem"/>
      </w:pPr>
      <w:r w:rsidRPr="00963BC9">
        <w:t>„</w:t>
      </w:r>
      <w:r w:rsidR="00FD1B3D" w:rsidRPr="001D4D0B">
        <w:t xml:space="preserve">2. W celu umożliwienia dostępu przedstawiciela ustawowego do IKP usługobiorcy będącego osobą małoletnią Narodowy Fundusz Zdrowia jest obowiązany przekazywać jednostce podległej ministrowi </w:t>
      </w:r>
      <w:r w:rsidR="00FD1B3D" w:rsidRPr="001D4D0B">
        <w:lastRenderedPageBreak/>
        <w:t>właściwemu do spraw zdrowia, właściwej w zakresie systemów informacyjnych ochrony zdrowia, informacje o członkach rodziny zgłoszonych do ubezpieczenia zdrowotnego, w tym kod stopnia pokrewieństwa albo powinowactwa pomiędzy osobą zgłaszającą a zgłaszaną, wraz z identyfikatorami tych osób, o k</w:t>
      </w:r>
      <w:r w:rsidR="00FD1B3D">
        <w:t>tórych mowa w art. 17c ust. 2.”;</w:t>
      </w:r>
    </w:p>
    <w:p w14:paraId="6EEB9E16" w14:textId="77777777" w:rsidR="00B63715" w:rsidRDefault="00FD1B3D" w:rsidP="00FA5BC3">
      <w:pPr>
        <w:pStyle w:val="PKTpunkt"/>
      </w:pPr>
      <w:r>
        <w:t>8)</w:t>
      </w:r>
      <w:r w:rsidR="00652DD2">
        <w:t xml:space="preserve"> </w:t>
      </w:r>
      <w:r w:rsidR="00B63715">
        <w:t>po art. 9a dodaje się art. 9b w brzmieniu:</w:t>
      </w:r>
    </w:p>
    <w:p w14:paraId="601CA7C7" w14:textId="77777777" w:rsidR="00B63715" w:rsidRDefault="00963BC9" w:rsidP="00652DD2">
      <w:pPr>
        <w:pStyle w:val="ZUSTzmustartykuempunktem"/>
      </w:pPr>
      <w:r w:rsidRPr="00963BC9">
        <w:lastRenderedPageBreak/>
        <w:t>„</w:t>
      </w:r>
      <w:r w:rsidR="00B63715">
        <w:t>Art. 9b. Jednostka podległa ministrowi właściwemu do spraw zdrowia, właściwa w zakresie systemów</w:t>
      </w:r>
      <w:r w:rsidR="0098268C">
        <w:t xml:space="preserve"> informacyjnych ochrony zdrowia</w:t>
      </w:r>
      <w:r w:rsidR="00B63715">
        <w:t xml:space="preserve"> udostępnia</w:t>
      </w:r>
      <w:r w:rsidR="009E2313">
        <w:t xml:space="preserve"> narzędzie</w:t>
      </w:r>
      <w:r w:rsidR="0098268C">
        <w:t xml:space="preserve"> informatyczne</w:t>
      </w:r>
      <w:r w:rsidR="00B63715">
        <w:t xml:space="preserve"> przeznaczone do oznaczania odpłatności, o których mowa w art. 6 ust. 2 ustawy dnia 12 maja 2011 r. o refundacji leków, środków spożywczych specjalnego przeznaczenia żywieniowego oraz wyrobów medycznych</w:t>
      </w:r>
      <w:r w:rsidR="0098268C">
        <w:t xml:space="preserve"> na recepcie w postaci elektronicznej</w:t>
      </w:r>
      <w:r w:rsidR="00B63715">
        <w:t xml:space="preserve">. Minister właściwy do spraw zdrowia, zamieszcza w Biuletynie Informacji Publicznej dane </w:t>
      </w:r>
      <w:r w:rsidR="00B63715">
        <w:lastRenderedPageBreak/>
        <w:t>pozwalające na utworzenie w systemie teleinformatycznym usługodawcy tego rozwiązania oraz jego aktualizację.</w:t>
      </w:r>
      <w:r w:rsidRPr="00963BC9">
        <w:t>”</w:t>
      </w:r>
      <w:r w:rsidR="00B63715">
        <w:t xml:space="preserve">;  </w:t>
      </w:r>
    </w:p>
    <w:p w14:paraId="465D6BD0" w14:textId="77777777" w:rsidR="00FD1B3D" w:rsidRPr="00963BC9" w:rsidRDefault="00B63715" w:rsidP="00963BC9">
      <w:pPr>
        <w:pStyle w:val="PKTpunkt"/>
      </w:pPr>
      <w:r w:rsidRPr="00963BC9">
        <w:t xml:space="preserve">9) </w:t>
      </w:r>
      <w:r w:rsidR="00FD1B3D" w:rsidRPr="00963BC9">
        <w:t>w art. 10:</w:t>
      </w:r>
    </w:p>
    <w:p w14:paraId="08FDE155" w14:textId="77777777" w:rsidR="00FD1B3D" w:rsidRPr="006A7B37" w:rsidRDefault="00FD1B3D" w:rsidP="00FD1B3D">
      <w:pPr>
        <w:pStyle w:val="LITlitera"/>
      </w:pPr>
      <w:r w:rsidRPr="006A7B37">
        <w:t>a)</w:t>
      </w:r>
      <w:r w:rsidRPr="006A7B37">
        <w:tab/>
        <w:t>w ust. 2:</w:t>
      </w:r>
    </w:p>
    <w:p w14:paraId="0EBA3A65" w14:textId="77777777" w:rsidR="00FD1B3D" w:rsidRPr="006A7B37" w:rsidRDefault="00FD1B3D" w:rsidP="00FD1B3D">
      <w:pPr>
        <w:pStyle w:val="TIRtiret"/>
      </w:pPr>
      <w:r w:rsidRPr="006A7B37">
        <w:t xml:space="preserve">- po pkt </w:t>
      </w:r>
      <w:r w:rsidR="00CA40D4">
        <w:t>3</w:t>
      </w:r>
      <w:r w:rsidRPr="006A7B37">
        <w:t xml:space="preserve"> dodaje się pkt </w:t>
      </w:r>
      <w:r w:rsidR="00CA40D4">
        <w:t>3</w:t>
      </w:r>
      <w:r w:rsidRPr="006A7B37">
        <w:t>a w brzmieniu:</w:t>
      </w:r>
    </w:p>
    <w:p w14:paraId="195EF73B" w14:textId="77777777" w:rsidR="00FD1B3D" w:rsidRPr="006A7B37" w:rsidRDefault="00FD1B3D" w:rsidP="00FD1B3D">
      <w:pPr>
        <w:pStyle w:val="ZTIRPKTzmpkttiret"/>
      </w:pPr>
      <w:r>
        <w:t>„</w:t>
      </w:r>
      <w:r w:rsidRPr="006A7B37">
        <w:t>2a) dane o asystentach medycznych;</w:t>
      </w:r>
      <w:r>
        <w:t>”</w:t>
      </w:r>
      <w:r w:rsidRPr="006A7B37">
        <w:t xml:space="preserve">, </w:t>
      </w:r>
    </w:p>
    <w:p w14:paraId="6B3F514C" w14:textId="77777777" w:rsidR="00FD1B3D" w:rsidRPr="006A7B37" w:rsidRDefault="00FD1B3D" w:rsidP="00FD1B3D">
      <w:pPr>
        <w:pStyle w:val="TIRtiret"/>
      </w:pPr>
      <w:r w:rsidRPr="006A7B37">
        <w:t xml:space="preserve">- w pkt 6 kropkę zastępuje się przecinkiem i dodaje się pkt 7 w brzmieniu: </w:t>
      </w:r>
    </w:p>
    <w:p w14:paraId="771EB9A8" w14:textId="77777777" w:rsidR="00FD1B3D" w:rsidRPr="006A7B37" w:rsidRDefault="00FD1B3D" w:rsidP="00FD1B3D">
      <w:pPr>
        <w:pStyle w:val="ZTIRPKTzmpkttiret"/>
      </w:pPr>
      <w:r>
        <w:lastRenderedPageBreak/>
        <w:t>„</w:t>
      </w:r>
      <w:r w:rsidRPr="006A7B37">
        <w:t>7) dane dotyczące produktów leczniczych.</w:t>
      </w:r>
      <w:r>
        <w:t>”</w:t>
      </w:r>
      <w:r w:rsidRPr="006A7B37">
        <w:t xml:space="preserve">, </w:t>
      </w:r>
    </w:p>
    <w:p w14:paraId="70C55558" w14:textId="77777777" w:rsidR="00FD1B3D" w:rsidRPr="006A7B37" w:rsidRDefault="00FD1B3D" w:rsidP="00FD1B3D">
      <w:pPr>
        <w:pStyle w:val="LITlitera"/>
      </w:pPr>
      <w:r w:rsidRPr="006A7B37">
        <w:t>b)</w:t>
      </w:r>
      <w:r w:rsidRPr="006A7B37">
        <w:tab/>
        <w:t xml:space="preserve">po ust. 4 dodaje się ust. 4a w brzmieniu: </w:t>
      </w:r>
    </w:p>
    <w:p w14:paraId="5D67FFC9" w14:textId="77777777" w:rsidR="00FD1B3D" w:rsidRPr="006A7B37" w:rsidRDefault="00FD1B3D" w:rsidP="00FD1B3D">
      <w:pPr>
        <w:pStyle w:val="ZTIRUSTzmusttiret"/>
      </w:pPr>
      <w:r w:rsidRPr="006A7B37">
        <w:t xml:space="preserve"> </w:t>
      </w:r>
      <w:r>
        <w:t>„</w:t>
      </w:r>
      <w:r w:rsidRPr="006A7B37">
        <w:t xml:space="preserve">4a. Dane, o których mowa w ust. 2 pkt 2a, są pozyskiwane do SIM z </w:t>
      </w:r>
      <w:r w:rsidR="005E0AAB">
        <w:t>RAM</w:t>
      </w:r>
      <w:r w:rsidRPr="006A7B37">
        <w:t>.</w:t>
      </w:r>
      <w:r>
        <w:t>”</w:t>
      </w:r>
      <w:r w:rsidRPr="006A7B37">
        <w:t>,</w:t>
      </w:r>
    </w:p>
    <w:p w14:paraId="79CCB4BB" w14:textId="77777777" w:rsidR="00FD1B3D" w:rsidRPr="006A7B37" w:rsidRDefault="00FD1B3D" w:rsidP="00FD1B3D">
      <w:pPr>
        <w:pStyle w:val="LITlitera"/>
      </w:pPr>
      <w:r w:rsidRPr="006A7B37">
        <w:t>c)</w:t>
      </w:r>
      <w:r w:rsidRPr="006A7B37">
        <w:tab/>
        <w:t>po ust. 6a dodaje się ust. 6b w brzmieniu:</w:t>
      </w:r>
    </w:p>
    <w:p w14:paraId="3D3E6DA8" w14:textId="77777777" w:rsidR="00FD1B3D" w:rsidRPr="006A7B37" w:rsidRDefault="00FD1B3D" w:rsidP="00FD1B3D">
      <w:pPr>
        <w:pStyle w:val="ZTIRUSTzmusttiret"/>
      </w:pPr>
      <w:r>
        <w:t>„</w:t>
      </w:r>
      <w:r w:rsidRPr="006A7B37">
        <w:t>6b. Dane, o których mowa w ust. 2 pkt 7, są pozyskiwane do SIM z Centralnego Wykazu Produktów Leczniczych, o którym mowa w art. 17</w:t>
      </w:r>
      <w:r w:rsidR="005F4DDE">
        <w:t>a</w:t>
      </w:r>
      <w:r w:rsidRPr="006A7B37">
        <w:t>.</w:t>
      </w:r>
      <w:r>
        <w:t>”</w:t>
      </w:r>
      <w:r w:rsidRPr="006A7B37">
        <w:t>;</w:t>
      </w:r>
    </w:p>
    <w:p w14:paraId="1F01AC76" w14:textId="77777777" w:rsidR="00010590" w:rsidRDefault="005156BF" w:rsidP="00FD1B3D">
      <w:pPr>
        <w:pStyle w:val="PKTpunkt"/>
      </w:pPr>
      <w:r>
        <w:lastRenderedPageBreak/>
        <w:t>10</w:t>
      </w:r>
      <w:r w:rsidR="00FD1B3D" w:rsidRPr="006A7B37">
        <w:t xml:space="preserve">) </w:t>
      </w:r>
      <w:r w:rsidR="00FD1B3D">
        <w:t>w art. 11</w:t>
      </w:r>
      <w:r w:rsidR="00010590">
        <w:t>:</w:t>
      </w:r>
    </w:p>
    <w:p w14:paraId="1E41E9F6" w14:textId="77777777" w:rsidR="007910B3" w:rsidRDefault="00E50496" w:rsidP="0098268C">
      <w:pPr>
        <w:pStyle w:val="LITlitera"/>
      </w:pPr>
      <w:r>
        <w:t xml:space="preserve">a) ust. </w:t>
      </w:r>
      <w:r w:rsidR="006779DC">
        <w:t xml:space="preserve">2 i </w:t>
      </w:r>
      <w:r>
        <w:t>3</w:t>
      </w:r>
      <w:r w:rsidR="00404B45">
        <w:t xml:space="preserve"> </w:t>
      </w:r>
      <w:r w:rsidR="006779DC">
        <w:t>otrzymują</w:t>
      </w:r>
      <w:r w:rsidR="007910B3">
        <w:t xml:space="preserve"> brzmienie:</w:t>
      </w:r>
    </w:p>
    <w:p w14:paraId="61B93398" w14:textId="77777777" w:rsidR="006779DC" w:rsidRDefault="00963BC9" w:rsidP="006E35BB">
      <w:pPr>
        <w:pStyle w:val="PKTpunkt"/>
      </w:pPr>
      <w:r w:rsidRPr="00963BC9">
        <w:t>„</w:t>
      </w:r>
      <w:r w:rsidR="006779DC">
        <w:t xml:space="preserve">2. Dane osobowe i jednostkowe dane medyczne, zawarte w </w:t>
      </w:r>
      <w:r w:rsidR="00E43F91">
        <w:t xml:space="preserve">elektronicznej dokumentacji medycznej usługobiorcy, zgromadzone w systemie teleinformatycznym usługodawcy, są udostępniane za pośrednictwem SIM. </w:t>
      </w:r>
      <w:r w:rsidR="006779DC">
        <w:t xml:space="preserve"> </w:t>
      </w:r>
    </w:p>
    <w:p w14:paraId="18FD3506" w14:textId="2798E618" w:rsidR="00E50496" w:rsidRDefault="00E50496" w:rsidP="006E35BB">
      <w:pPr>
        <w:pStyle w:val="PKTpunkt"/>
      </w:pPr>
      <w:r>
        <w:lastRenderedPageBreak/>
        <w:t>3</w:t>
      </w:r>
      <w:r w:rsidR="007910B3">
        <w:t xml:space="preserve">. </w:t>
      </w:r>
      <w:r>
        <w:t>Usługodawca przekazuje do SIM</w:t>
      </w:r>
      <w:r w:rsidR="006E35BB" w:rsidRPr="006E35BB">
        <w:t xml:space="preserve"> </w:t>
      </w:r>
      <w:r w:rsidR="006E35BB">
        <w:t xml:space="preserve">dane zdarzenia medycznego przetwarzanego w systemie informacji </w:t>
      </w:r>
      <w:r>
        <w:t>w celu umożliwienia innemu usługodawcy</w:t>
      </w:r>
      <w:r w:rsidR="006E35BB">
        <w:t xml:space="preserve"> pobrania danych </w:t>
      </w:r>
      <w:r w:rsidR="00404B45">
        <w:t xml:space="preserve">osobowych lub jednostkowych danych medycznych </w:t>
      </w:r>
      <w:r w:rsidR="006E35BB">
        <w:t xml:space="preserve">zawartych w elektronicznej dokumentacji medycznej </w:t>
      </w:r>
      <w:r w:rsidR="003274D0">
        <w:t>lub dokumentacji</w:t>
      </w:r>
      <w:r w:rsidR="007A538E">
        <w:t xml:space="preserve"> medycznej</w:t>
      </w:r>
      <w:r w:rsidR="003274D0">
        <w:t xml:space="preserve"> w rozumieniu ustawy z dnia 6 listopada 2008 r. o prawach pacjenta i Rzeczniku Praw Pacjenta,</w:t>
      </w:r>
      <w:r w:rsidR="007A538E">
        <w:t xml:space="preserve"> </w:t>
      </w:r>
      <w:r w:rsidR="006E35BB">
        <w:t>niezbędnych do prowadzenia diagnostyki lub zapewnienia ciągłości leczenia.</w:t>
      </w:r>
      <w:r w:rsidR="00EA381E">
        <w:t xml:space="preserve"> Dane </w:t>
      </w:r>
      <w:r w:rsidR="00EA381E">
        <w:lastRenderedPageBreak/>
        <w:t xml:space="preserve">te </w:t>
      </w:r>
      <w:r w:rsidR="00467913">
        <w:t xml:space="preserve">są </w:t>
      </w:r>
      <w:r w:rsidR="00EA381E">
        <w:t>udostępniane N</w:t>
      </w:r>
      <w:r w:rsidR="00467913">
        <w:t xml:space="preserve">arodowemu </w:t>
      </w:r>
      <w:r w:rsidR="00EA381E">
        <w:t>F</w:t>
      </w:r>
      <w:r w:rsidR="00467913">
        <w:t xml:space="preserve">unduszowi </w:t>
      </w:r>
      <w:r w:rsidR="00EA381E">
        <w:t>Z</w:t>
      </w:r>
      <w:r w:rsidR="00467913">
        <w:t>drowia</w:t>
      </w:r>
      <w:r w:rsidR="00EA381E">
        <w:t xml:space="preserve"> w celu rozliczania świadczeń</w:t>
      </w:r>
      <w:r w:rsidR="00467913">
        <w:t xml:space="preserve"> opieki zdrowotnej.</w:t>
      </w:r>
      <w:r w:rsidR="00963BC9" w:rsidRPr="00963BC9">
        <w:t>”</w:t>
      </w:r>
      <w:r w:rsidR="00404B45">
        <w:t>,</w:t>
      </w:r>
    </w:p>
    <w:p w14:paraId="44E7E2BF" w14:textId="77777777" w:rsidR="00404B45" w:rsidRDefault="006E35BB" w:rsidP="00F3251E">
      <w:pPr>
        <w:pStyle w:val="LITlitera"/>
      </w:pPr>
      <w:r>
        <w:t xml:space="preserve">b) </w:t>
      </w:r>
      <w:r w:rsidR="00404B45">
        <w:t>po ust. 3 dodaje się ust. 3a w brzmieniu:</w:t>
      </w:r>
    </w:p>
    <w:p w14:paraId="0EF2A2BD" w14:textId="5A45331D" w:rsidR="00404B45" w:rsidRDefault="00963BC9" w:rsidP="00F3251E">
      <w:pPr>
        <w:pStyle w:val="PKTpunkt"/>
      </w:pPr>
      <w:r w:rsidRPr="00963BC9">
        <w:t>„</w:t>
      </w:r>
      <w:r w:rsidR="00404B45">
        <w:t>3a. Minister właściwy do spraw zdrowia określi, w drodze rozporządzenia, szczegółowy zakres danych</w:t>
      </w:r>
      <w:r w:rsidR="00F3251E" w:rsidRPr="00F3251E">
        <w:t xml:space="preserve"> </w:t>
      </w:r>
      <w:r w:rsidR="00F3251E">
        <w:t>zdarzenia medycznego przetwarzanego w systemie informacji</w:t>
      </w:r>
      <w:r w:rsidR="00404B45">
        <w:t>, o których mowa w ust. 3</w:t>
      </w:r>
      <w:r w:rsidR="003D3C13">
        <w:t>,</w:t>
      </w:r>
      <w:r w:rsidR="00404B45">
        <w:t xml:space="preserve"> oraz sposób i terminy przekazywania tych danych do SIM, mając na uwadze zakres świadczeń udzielanych przez usługodawców.</w:t>
      </w:r>
      <w:r w:rsidRPr="00963BC9">
        <w:t>”</w:t>
      </w:r>
      <w:r>
        <w:t>,</w:t>
      </w:r>
    </w:p>
    <w:p w14:paraId="0D59EEFA" w14:textId="77777777" w:rsidR="006E35BB" w:rsidRDefault="00404B45" w:rsidP="00F3251E">
      <w:pPr>
        <w:pStyle w:val="LITlitera"/>
      </w:pPr>
      <w:r>
        <w:lastRenderedPageBreak/>
        <w:t>c) uchyla się ust. 4,</w:t>
      </w:r>
    </w:p>
    <w:p w14:paraId="02498379" w14:textId="57049402" w:rsidR="003D3C13" w:rsidRDefault="00404B45" w:rsidP="003D3C13">
      <w:pPr>
        <w:pStyle w:val="LITlitera"/>
      </w:pPr>
      <w:r>
        <w:t>d) ust. 5 otrzymuje brzmienie:</w:t>
      </w:r>
    </w:p>
    <w:p w14:paraId="01F0D3C9" w14:textId="77777777" w:rsidR="003D3C13" w:rsidRDefault="00963BC9" w:rsidP="003D3C13">
      <w:pPr>
        <w:pStyle w:val="LITlitera"/>
      </w:pPr>
      <w:r w:rsidRPr="00963BC9">
        <w:t>„</w:t>
      </w:r>
      <w:r w:rsidR="006E35BB">
        <w:t>5</w:t>
      </w:r>
      <w:r w:rsidR="00E50496">
        <w:t>. Usługodawca zamieszcza w SIM</w:t>
      </w:r>
      <w:r w:rsidR="006E35BB">
        <w:t xml:space="preserve"> w czasie rzeczywistym</w:t>
      </w:r>
      <w:r w:rsidR="00E50496">
        <w:t>:</w:t>
      </w:r>
    </w:p>
    <w:p w14:paraId="20BEE796" w14:textId="77777777" w:rsidR="003D3C13" w:rsidRDefault="00E50496" w:rsidP="003D3C13">
      <w:pPr>
        <w:pStyle w:val="LITlitera"/>
      </w:pPr>
      <w:r>
        <w:t>1</w:t>
      </w:r>
      <w:r w:rsidR="007910B3">
        <w:t>) elektroniczną dokumentację medyczną, o której mowa w art. 2 pkt 6 lit. a oraz c;</w:t>
      </w:r>
    </w:p>
    <w:p w14:paraId="2E28F356" w14:textId="56C71778" w:rsidR="00010590" w:rsidRDefault="00E50496" w:rsidP="003D3C13">
      <w:pPr>
        <w:pStyle w:val="LITlitera"/>
      </w:pPr>
      <w:r>
        <w:t>2</w:t>
      </w:r>
      <w:r w:rsidR="007910B3">
        <w:t xml:space="preserve">) </w:t>
      </w:r>
      <w:r>
        <w:t xml:space="preserve">dane dotyczące realizacji recepty lub zmiany statusu skierowania określonego w przepisach wydanych na podstawie art. 59aa ust. 2 </w:t>
      </w:r>
      <w:r>
        <w:lastRenderedPageBreak/>
        <w:t>ustawy z dnia 27 sierpnia 2004 r. o świadczeniach opieki zdrowotnej finansowanych ze środków publicznych.</w:t>
      </w:r>
      <w:r w:rsidR="00963BC9" w:rsidRPr="00963BC9">
        <w:t>”</w:t>
      </w:r>
      <w:r w:rsidR="00010590">
        <w:t>,</w:t>
      </w:r>
    </w:p>
    <w:p w14:paraId="740BE8E1" w14:textId="77777777" w:rsidR="00FD1B3D" w:rsidRDefault="00404B45" w:rsidP="0098268C">
      <w:pPr>
        <w:pStyle w:val="LITlitera"/>
      </w:pPr>
      <w:r>
        <w:t xml:space="preserve">e) </w:t>
      </w:r>
      <w:r w:rsidR="00FD1B3D">
        <w:t>dodaje się ust. 9 w brzmieniu:</w:t>
      </w:r>
    </w:p>
    <w:p w14:paraId="07F1FA40" w14:textId="77777777" w:rsidR="00DD1129" w:rsidRDefault="00FD1B3D" w:rsidP="00FD1B3D">
      <w:pPr>
        <w:pStyle w:val="ZUSTzmustartykuempunktem"/>
      </w:pPr>
      <w:r>
        <w:t xml:space="preserve">„9. </w:t>
      </w:r>
      <w:r w:rsidR="00F3251E">
        <w:t>Jednostka podległa ministrowi właściwemu do spraw zdrowia, właściwa w zakresie systemów informacyjnych ochrony zdrowia</w:t>
      </w:r>
      <w:r>
        <w:t xml:space="preserve"> udostępnia dane o receptach oraz skierowaniach określonych w przepisach wydanych na podstawie art. 59aa ust. 2 ustawy z dnia 27 </w:t>
      </w:r>
      <w:r>
        <w:lastRenderedPageBreak/>
        <w:t>sierpnia 2004 r. o świadczeniach opieki zdrowotnej finansowanych ze środków publicznych, w tym o realizacji recept transgranicznych</w:t>
      </w:r>
      <w:r w:rsidR="00DD1129">
        <w:t>:</w:t>
      </w:r>
    </w:p>
    <w:p w14:paraId="2EDC365A" w14:textId="77777777" w:rsidR="003D3C13" w:rsidRDefault="00DD1129" w:rsidP="00F404EA">
      <w:pPr>
        <w:pStyle w:val="ZUSTzmustartykuempunktem"/>
      </w:pPr>
      <w:r>
        <w:t xml:space="preserve">1) Narodowemu Funduszowi Zdrowia </w:t>
      </w:r>
      <w:r w:rsidR="00076F60">
        <w:t xml:space="preserve">w celu rozliczania </w:t>
      </w:r>
      <w:r w:rsidR="005B333E">
        <w:t xml:space="preserve">udzielonych </w:t>
      </w:r>
      <w:r w:rsidR="00076F60">
        <w:t xml:space="preserve">świadczeń </w:t>
      </w:r>
      <w:r>
        <w:t xml:space="preserve">opieki zdrowotnej </w:t>
      </w:r>
      <w:r w:rsidR="00076F60">
        <w:t>or</w:t>
      </w:r>
      <w:r>
        <w:t>az dokonywania analiz na rzecz systemu ochrony zdrowia;</w:t>
      </w:r>
    </w:p>
    <w:p w14:paraId="29B5DE47" w14:textId="1C8C3D33" w:rsidR="007F57D8" w:rsidRDefault="00DD1129" w:rsidP="00F404EA">
      <w:pPr>
        <w:pStyle w:val="ZUSTzmustartykuempunktem"/>
      </w:pPr>
      <w:r>
        <w:t xml:space="preserve">2) </w:t>
      </w:r>
      <w:r w:rsidRPr="0035565B">
        <w:t>Agencji Oceny Technologii Medycznych i</w:t>
      </w:r>
      <w:r>
        <w:t xml:space="preserve"> Taryfikacji</w:t>
      </w:r>
      <w:r w:rsidRPr="00DD1129">
        <w:t xml:space="preserve"> </w:t>
      </w:r>
      <w:r>
        <w:t>w celu</w:t>
      </w:r>
      <w:r w:rsidR="003274D0" w:rsidRPr="003274D0">
        <w:t xml:space="preserve"> </w:t>
      </w:r>
      <w:r w:rsidR="003274D0" w:rsidRPr="00A00A85">
        <w:t>realizacji zadań określonych w art. 31n pkt 1</w:t>
      </w:r>
      <w:r w:rsidR="003274D0">
        <w:t>–3</w:t>
      </w:r>
      <w:r w:rsidR="003274D0" w:rsidRPr="00A00A85">
        <w:t>b</w:t>
      </w:r>
      <w:r w:rsidR="003274D0">
        <w:t>, 4a i 4b</w:t>
      </w:r>
      <w:r w:rsidR="003274D0" w:rsidRPr="00A00A85">
        <w:t xml:space="preserve"> ustawy o </w:t>
      </w:r>
      <w:r w:rsidR="003274D0" w:rsidRPr="00A00A85">
        <w:lastRenderedPageBreak/>
        <w:t>świadczeniach opieki zdrowotnej finansowanych ze środków publicznych</w:t>
      </w:r>
      <w:r w:rsidR="003D3C13">
        <w:t>.</w:t>
      </w:r>
      <w:r w:rsidR="007F57D8" w:rsidRPr="007F57D8">
        <w:t>”</w:t>
      </w:r>
      <w:r w:rsidR="007F57D8">
        <w:t>;</w:t>
      </w:r>
    </w:p>
    <w:p w14:paraId="411D1DCA" w14:textId="77777777" w:rsidR="00AD61B1" w:rsidRDefault="00F97103" w:rsidP="00FD1B3D">
      <w:pPr>
        <w:pStyle w:val="PKTpunkt"/>
      </w:pPr>
      <w:r>
        <w:t>11</w:t>
      </w:r>
      <w:r w:rsidR="00FD1B3D">
        <w:t xml:space="preserve">) </w:t>
      </w:r>
      <w:r w:rsidR="00AD61B1">
        <w:t>w art. 12</w:t>
      </w:r>
      <w:r w:rsidR="00A73A1B">
        <w:t>:</w:t>
      </w:r>
    </w:p>
    <w:p w14:paraId="150C999D" w14:textId="77777777" w:rsidR="00AD61B1" w:rsidRDefault="006C38AF" w:rsidP="00FD1B3D">
      <w:pPr>
        <w:pStyle w:val="PKTpunkt"/>
      </w:pPr>
      <w:r>
        <w:t>a) w ust. 1:</w:t>
      </w:r>
    </w:p>
    <w:p w14:paraId="1F6DDD9A" w14:textId="77777777" w:rsidR="006C38AF" w:rsidRDefault="006C38AF" w:rsidP="00FD1B3D">
      <w:pPr>
        <w:pStyle w:val="PKTpunkt"/>
      </w:pPr>
      <w:r>
        <w:t xml:space="preserve">- pkt 3a i 3b otrzymują brzmienie: </w:t>
      </w:r>
    </w:p>
    <w:p w14:paraId="54DB0DF3" w14:textId="5817CBF9" w:rsidR="006C38AF" w:rsidRDefault="007F57D8" w:rsidP="00FD1B3D">
      <w:pPr>
        <w:pStyle w:val="PKTpunkt"/>
      </w:pPr>
      <w:r w:rsidRPr="007F57D8">
        <w:t>„</w:t>
      </w:r>
      <w:r w:rsidR="006C38AF">
        <w:t>3a) umożliwienia usługobiorcom lub ich przedstawicielom ustawowym uzyskiwania informacji o:</w:t>
      </w:r>
    </w:p>
    <w:p w14:paraId="72B2F52C" w14:textId="77777777" w:rsidR="006C38AF" w:rsidRDefault="006C38AF" w:rsidP="003D3C13">
      <w:pPr>
        <w:pStyle w:val="LITlitera"/>
      </w:pPr>
      <w:r>
        <w:t xml:space="preserve">a) prawie do świadczeń opieki zdrowotnej, </w:t>
      </w:r>
    </w:p>
    <w:p w14:paraId="56748747" w14:textId="02983F8B" w:rsidR="006C38AF" w:rsidRDefault="006C38AF" w:rsidP="003D3C13">
      <w:pPr>
        <w:pStyle w:val="LITlitera"/>
      </w:pPr>
      <w:r>
        <w:lastRenderedPageBreak/>
        <w:t>b) kwocie środków publicznych wydatkowanych na sfinansowanie świadczeń</w:t>
      </w:r>
      <w:r w:rsidR="007F57D8" w:rsidRPr="007F57D8">
        <w:t xml:space="preserve"> opieki zdrowotnej</w:t>
      </w:r>
      <w:r>
        <w:t xml:space="preserve">, </w:t>
      </w:r>
    </w:p>
    <w:p w14:paraId="4F769705" w14:textId="77777777" w:rsidR="006C38AF" w:rsidRDefault="006C38AF" w:rsidP="003D3C13">
      <w:pPr>
        <w:pStyle w:val="LITlitera"/>
      </w:pPr>
      <w:r>
        <w:t>c) wysokości płaconej przez nich składki na ubezpieczenie zdrowotne,</w:t>
      </w:r>
    </w:p>
    <w:p w14:paraId="138C67B2" w14:textId="77777777" w:rsidR="006C38AF" w:rsidRDefault="006C38AF" w:rsidP="003D3C13">
      <w:pPr>
        <w:pStyle w:val="LITlitera"/>
      </w:pPr>
      <w:r>
        <w:t>d) wystawionych zaświadczeniach lekarskich, o których mowa w art. 55 ust. 1 ustawy z dnia 25 czerwca 1999 r. o świadczeniach pieniężnych z ubezpieczenia społecznego w razie choroby i macierzyństwa,</w:t>
      </w:r>
    </w:p>
    <w:p w14:paraId="0C72D914" w14:textId="6A182060" w:rsidR="006C38AF" w:rsidRDefault="006C38AF" w:rsidP="003D3C13">
      <w:pPr>
        <w:pStyle w:val="LITlitera"/>
      </w:pPr>
      <w:r>
        <w:lastRenderedPageBreak/>
        <w:t xml:space="preserve">e) </w:t>
      </w:r>
      <w:r w:rsidR="00126932">
        <w:t xml:space="preserve">wybranym </w:t>
      </w:r>
      <w:r w:rsidR="00393626">
        <w:t xml:space="preserve">świadczeniodawcy udzielającym świadczeń z zakresu podstawowej opieki zdrowotnej, </w:t>
      </w:r>
      <w:r w:rsidR="00126932" w:rsidRPr="006A7B37">
        <w:t>lekarz</w:t>
      </w:r>
      <w:r w:rsidR="00126932">
        <w:t>u</w:t>
      </w:r>
      <w:r w:rsidR="00126932" w:rsidRPr="006A7B37">
        <w:t xml:space="preserve"> podstawowej</w:t>
      </w:r>
      <w:r w:rsidR="00126932">
        <w:t xml:space="preserve"> opieki zdrowotnej, pielęgniarce</w:t>
      </w:r>
      <w:r w:rsidR="00126932" w:rsidRPr="006A7B37">
        <w:t xml:space="preserve"> podstawowej opieki zdrowotnej lub położnej podstawowej opieki zdrowotnej</w:t>
      </w:r>
      <w:r w:rsidR="00126932">
        <w:t>,</w:t>
      </w:r>
    </w:p>
    <w:p w14:paraId="2CFE9DB2" w14:textId="77777777" w:rsidR="005B333E" w:rsidRDefault="00126932" w:rsidP="003D3C13">
      <w:pPr>
        <w:pStyle w:val="LITlitera"/>
      </w:pPr>
      <w:r>
        <w:t xml:space="preserve">f) </w:t>
      </w:r>
      <w:r w:rsidR="005B333E">
        <w:t>liczbie oczekujących na udzielenie świadczenia opieki zdrowotnej, średnim czasie oczekiwania na udzielenie świadczenia opieki zdrowotnej oraz pierwszym wolnym terminie udzielenia świadczenia opieki zdrowotnej,</w:t>
      </w:r>
    </w:p>
    <w:p w14:paraId="3EF48FCE" w14:textId="77777777" w:rsidR="00126932" w:rsidRDefault="005B333E" w:rsidP="003D3C13">
      <w:pPr>
        <w:pStyle w:val="LITlitera"/>
      </w:pPr>
      <w:r>
        <w:lastRenderedPageBreak/>
        <w:t xml:space="preserve">g) </w:t>
      </w:r>
      <w:r w:rsidR="00126932" w:rsidRPr="000D549C">
        <w:t>usługodawcy i udzielanych przez niego świadczeniach opieki zdrowotnej</w:t>
      </w:r>
      <w:r w:rsidR="00126932">
        <w:t>,</w:t>
      </w:r>
    </w:p>
    <w:p w14:paraId="473D9905" w14:textId="77777777" w:rsidR="00126932" w:rsidRDefault="005B333E" w:rsidP="003D3C13">
      <w:pPr>
        <w:pStyle w:val="LITlitera"/>
      </w:pPr>
      <w:r>
        <w:t>h</w:t>
      </w:r>
      <w:r w:rsidR="00126932">
        <w:t>) wycofanych z obrotu produktach leczniczych lub wyrobach medycznych</w:t>
      </w:r>
      <w:r w:rsidR="00CA40D4">
        <w:t>,</w:t>
      </w:r>
    </w:p>
    <w:p w14:paraId="21241DB9" w14:textId="77777777" w:rsidR="00126932" w:rsidRDefault="005B333E" w:rsidP="003D3C13">
      <w:pPr>
        <w:pStyle w:val="LITlitera"/>
      </w:pPr>
      <w:r>
        <w:t>i</w:t>
      </w:r>
      <w:r w:rsidR="00126932">
        <w:t>)</w:t>
      </w:r>
      <w:r w:rsidR="00CA40D4" w:rsidRPr="00CA40D4">
        <w:t xml:space="preserve"> </w:t>
      </w:r>
      <w:r w:rsidR="00CA40D4">
        <w:t>profilaktyce i zdrowym trybie życia</w:t>
      </w:r>
      <w:r w:rsidR="00126932" w:rsidRPr="000D549C">
        <w:t>;</w:t>
      </w:r>
    </w:p>
    <w:p w14:paraId="019511EF" w14:textId="77777777" w:rsidR="00126932" w:rsidRDefault="006C38AF" w:rsidP="00FD1B3D">
      <w:pPr>
        <w:pStyle w:val="PKTpunkt"/>
      </w:pPr>
      <w:r>
        <w:t>3b) umożliwienia usługobiorcom lub ich przedstawicielom ustawowym składania</w:t>
      </w:r>
      <w:r w:rsidR="00126932">
        <w:t>:</w:t>
      </w:r>
    </w:p>
    <w:p w14:paraId="4EDDBB7D" w14:textId="322F88B2" w:rsidR="00126932" w:rsidRDefault="00126932" w:rsidP="003D3C13">
      <w:pPr>
        <w:pStyle w:val="LITlitera"/>
      </w:pPr>
      <w:r>
        <w:t>a)</w:t>
      </w:r>
      <w:r w:rsidR="006C38AF">
        <w:t xml:space="preserve"> oświadczeń, o których mowa w art. 7a ust. 1 pkt 3</w:t>
      </w:r>
      <w:r w:rsidR="003D3C13" w:rsidRPr="003D3C13">
        <w:t>–</w:t>
      </w:r>
      <w:r w:rsidR="006C38AF">
        <w:t>5</w:t>
      </w:r>
      <w:r>
        <w:t xml:space="preserve"> i 9, </w:t>
      </w:r>
      <w:r w:rsidR="00133EBD">
        <w:t xml:space="preserve"> </w:t>
      </w:r>
    </w:p>
    <w:p w14:paraId="2B6E970F" w14:textId="77777777" w:rsidR="006C38AF" w:rsidRDefault="00126932" w:rsidP="003D3C13">
      <w:pPr>
        <w:pStyle w:val="LITlitera"/>
      </w:pPr>
      <w:r>
        <w:lastRenderedPageBreak/>
        <w:t xml:space="preserve">b) </w:t>
      </w:r>
      <w:r w:rsidRPr="006A7B37">
        <w:t>deklaracji wyboru</w:t>
      </w:r>
      <w:r>
        <w:t>, o których mowa w art. 7a ust. 1 pkt 10,</w:t>
      </w:r>
    </w:p>
    <w:p w14:paraId="4CA5E7ED" w14:textId="77777777" w:rsidR="00126932" w:rsidRDefault="00126932" w:rsidP="003D3C13">
      <w:pPr>
        <w:pStyle w:val="LITlitera"/>
      </w:pPr>
      <w:r>
        <w:t>c) wniosków o wydanie Europejskiej Karty Ubezpieczenia Zdrowotnego,</w:t>
      </w:r>
    </w:p>
    <w:p w14:paraId="13BF41E5" w14:textId="77777777" w:rsidR="00CA40D4" w:rsidRDefault="00126932" w:rsidP="003D3C13">
      <w:pPr>
        <w:pStyle w:val="LITlitera"/>
      </w:pPr>
      <w:r>
        <w:t>d)</w:t>
      </w:r>
      <w:r w:rsidRPr="00126932">
        <w:t xml:space="preserve"> </w:t>
      </w:r>
      <w:r w:rsidRPr="005E0AAB">
        <w:t>wnioskó</w:t>
      </w:r>
      <w:r>
        <w:t>w i</w:t>
      </w:r>
      <w:r w:rsidRPr="005E0AAB">
        <w:t xml:space="preserve"> </w:t>
      </w:r>
      <w:r>
        <w:t>skarg</w:t>
      </w:r>
      <w:r w:rsidR="00CA40D4">
        <w:t>;</w:t>
      </w:r>
      <w:r w:rsidR="00B87DEF" w:rsidRPr="00B87DEF">
        <w:t>”,</w:t>
      </w:r>
    </w:p>
    <w:p w14:paraId="2B4FBD04" w14:textId="7E75C18B" w:rsidR="006C38AF" w:rsidRDefault="006C38AF" w:rsidP="00FD1B3D">
      <w:pPr>
        <w:pStyle w:val="PKTpunkt"/>
      </w:pPr>
      <w:r>
        <w:t>- po pkt 3b dodaje się pkt 3c</w:t>
      </w:r>
      <w:r w:rsidR="003D3C13" w:rsidRPr="003D3C13">
        <w:t>–</w:t>
      </w:r>
      <w:r w:rsidR="00CA40D4">
        <w:t>3e</w:t>
      </w:r>
      <w:r w:rsidR="00133EBD">
        <w:t xml:space="preserve"> </w:t>
      </w:r>
      <w:r>
        <w:t>w brzmieniu:</w:t>
      </w:r>
    </w:p>
    <w:p w14:paraId="2D131F97" w14:textId="1130738A" w:rsidR="00133EBD" w:rsidRPr="003D3C13" w:rsidRDefault="003D3C13" w:rsidP="003D3C13">
      <w:pPr>
        <w:pStyle w:val="PKTpunkt"/>
      </w:pPr>
      <w:r w:rsidRPr="003D3C13">
        <w:t>„</w:t>
      </w:r>
      <w:r w:rsidR="006C38AF" w:rsidRPr="003D3C13">
        <w:t>3c)</w:t>
      </w:r>
      <w:r w:rsidR="00133EBD" w:rsidRPr="003D3C13">
        <w:t xml:space="preserve"> umożliwienia lekarzom, lekarzom dentystom, pielęgniarkom, położnym, felczerom, starszym felczerom, fizjoterapeutom, farmaceu</w:t>
      </w:r>
      <w:r w:rsidR="00133EBD" w:rsidRPr="003D3C13">
        <w:lastRenderedPageBreak/>
        <w:t>tom, technikom farmaceutycznym oraz osobom wykonującym czynności pomocnicze przy udzielaniu świadczeń opieki zdrowotnej pozyskiwania informacji o uprawnieniach dodatkowych oraz informacji o n</w:t>
      </w:r>
      <w:r w:rsidRPr="003D3C13">
        <w:t>iepełnosprawności usługobiorców;</w:t>
      </w:r>
    </w:p>
    <w:p w14:paraId="51AFB53A" w14:textId="7D05EA0C" w:rsidR="00CA40D4" w:rsidRPr="003D3C13" w:rsidRDefault="00133EBD" w:rsidP="003D3C13">
      <w:pPr>
        <w:pStyle w:val="PKTpunkt"/>
      </w:pPr>
      <w:r w:rsidRPr="003D3C13">
        <w:t xml:space="preserve">3d) umożliwienia usługobiorcom realizacji recept transgranicznych, o których mowa w art. 2 pkt 35aa ustawy z dnia 6 września 2001 r. </w:t>
      </w:r>
      <w:r w:rsidR="003D3C13" w:rsidRPr="003D3C13">
        <w:t xml:space="preserve">– </w:t>
      </w:r>
      <w:r w:rsidRPr="003D3C13">
        <w:t>Prawo far</w:t>
      </w:r>
      <w:r w:rsidR="003D3C13" w:rsidRPr="003D3C13">
        <w:t>maceutyczne;</w:t>
      </w:r>
    </w:p>
    <w:p w14:paraId="5CC855F3" w14:textId="55620CC6" w:rsidR="006C38AF" w:rsidRPr="003D3C13" w:rsidRDefault="00CA40D4" w:rsidP="003D3C13">
      <w:pPr>
        <w:pStyle w:val="PKTpunkt"/>
      </w:pPr>
      <w:r w:rsidRPr="003D3C13">
        <w:lastRenderedPageBreak/>
        <w:t>3e) umożliwienia usługobiorcom uczestnictwa w badaniach ankietowych dotyczących oceny jakości opieki zdrowotnej;</w:t>
      </w:r>
      <w:r w:rsidR="003D3C13" w:rsidRPr="003D3C13">
        <w:t>”</w:t>
      </w:r>
      <w:r w:rsidRPr="003D3C13">
        <w:t>,</w:t>
      </w:r>
    </w:p>
    <w:p w14:paraId="0C9629FD" w14:textId="77777777" w:rsidR="00CA40D4" w:rsidRDefault="00DD1129" w:rsidP="00FD1B3D">
      <w:pPr>
        <w:pStyle w:val="PKTpunkt"/>
      </w:pPr>
      <w:r>
        <w:t xml:space="preserve">b) </w:t>
      </w:r>
      <w:r w:rsidR="00CA40D4">
        <w:t xml:space="preserve">ust. </w:t>
      </w:r>
      <w:r>
        <w:t>3 otrzymuje brzmienie:</w:t>
      </w:r>
    </w:p>
    <w:p w14:paraId="77D59929" w14:textId="28573570" w:rsidR="00DD1129" w:rsidRDefault="003D3C13" w:rsidP="00FD1B3D">
      <w:pPr>
        <w:pStyle w:val="PKTpunkt"/>
      </w:pPr>
      <w:r w:rsidRPr="003D3C13">
        <w:t>„</w:t>
      </w:r>
      <w:r w:rsidR="00DD1129">
        <w:t>3. Usługobiorca, jego przedstawiciel ustawowy lub osoba przez niego upoważniona ma dostęp do danych osobowych i jednostkowych danych medycznych, w zakresie niezbędnym do realizacji uprawnień określon</w:t>
      </w:r>
      <w:r>
        <w:t>ych w ust. 1 pkt 3</w:t>
      </w:r>
      <w:r w:rsidRPr="003D3C13">
        <w:t>–</w:t>
      </w:r>
      <w:r>
        <w:t>3b, 3d i 3e.</w:t>
      </w:r>
      <w:r w:rsidRPr="003D3C13">
        <w:t>”</w:t>
      </w:r>
      <w:r>
        <w:t>;</w:t>
      </w:r>
    </w:p>
    <w:p w14:paraId="5861BA52" w14:textId="77777777" w:rsidR="00FD1B3D" w:rsidRPr="006A7B37" w:rsidRDefault="00AD61B1" w:rsidP="00FD1B3D">
      <w:pPr>
        <w:pStyle w:val="PKTpunkt"/>
      </w:pPr>
      <w:r>
        <w:t>1</w:t>
      </w:r>
      <w:r w:rsidR="00F97103">
        <w:t>2</w:t>
      </w:r>
      <w:r>
        <w:t xml:space="preserve">) </w:t>
      </w:r>
      <w:r w:rsidR="00FD1B3D" w:rsidRPr="006A7B37">
        <w:t>w art. 15:</w:t>
      </w:r>
    </w:p>
    <w:p w14:paraId="3835C284" w14:textId="77777777" w:rsidR="00FD1B3D" w:rsidRPr="006A7B37" w:rsidRDefault="00FD1B3D" w:rsidP="00FD1B3D">
      <w:pPr>
        <w:pStyle w:val="LITlitera"/>
      </w:pPr>
      <w:r w:rsidRPr="006A7B37">
        <w:lastRenderedPageBreak/>
        <w:t>a)</w:t>
      </w:r>
      <w:r w:rsidRPr="006A7B37">
        <w:tab/>
        <w:t xml:space="preserve">w ust. 2 pkt 2 otrzymuje brzmienie: </w:t>
      </w:r>
    </w:p>
    <w:p w14:paraId="01741CEC" w14:textId="77777777" w:rsidR="00FD1B3D" w:rsidRPr="006A7B37" w:rsidRDefault="00FD1B3D" w:rsidP="00FD1B3D">
      <w:pPr>
        <w:pStyle w:val="ZLITPKTzmpktliter"/>
      </w:pPr>
      <w:r>
        <w:t>„</w:t>
      </w:r>
      <w:r w:rsidRPr="006A7B37">
        <w:t>2) dane, o których mowa w art. 4 ust. 3 pkt 1lit. a</w:t>
      </w:r>
      <w:r w:rsidRPr="00D01AAE">
        <w:t>–</w:t>
      </w:r>
      <w:r w:rsidRPr="006A7B37">
        <w:t>d, g-o, r oraz u</w:t>
      </w:r>
      <w:r w:rsidRPr="00D01AAE">
        <w:t>–</w:t>
      </w:r>
      <w:r w:rsidRPr="006A7B37">
        <w:t>x.</w:t>
      </w:r>
      <w:r>
        <w:t>”</w:t>
      </w:r>
      <w:r w:rsidRPr="006A7B37">
        <w:t xml:space="preserve">, </w:t>
      </w:r>
    </w:p>
    <w:p w14:paraId="5E862A7A" w14:textId="77777777" w:rsidR="00FD1B3D" w:rsidRPr="006A7B37" w:rsidRDefault="00FD1B3D" w:rsidP="00FD1B3D">
      <w:pPr>
        <w:pStyle w:val="LITlitera"/>
      </w:pPr>
      <w:r w:rsidRPr="006A7B37">
        <w:t>b)</w:t>
      </w:r>
      <w:r w:rsidRPr="006A7B37">
        <w:tab/>
        <w:t>ust. 3 otrzymuje brzmienie:</w:t>
      </w:r>
    </w:p>
    <w:p w14:paraId="30F21D12" w14:textId="33C212D2" w:rsidR="00FD1B3D" w:rsidRPr="006A7B37" w:rsidRDefault="00FD1B3D" w:rsidP="00022F5A">
      <w:pPr>
        <w:pStyle w:val="ZLITUSTzmustliter"/>
        <w:ind w:left="0" w:firstLine="0"/>
      </w:pPr>
      <w:r>
        <w:t>„</w:t>
      </w:r>
      <w:r w:rsidRPr="006A7B37">
        <w:t>3. Dane do Centralnego Wykazu Usługobiorców, w zakresie określonym w art. 4 ust. 3 pkt 1 lit. m</w:t>
      </w:r>
      <w:r w:rsidRPr="00D01AAE">
        <w:t>–</w:t>
      </w:r>
      <w:r w:rsidRPr="006A7B37">
        <w:t>o oraz u</w:t>
      </w:r>
      <w:r w:rsidRPr="00D01AAE">
        <w:t>–</w:t>
      </w:r>
      <w:r w:rsidRPr="006A7B37">
        <w:t xml:space="preserve">v, </w:t>
      </w:r>
      <w:r w:rsidR="00B4137D">
        <w:t>są</w:t>
      </w:r>
      <w:r w:rsidR="00B4137D" w:rsidRPr="00B4137D">
        <w:t xml:space="preserve"> </w:t>
      </w:r>
      <w:r w:rsidR="00B4137D">
        <w:t xml:space="preserve">obowiązani </w:t>
      </w:r>
      <w:r w:rsidRPr="006A7B37">
        <w:t>przekaz</w:t>
      </w:r>
      <w:r w:rsidR="00B4137D">
        <w:t>ywać</w:t>
      </w:r>
      <w:r w:rsidR="005B333E">
        <w:t xml:space="preserve"> </w:t>
      </w:r>
      <w:r w:rsidRPr="006A7B37">
        <w:t>płatnicy, o których mowa w art. 2 pkt 9 lit. a</w:t>
      </w:r>
      <w:r w:rsidR="00837A6D">
        <w:t>.</w:t>
      </w:r>
      <w:r w:rsidR="00652AF8" w:rsidRPr="00652AF8">
        <w:t>”</w:t>
      </w:r>
      <w:r w:rsidR="00837A6D">
        <w:t>,</w:t>
      </w:r>
    </w:p>
    <w:p w14:paraId="0A08E06A" w14:textId="77777777" w:rsidR="00FD1B3D" w:rsidRPr="006A7B37" w:rsidRDefault="00FD1B3D" w:rsidP="00FD1B3D">
      <w:pPr>
        <w:pStyle w:val="LITlitera"/>
      </w:pPr>
      <w:r w:rsidRPr="006A7B37">
        <w:t>c)</w:t>
      </w:r>
      <w:r w:rsidRPr="006A7B37">
        <w:tab/>
        <w:t>po ust. 4 dodaje się ust. 4a</w:t>
      </w:r>
      <w:r w:rsidRPr="004B71DD">
        <w:t>–</w:t>
      </w:r>
      <w:r>
        <w:t>4c</w:t>
      </w:r>
      <w:r w:rsidRPr="006A7B37">
        <w:t xml:space="preserve"> w brzmieniu: </w:t>
      </w:r>
    </w:p>
    <w:p w14:paraId="1195F35D" w14:textId="63DCD3DF" w:rsidR="00FD1B3D" w:rsidRPr="006A7B37" w:rsidRDefault="00FD1B3D" w:rsidP="00FD1B3D">
      <w:pPr>
        <w:pStyle w:val="ZLITUSTzmustliter"/>
      </w:pPr>
      <w:r>
        <w:lastRenderedPageBreak/>
        <w:t>„</w:t>
      </w:r>
      <w:r w:rsidRPr="006A7B37">
        <w:t xml:space="preserve">4a. Dane do Centralnego Wykazu Usługobiorców, w zakresie określonym w art. 4 ust. 3 pkt 1 lit. x, </w:t>
      </w:r>
      <w:r w:rsidR="000936F8">
        <w:t>jest obowiązane</w:t>
      </w:r>
      <w:r w:rsidR="00B4137D">
        <w:t xml:space="preserve"> </w:t>
      </w:r>
      <w:r w:rsidRPr="006A7B37">
        <w:t>przekaz</w:t>
      </w:r>
      <w:r w:rsidR="00B4137D">
        <w:t>ywać</w:t>
      </w:r>
      <w:r w:rsidRPr="006A7B37">
        <w:t xml:space="preserve"> Centrum Organizacyjno-Koordynacyjne do Spraw Transplantacji </w:t>
      </w:r>
      <w:r>
        <w:t>„</w:t>
      </w:r>
      <w:r w:rsidRPr="006A7B37">
        <w:t>Poltransplant</w:t>
      </w:r>
      <w:r>
        <w:t>”</w:t>
      </w:r>
      <w:r w:rsidRPr="006A7B37">
        <w:t>.</w:t>
      </w:r>
    </w:p>
    <w:p w14:paraId="40A5FABF" w14:textId="3C2DF299" w:rsidR="00FD1B3D" w:rsidRDefault="00FD1B3D" w:rsidP="00FD1B3D">
      <w:pPr>
        <w:pStyle w:val="ZLITUSTzmustliter"/>
      </w:pPr>
      <w:r w:rsidRPr="006A7B37">
        <w:t>4b. Dane do Centralnego Wykazu Usługobiorców, w zakresie określonym w art. 4 ust. 3 pkt 1 lit. l oraz w</w:t>
      </w:r>
      <w:r w:rsidR="007A2480">
        <w:t>,</w:t>
      </w:r>
      <w:r w:rsidRPr="006A7B37">
        <w:t xml:space="preserve"> </w:t>
      </w:r>
      <w:r w:rsidR="00A1719D">
        <w:t>mogą</w:t>
      </w:r>
      <w:r w:rsidR="005B2AA7">
        <w:t xml:space="preserve"> </w:t>
      </w:r>
      <w:r w:rsidR="005B2AA7" w:rsidRPr="006A7B37">
        <w:t>przekaz</w:t>
      </w:r>
      <w:r w:rsidR="005B2AA7">
        <w:t xml:space="preserve">ywać </w:t>
      </w:r>
      <w:r w:rsidRPr="006A7B37">
        <w:t>również usługodawcy</w:t>
      </w:r>
      <w:r>
        <w:t>.</w:t>
      </w:r>
    </w:p>
    <w:p w14:paraId="3A914190" w14:textId="692F456C" w:rsidR="00837A6D" w:rsidRDefault="00FD1B3D" w:rsidP="00FD1B3D">
      <w:pPr>
        <w:pStyle w:val="ZLITUSTzmustliter"/>
      </w:pPr>
      <w:r>
        <w:lastRenderedPageBreak/>
        <w:t xml:space="preserve">4c. </w:t>
      </w:r>
      <w:r w:rsidRPr="006A7B37">
        <w:t>Dane do Centralnego Wykazu Usługobiorców, w zakresie określo</w:t>
      </w:r>
      <w:r>
        <w:t xml:space="preserve">nym w art. 4 ust. 3 pkt 1 lit. n </w:t>
      </w:r>
      <w:r w:rsidR="007A2480">
        <w:t>oraz</w:t>
      </w:r>
      <w:r w:rsidR="009C017F">
        <w:t xml:space="preserve"> o</w:t>
      </w:r>
      <w:r w:rsidR="007A2480">
        <w:t>,</w:t>
      </w:r>
      <w:r w:rsidR="009C017F">
        <w:t xml:space="preserve"> </w:t>
      </w:r>
      <w:r w:rsidR="005B2AA7">
        <w:t>są</w:t>
      </w:r>
      <w:r w:rsidR="005B2AA7" w:rsidRPr="00B4137D">
        <w:t xml:space="preserve"> </w:t>
      </w:r>
      <w:r w:rsidR="005B2AA7">
        <w:t xml:space="preserve">obowiązani </w:t>
      </w:r>
      <w:r w:rsidR="005B2AA7" w:rsidRPr="006A7B37">
        <w:t>przekaz</w:t>
      </w:r>
      <w:r w:rsidR="005B2AA7">
        <w:t>ywać</w:t>
      </w:r>
      <w:r w:rsidR="00837A6D">
        <w:t>:</w:t>
      </w:r>
    </w:p>
    <w:p w14:paraId="718CF26C" w14:textId="77777777" w:rsidR="00837A6D" w:rsidRDefault="00837A6D" w:rsidP="00FD1B3D">
      <w:pPr>
        <w:pStyle w:val="ZLITUSTzmustliter"/>
      </w:pPr>
      <w:r>
        <w:t>1)</w:t>
      </w:r>
      <w:r w:rsidR="00FD1B3D">
        <w:t xml:space="preserve"> Zakład Ubezpieczeń Społecznych</w:t>
      </w:r>
      <w:r>
        <w:t>;</w:t>
      </w:r>
    </w:p>
    <w:p w14:paraId="473D1384" w14:textId="77777777" w:rsidR="00837A6D" w:rsidRDefault="00837A6D" w:rsidP="00FD1B3D">
      <w:pPr>
        <w:pStyle w:val="ZLITUSTzmustliter"/>
      </w:pPr>
      <w:r>
        <w:t xml:space="preserve">2) </w:t>
      </w:r>
      <w:r w:rsidRPr="006A7B37">
        <w:t>Minister Obrony Narodowej;</w:t>
      </w:r>
    </w:p>
    <w:p w14:paraId="0D229994" w14:textId="77777777" w:rsidR="005B333E" w:rsidRDefault="00837A6D" w:rsidP="00837A6D">
      <w:pPr>
        <w:pStyle w:val="ZLITUSTzmustliter"/>
      </w:pPr>
      <w:r>
        <w:t>3)</w:t>
      </w:r>
      <w:r w:rsidRPr="00837A6D">
        <w:t xml:space="preserve"> </w:t>
      </w:r>
      <w:r w:rsidR="005B333E">
        <w:t>minister właściwy do spraw wewnętrznych;</w:t>
      </w:r>
    </w:p>
    <w:p w14:paraId="036A8874" w14:textId="77777777" w:rsidR="00837A6D" w:rsidRDefault="005B333E" w:rsidP="00837A6D">
      <w:pPr>
        <w:pStyle w:val="ZLITUSTzmustliter"/>
      </w:pPr>
      <w:r>
        <w:t xml:space="preserve">4) </w:t>
      </w:r>
      <w:r w:rsidR="00837A6D" w:rsidRPr="006A7B37">
        <w:t>Szef Urzędu do Spraw Kombatantów i Osób Represjonowanych</w:t>
      </w:r>
      <w:r w:rsidR="00837A6D">
        <w:t>;</w:t>
      </w:r>
    </w:p>
    <w:p w14:paraId="29017AC5" w14:textId="77777777" w:rsidR="005B333E" w:rsidRDefault="005B333E" w:rsidP="00837A6D">
      <w:pPr>
        <w:pStyle w:val="ZLITUSTzmustliter"/>
      </w:pPr>
      <w:r>
        <w:lastRenderedPageBreak/>
        <w:t>5</w:t>
      </w:r>
      <w:r w:rsidR="00837A6D">
        <w:t xml:space="preserve">) </w:t>
      </w:r>
      <w:r>
        <w:t>Szef Agencji Bezpieczeństwa Wywiadu;</w:t>
      </w:r>
    </w:p>
    <w:p w14:paraId="38CFACFC" w14:textId="77777777" w:rsidR="00837A6D" w:rsidRDefault="005B333E" w:rsidP="00837A6D">
      <w:pPr>
        <w:pStyle w:val="ZLITUSTzmustliter"/>
      </w:pPr>
      <w:r>
        <w:t xml:space="preserve">6) </w:t>
      </w:r>
      <w:r w:rsidR="00A04AB5" w:rsidRPr="006A7B37">
        <w:t>podmioty, o których mowa w art. 7 ust. 2 ustawy z dnia 19 czerwca 1997 r. o zakazie stosowania wyrobów zawierających azbest</w:t>
      </w:r>
      <w:r w:rsidR="00A04AB5">
        <w:t xml:space="preserve"> (Dz. U. z 2017 r. poz. 2119)</w:t>
      </w:r>
      <w:r w:rsidR="00A04AB5" w:rsidRPr="006A7B37">
        <w:t>;</w:t>
      </w:r>
    </w:p>
    <w:p w14:paraId="122C1C16" w14:textId="77777777" w:rsidR="00A04AB5" w:rsidRDefault="005B333E" w:rsidP="00837A6D">
      <w:pPr>
        <w:pStyle w:val="ZLITUSTzmustliter"/>
      </w:pPr>
      <w:r>
        <w:t>7</w:t>
      </w:r>
      <w:r w:rsidR="00A04AB5">
        <w:t xml:space="preserve">) </w:t>
      </w:r>
      <w:r w:rsidR="00A04AB5" w:rsidRPr="006A7B37">
        <w:t xml:space="preserve">Centrum Organizacyjno-Koordynacyjne do Spraw Transplantacji </w:t>
      </w:r>
      <w:r w:rsidR="00A04AB5">
        <w:t>„</w:t>
      </w:r>
      <w:r w:rsidR="00A04AB5" w:rsidRPr="006A7B37">
        <w:t>Poltransplant</w:t>
      </w:r>
      <w:r w:rsidR="00A04AB5">
        <w:t>”;</w:t>
      </w:r>
    </w:p>
    <w:p w14:paraId="413E37FB" w14:textId="77777777" w:rsidR="007272D3" w:rsidRDefault="005B333E" w:rsidP="00A04AB5">
      <w:pPr>
        <w:pStyle w:val="ZLITUSTzmustliter"/>
      </w:pPr>
      <w:r>
        <w:t>8</w:t>
      </w:r>
      <w:r w:rsidR="00A04AB5">
        <w:t>)</w:t>
      </w:r>
      <w:r w:rsidR="00A04AB5" w:rsidRPr="00A04AB5">
        <w:t xml:space="preserve"> </w:t>
      </w:r>
      <w:r w:rsidR="00A04AB5">
        <w:t>Polski Czerwony Krzyż</w:t>
      </w:r>
      <w:r w:rsidR="007272D3">
        <w:t>;</w:t>
      </w:r>
    </w:p>
    <w:p w14:paraId="0AF676AC" w14:textId="74138991" w:rsidR="0033771C" w:rsidRDefault="007272D3" w:rsidP="00A04AB5">
      <w:pPr>
        <w:pStyle w:val="ZLITUSTzmustliter"/>
      </w:pPr>
      <w:r>
        <w:lastRenderedPageBreak/>
        <w:t xml:space="preserve">9) </w:t>
      </w:r>
      <w:r w:rsidRPr="007272D3">
        <w:t>Elektroniczny Krajowy System Monitoringu Orzekania o Niepełnosprawności</w:t>
      </w:r>
      <w:r>
        <w:t>, o którym mowa w art. 6d ustawy z dnia 27 sierpnia 1997 r. o rehabilitacji zawodowej i społecznej oraz zatrudnianiu osób niepełnosprawnych</w:t>
      </w:r>
      <w:r w:rsidR="00CA0585" w:rsidRPr="00CA0585">
        <w:t xml:space="preserve"> </w:t>
      </w:r>
      <w:r w:rsidR="00CA0585">
        <w:t xml:space="preserve">(Dz. U. </w:t>
      </w:r>
      <w:r w:rsidR="00CA0585" w:rsidRPr="00CA0585">
        <w:t xml:space="preserve">z 2018 r. poz. 511, </w:t>
      </w:r>
      <w:r w:rsidR="00CA0585">
        <w:t>z późn. zm.</w:t>
      </w:r>
      <w:r w:rsidR="000936F8">
        <w:rPr>
          <w:rStyle w:val="Odwoanieprzypisudolnego"/>
        </w:rPr>
        <w:footnoteReference w:customMarkFollows="1" w:id="3"/>
        <w:t>3)</w:t>
      </w:r>
      <w:r w:rsidR="00CA0585">
        <w:t>).</w:t>
      </w:r>
    </w:p>
    <w:p w14:paraId="2C3359D6" w14:textId="117EE0FD" w:rsidR="00FD1B3D" w:rsidRPr="006A7B37" w:rsidRDefault="0033771C" w:rsidP="00A04AB5">
      <w:pPr>
        <w:pStyle w:val="ZLITUSTzmustliter"/>
      </w:pPr>
      <w:r>
        <w:lastRenderedPageBreak/>
        <w:t>4d.</w:t>
      </w:r>
      <w:r w:rsidRPr="0033771C">
        <w:t xml:space="preserve"> Dane do Centralnego Wykazu Usługobiorców, w  zakresie określon</w:t>
      </w:r>
      <w:r w:rsidR="0098268C">
        <w:t xml:space="preserve">ym w art. 4 ust. 3 pkt 1 lit. </w:t>
      </w:r>
      <w:r w:rsidRPr="0033771C">
        <w:t>l oraz w</w:t>
      </w:r>
      <w:r w:rsidR="007A2480">
        <w:t>,</w:t>
      </w:r>
      <w:r w:rsidRPr="0033771C">
        <w:t xml:space="preserve"> przekazuje również węzeł krajowy identyfikacji elektronicznej, o którym mowa w art. 21a ust. 1 pkt 2 lit. a ustawy z dnia 5 września 2016 r. o usługach zaufania oraz identyfikacji elektronicznej</w:t>
      </w:r>
      <w:r w:rsidR="00CA0585">
        <w:t xml:space="preserve"> (Dz. U. z 2019 r. poz. 162).</w:t>
      </w:r>
      <w:r w:rsidR="00FD1B3D">
        <w:t>”</w:t>
      </w:r>
      <w:r w:rsidR="00FD1B3D" w:rsidRPr="006A7B37">
        <w:t>,</w:t>
      </w:r>
    </w:p>
    <w:p w14:paraId="490A26CE" w14:textId="77777777" w:rsidR="00FD1B3D" w:rsidRPr="006A7B37" w:rsidRDefault="00FD1B3D" w:rsidP="00FD1B3D">
      <w:pPr>
        <w:pStyle w:val="LITlitera"/>
      </w:pPr>
      <w:r w:rsidRPr="006A7B37">
        <w:t>d)</w:t>
      </w:r>
      <w:r w:rsidRPr="006A7B37">
        <w:tab/>
        <w:t>w ust. 5:</w:t>
      </w:r>
    </w:p>
    <w:p w14:paraId="257F924A" w14:textId="77777777" w:rsidR="00FD1B3D" w:rsidRPr="006A7B37" w:rsidRDefault="00FD1B3D" w:rsidP="00FD1B3D">
      <w:pPr>
        <w:pStyle w:val="TIRtiret"/>
      </w:pPr>
      <w:r w:rsidRPr="006A7B37">
        <w:t xml:space="preserve">- pkt 1 otrzymuje brzmienie: </w:t>
      </w:r>
    </w:p>
    <w:p w14:paraId="2A1BF87A" w14:textId="77777777" w:rsidR="00FD1B3D" w:rsidRPr="006A7B37" w:rsidRDefault="00FD1B3D" w:rsidP="00FD1B3D">
      <w:pPr>
        <w:pStyle w:val="ZTIRPKTzmpkttiret"/>
      </w:pPr>
      <w:r>
        <w:lastRenderedPageBreak/>
        <w:t>„</w:t>
      </w:r>
      <w:r w:rsidRPr="006A7B37">
        <w:t>1) przekazuje do Centralnego Wykazu Usługobiorców dane, w zakresie określonym w art. 4 ust. 3 pkt 1 lit. a</w:t>
      </w:r>
      <w:r w:rsidRPr="00D01AAE">
        <w:t>–</w:t>
      </w:r>
      <w:r w:rsidRPr="006A7B37">
        <w:t>d, g, h, ja oraz r;</w:t>
      </w:r>
      <w:r>
        <w:t>”</w:t>
      </w:r>
      <w:r w:rsidRPr="006A7B37">
        <w:t>,</w:t>
      </w:r>
    </w:p>
    <w:p w14:paraId="0E1820C3" w14:textId="77777777" w:rsidR="00FD1B3D" w:rsidRPr="006A7B37" w:rsidRDefault="00FD1B3D" w:rsidP="00FD1B3D">
      <w:pPr>
        <w:pStyle w:val="TIRtiret"/>
      </w:pPr>
      <w:r w:rsidRPr="006A7B37">
        <w:t xml:space="preserve">- pkt 2 otrzymuje brzmienie: </w:t>
      </w:r>
    </w:p>
    <w:p w14:paraId="4EAD9468" w14:textId="77777777" w:rsidR="00FD1B3D" w:rsidRPr="006A7B37" w:rsidRDefault="00FD1B3D" w:rsidP="00FD1B3D">
      <w:pPr>
        <w:pStyle w:val="ZTIRPKTzmpkttiret"/>
      </w:pPr>
      <w:r>
        <w:t>„</w:t>
      </w:r>
      <w:r w:rsidRPr="006A7B37">
        <w:t>2) zapewnia stały dostęp do danych, w zakresie określonym w art. 4 ust. 3 pkt 1 lit. a</w:t>
      </w:r>
      <w:r w:rsidRPr="00D01AAE">
        <w:t>–</w:t>
      </w:r>
      <w:r w:rsidRPr="006A7B37">
        <w:t>d, g, h, ja oraz r.</w:t>
      </w:r>
      <w:r>
        <w:t>”</w:t>
      </w:r>
      <w:r w:rsidRPr="006A7B37">
        <w:t>,</w:t>
      </w:r>
    </w:p>
    <w:p w14:paraId="74234321" w14:textId="77777777" w:rsidR="00FD1B3D" w:rsidRPr="006A7B37" w:rsidRDefault="00FD1B3D" w:rsidP="00FD1B3D">
      <w:pPr>
        <w:pStyle w:val="LITlitera"/>
      </w:pPr>
      <w:r w:rsidRPr="006A7B37">
        <w:t>e) po ust. 5 dodaje się ust. 5a w brzmieniu:</w:t>
      </w:r>
    </w:p>
    <w:p w14:paraId="07D331AB" w14:textId="6E6953D3" w:rsidR="00FD1B3D" w:rsidRPr="006A7B37" w:rsidRDefault="00FD1B3D" w:rsidP="00FD1B3D">
      <w:pPr>
        <w:pStyle w:val="ZLITUSTzmustliter"/>
      </w:pPr>
      <w:r>
        <w:t>„</w:t>
      </w:r>
      <w:r w:rsidRPr="006A7B37">
        <w:t>5a. Podmioty, o których mowa w ust. 3</w:t>
      </w:r>
      <w:r>
        <w:t xml:space="preserve"> i ust. 4c,</w:t>
      </w:r>
      <w:r w:rsidRPr="006A7B37">
        <w:t xml:space="preserve"> są obowiązane przekazywać dane, o których mowa w art. 4 ust. 3 pkt 1 lit. </w:t>
      </w:r>
      <w:r w:rsidR="00563E7B">
        <w:t xml:space="preserve">n </w:t>
      </w:r>
      <w:r w:rsidR="005A27EE">
        <w:t>oraz</w:t>
      </w:r>
      <w:r w:rsidR="00563E7B">
        <w:t xml:space="preserve"> </w:t>
      </w:r>
      <w:r w:rsidRPr="006A7B37">
        <w:lastRenderedPageBreak/>
        <w:t>o</w:t>
      </w:r>
      <w:r>
        <w:t>,</w:t>
      </w:r>
      <w:r w:rsidRPr="006A7B37">
        <w:t xml:space="preserve"> niezwłocznie, nie później jednak niż w terminie 3 dni od </w:t>
      </w:r>
      <w:r w:rsidR="00C7471D">
        <w:t xml:space="preserve">dnia </w:t>
      </w:r>
      <w:r w:rsidRPr="006A7B37">
        <w:t>powstania uprawnienia albo jego zmiany</w:t>
      </w:r>
      <w:r w:rsidR="00A04AB5">
        <w:t xml:space="preserve"> lub utraty</w:t>
      </w:r>
      <w:r w:rsidRPr="006A7B37">
        <w:t>.</w:t>
      </w:r>
      <w:r>
        <w:t>”</w:t>
      </w:r>
      <w:r w:rsidRPr="006A7B37">
        <w:t>,</w:t>
      </w:r>
    </w:p>
    <w:p w14:paraId="4C251728" w14:textId="77777777" w:rsidR="00FD1B3D" w:rsidRPr="006A7B37" w:rsidRDefault="00FD1B3D" w:rsidP="00FD1B3D">
      <w:pPr>
        <w:pStyle w:val="LITlitera"/>
      </w:pPr>
      <w:r w:rsidRPr="006A7B37">
        <w:t>f) dodaje się ust. 7 w brzmieniu:</w:t>
      </w:r>
    </w:p>
    <w:p w14:paraId="45F62F8D" w14:textId="77777777" w:rsidR="00FD1B3D" w:rsidRPr="006A7B37" w:rsidRDefault="00FD1B3D" w:rsidP="00FD1B3D">
      <w:pPr>
        <w:pStyle w:val="ZLITUSTzmustliter"/>
      </w:pPr>
      <w:r>
        <w:t>„</w:t>
      </w:r>
      <w:r w:rsidRPr="006A7B37">
        <w:t>7. Administrator danych udostępnia dane zawarte w Centralnym Wykazie Usługobiorców usługodawcom</w:t>
      </w:r>
      <w:r w:rsidR="005A27EE">
        <w:t>,</w:t>
      </w:r>
      <w:r w:rsidRPr="006A7B37">
        <w:t xml:space="preserve"> w zakresie określonym w art. 4 ust. 3 pkt 1 lit. a, j, ja, k oraz o</w:t>
      </w:r>
      <w:r w:rsidR="005A27EE">
        <w:t>,</w:t>
      </w:r>
      <w:r w:rsidR="00A04AB5">
        <w:t xml:space="preserve"> w</w:t>
      </w:r>
      <w:r w:rsidR="007272D3">
        <w:t xml:space="preserve"> celu umożliwienia automatycznego działania systemów teleinformatycznych usługodawców</w:t>
      </w:r>
      <w:r w:rsidRPr="006A7B37">
        <w:t>.</w:t>
      </w:r>
      <w:r>
        <w:t>”;</w:t>
      </w:r>
    </w:p>
    <w:p w14:paraId="3EE9ED0A" w14:textId="658565D5" w:rsidR="00FD1B3D" w:rsidRPr="006A7B37" w:rsidRDefault="00F97103" w:rsidP="006F5E3E">
      <w:pPr>
        <w:pStyle w:val="PKTpunkt"/>
      </w:pPr>
      <w:r>
        <w:lastRenderedPageBreak/>
        <w:t>13</w:t>
      </w:r>
      <w:r w:rsidR="00FD1B3D" w:rsidRPr="006A7B37">
        <w:t>)</w:t>
      </w:r>
      <w:r w:rsidR="00FD1B3D" w:rsidRPr="006A7B37">
        <w:tab/>
        <w:t>w art. 16</w:t>
      </w:r>
      <w:r w:rsidR="000936F8">
        <w:t xml:space="preserve"> </w:t>
      </w:r>
      <w:r w:rsidR="00FD1B3D" w:rsidRPr="006A7B37">
        <w:t>w ust. 2 po pkt 6 dodaje się pkt 6a i 6b w brzmieniu:</w:t>
      </w:r>
    </w:p>
    <w:p w14:paraId="2F377A1E" w14:textId="77777777" w:rsidR="00FD1B3D" w:rsidRPr="006A7B37" w:rsidRDefault="00FD1B3D" w:rsidP="00FD1B3D">
      <w:pPr>
        <w:pStyle w:val="ZLITPKTzmpktliter"/>
      </w:pPr>
      <w:r>
        <w:t>„</w:t>
      </w:r>
      <w:r w:rsidRPr="006A7B37">
        <w:t>6a) adresu strony internetowej;</w:t>
      </w:r>
    </w:p>
    <w:p w14:paraId="7E54906F" w14:textId="77777777" w:rsidR="00FD1B3D" w:rsidRPr="006A7B37" w:rsidRDefault="00FD1B3D" w:rsidP="00FD1B3D">
      <w:pPr>
        <w:pStyle w:val="ZLITPKTzmpktliter"/>
      </w:pPr>
      <w:r w:rsidRPr="006A7B37">
        <w:t>6b) adresu poczty elektronicznej;</w:t>
      </w:r>
      <w:r>
        <w:t>”;</w:t>
      </w:r>
    </w:p>
    <w:p w14:paraId="0D35F3BB" w14:textId="77777777" w:rsidR="00FD1B3D" w:rsidRDefault="00F97103" w:rsidP="00FD1B3D">
      <w:pPr>
        <w:pStyle w:val="PKTpunkt"/>
      </w:pPr>
      <w:r>
        <w:t>14</w:t>
      </w:r>
      <w:r w:rsidR="00FD1B3D" w:rsidRPr="006A7B37">
        <w:t>)</w:t>
      </w:r>
      <w:r w:rsidR="00FD1B3D" w:rsidRPr="006A7B37">
        <w:tab/>
        <w:t>w art. 17:</w:t>
      </w:r>
    </w:p>
    <w:p w14:paraId="69D3F4B8" w14:textId="77777777" w:rsidR="00FD1B3D" w:rsidRDefault="00FD1B3D" w:rsidP="00FD1B3D">
      <w:pPr>
        <w:pStyle w:val="LITlitera"/>
      </w:pPr>
      <w:r>
        <w:t>a) ust. 1 otrzymuje brzmienie:</w:t>
      </w:r>
    </w:p>
    <w:p w14:paraId="036021FF" w14:textId="77777777" w:rsidR="00FD1B3D" w:rsidRPr="006A7B37" w:rsidRDefault="00FD1B3D" w:rsidP="00FD1B3D">
      <w:pPr>
        <w:pStyle w:val="ZLITUSTzmustliter"/>
      </w:pPr>
      <w:r>
        <w:t xml:space="preserve">„1. Tworzy się rejestr medyczny zwany Centralnym Wykazem Pracowników Medycznych, zawierający dane dotyczące lekarzy, lekarzy dentystów, felczerów, starszych felczerów, pielęgniarek, </w:t>
      </w:r>
      <w:r>
        <w:lastRenderedPageBreak/>
        <w:t>położnych, diagnostów laboratoryjnych</w:t>
      </w:r>
      <w:r w:rsidR="00563E7B">
        <w:t>, fizjoterapeutów</w:t>
      </w:r>
      <w:r>
        <w:t xml:space="preserve"> oraz farmaceutów.”,</w:t>
      </w:r>
    </w:p>
    <w:p w14:paraId="1A04DD60" w14:textId="77777777" w:rsidR="00FD1B3D" w:rsidRPr="006A7B37" w:rsidRDefault="00FD1B3D" w:rsidP="00FD1B3D">
      <w:pPr>
        <w:pStyle w:val="LITlitera"/>
      </w:pPr>
      <w:r>
        <w:t>b</w:t>
      </w:r>
      <w:r w:rsidRPr="006A7B37">
        <w:t>)</w:t>
      </w:r>
      <w:r w:rsidRPr="006A7B37">
        <w:tab/>
        <w:t>w ust. 2 uchyla się pkt 8,</w:t>
      </w:r>
    </w:p>
    <w:p w14:paraId="47AD6605" w14:textId="77777777" w:rsidR="00FD1B3D" w:rsidRPr="006A7B37" w:rsidRDefault="00FD1B3D" w:rsidP="00FD1B3D">
      <w:pPr>
        <w:pStyle w:val="LITlitera"/>
      </w:pPr>
      <w:r>
        <w:t>c</w:t>
      </w:r>
      <w:r w:rsidRPr="006A7B37">
        <w:t>)</w:t>
      </w:r>
      <w:r w:rsidRPr="006A7B37">
        <w:tab/>
        <w:t>uchyla się ust. 2a i 2b,</w:t>
      </w:r>
    </w:p>
    <w:p w14:paraId="622FA5DB" w14:textId="77777777" w:rsidR="00FD1B3D" w:rsidRPr="006A7B37" w:rsidRDefault="00FD1B3D" w:rsidP="00FD1B3D">
      <w:pPr>
        <w:pStyle w:val="LITlitera"/>
      </w:pPr>
      <w:r>
        <w:t>d</w:t>
      </w:r>
      <w:r w:rsidRPr="006A7B37">
        <w:t>)</w:t>
      </w:r>
      <w:r w:rsidRPr="006A7B37">
        <w:tab/>
        <w:t xml:space="preserve">po ust. 2b dodaje się ust. 2c w brzmieniu: </w:t>
      </w:r>
    </w:p>
    <w:p w14:paraId="58FAACCE" w14:textId="6B0C29AF" w:rsidR="00FD1B3D" w:rsidRDefault="00FD1B3D" w:rsidP="00FD1B3D">
      <w:pPr>
        <w:pStyle w:val="ZLITUSTzmustliter"/>
      </w:pPr>
      <w:r>
        <w:t>„</w:t>
      </w:r>
      <w:r w:rsidRPr="006A7B37">
        <w:t>2c</w:t>
      </w:r>
      <w:r>
        <w:t>.</w:t>
      </w:r>
      <w:r w:rsidRPr="006A7B37">
        <w:t xml:space="preserve"> Podmioty prowadzące rejestry </w:t>
      </w:r>
      <w:r w:rsidR="007272D3">
        <w:t>dotyczące lekarzy, lekarzy dentystów, felczerów, starszych felczerów, pielęgniarek, położnych, diagnostów laboratoryjnych, fizjoterapeutów oraz farmaceutów</w:t>
      </w:r>
      <w:r w:rsidR="007272D3" w:rsidRPr="006A7B37">
        <w:t xml:space="preserve"> </w:t>
      </w:r>
      <w:r w:rsidRPr="006A7B37">
        <w:t xml:space="preserve">są </w:t>
      </w:r>
      <w:r w:rsidRPr="006A7B37">
        <w:lastRenderedPageBreak/>
        <w:t>obowiązane do przekazywania do Centralnego Wykazu Pracowników Medycznych</w:t>
      </w:r>
      <w:r w:rsidR="00563E7B" w:rsidRPr="00563E7B">
        <w:t xml:space="preserve"> </w:t>
      </w:r>
      <w:r w:rsidR="00563E7B">
        <w:t xml:space="preserve">danych </w:t>
      </w:r>
      <w:r w:rsidR="00563E7B" w:rsidRPr="006A7B37">
        <w:t>swoich członk</w:t>
      </w:r>
      <w:r w:rsidR="00563E7B">
        <w:t>ów, o których mowa w ust. 2</w:t>
      </w:r>
      <w:r w:rsidR="00806ACF">
        <w:t xml:space="preserve"> pkt 1, 2, 4 i 9</w:t>
      </w:r>
      <w:r w:rsidR="005A27EE">
        <w:t>,</w:t>
      </w:r>
      <w:r w:rsidR="004B7A7B">
        <w:t xml:space="preserve"> w terminie </w:t>
      </w:r>
      <w:r w:rsidR="003274D0">
        <w:t xml:space="preserve">1 dnia roboczego od </w:t>
      </w:r>
      <w:r w:rsidR="00C2168F">
        <w:t>d</w:t>
      </w:r>
      <w:r w:rsidR="003274D0">
        <w:t xml:space="preserve">nia powzięcia </w:t>
      </w:r>
      <w:r w:rsidR="00C2168F">
        <w:t>uchwały w sprawie wpisania pracownika medycznego na listę członków odpowiedniej izby</w:t>
      </w:r>
      <w:r w:rsidR="000740BF">
        <w:t>, w celu ich identyfikacji i uwierzytelnienia w systemie informacji, a także w celu weryfikacji ich uprawnień zawodowych.</w:t>
      </w:r>
      <w:r>
        <w:t>”</w:t>
      </w:r>
      <w:r w:rsidRPr="006A7B37">
        <w:t>,</w:t>
      </w:r>
    </w:p>
    <w:p w14:paraId="23C44A68" w14:textId="77777777" w:rsidR="00FD1B3D" w:rsidRPr="006A7B37" w:rsidRDefault="00FD1B3D" w:rsidP="00FD1B3D">
      <w:pPr>
        <w:pStyle w:val="LITlitera"/>
      </w:pPr>
      <w:r>
        <w:t>e) uchyla się ust. 3,</w:t>
      </w:r>
    </w:p>
    <w:p w14:paraId="3C673D04" w14:textId="77777777" w:rsidR="00FD1B3D" w:rsidRPr="006A7B37" w:rsidRDefault="00FD1B3D" w:rsidP="00FD1B3D">
      <w:pPr>
        <w:pStyle w:val="LITlitera"/>
      </w:pPr>
      <w:r>
        <w:lastRenderedPageBreak/>
        <w:t>f</w:t>
      </w:r>
      <w:r w:rsidRPr="006A7B37">
        <w:t>) po ust. 4a dodaje się ust. 4b w brzmieniu:</w:t>
      </w:r>
    </w:p>
    <w:p w14:paraId="5F9C95FF" w14:textId="77777777" w:rsidR="0040745E" w:rsidRDefault="00FD1B3D" w:rsidP="00FD1B3D">
      <w:pPr>
        <w:pStyle w:val="ZLITUSTzmustliter"/>
      </w:pPr>
      <w:r>
        <w:t>„</w:t>
      </w:r>
      <w:r w:rsidRPr="006A7B37">
        <w:t>4b. Administrator danych udostępnia dane</w:t>
      </w:r>
      <w:r w:rsidR="000740BF">
        <w:t>, o których mowa w ust. 2 pkt 1, 2, 4, 7 i 9</w:t>
      </w:r>
      <w:r w:rsidR="00C46C7C">
        <w:t>,</w:t>
      </w:r>
      <w:r w:rsidRPr="006A7B37">
        <w:t xml:space="preserve"> Zakładowi Ubezpieczeń Społecznych w </w:t>
      </w:r>
      <w:r w:rsidR="0040745E">
        <w:t>celu</w:t>
      </w:r>
      <w:r w:rsidRPr="006A7B37">
        <w:t xml:space="preserve"> </w:t>
      </w:r>
      <w:r w:rsidR="000740BF">
        <w:t>identyfikacji i uwierzytelnienia pracowników medycznych i asystentów medycznych otrzymujących certyfikat</w:t>
      </w:r>
      <w:r w:rsidR="00043F36">
        <w:t>, o którym mowa w art. 68b ust. 1 ustawy z dnia 13 października 1998</w:t>
      </w:r>
      <w:r w:rsidR="00043F36" w:rsidRPr="007B0BD9">
        <w:t xml:space="preserve"> r. o </w:t>
      </w:r>
      <w:r w:rsidR="00043F36">
        <w:t xml:space="preserve">systemie </w:t>
      </w:r>
      <w:r w:rsidR="00043F36" w:rsidRPr="007B0BD9">
        <w:t>ubezpiecze</w:t>
      </w:r>
      <w:r w:rsidR="00043F36">
        <w:t>ń</w:t>
      </w:r>
      <w:r w:rsidR="00043F36" w:rsidRPr="007B0BD9">
        <w:t xml:space="preserve"> społeczn</w:t>
      </w:r>
      <w:r w:rsidR="00043F36">
        <w:t>ych</w:t>
      </w:r>
      <w:r w:rsidR="00C46C7C">
        <w:t xml:space="preserve"> (Dz. U. z 2019 r. poz. 300, 303 i 730)</w:t>
      </w:r>
      <w:r w:rsidRPr="006A7B37">
        <w:t>.</w:t>
      </w:r>
      <w:r>
        <w:t>”</w:t>
      </w:r>
      <w:r w:rsidR="0040745E">
        <w:t>,</w:t>
      </w:r>
    </w:p>
    <w:p w14:paraId="153345C9" w14:textId="77777777" w:rsidR="0040745E" w:rsidRDefault="001E25AD" w:rsidP="000740BF">
      <w:pPr>
        <w:pStyle w:val="LITlitera"/>
      </w:pPr>
      <w:r>
        <w:t>g) ust. 5 otrzymuje</w:t>
      </w:r>
      <w:r w:rsidR="0040745E">
        <w:t xml:space="preserve"> brzmienie:</w:t>
      </w:r>
    </w:p>
    <w:p w14:paraId="6B08E3F1" w14:textId="4F15903E" w:rsidR="0040745E" w:rsidRDefault="000740BF" w:rsidP="00125FDA">
      <w:pPr>
        <w:pStyle w:val="ZLITUSTzmustliter"/>
      </w:pPr>
      <w:r>
        <w:lastRenderedPageBreak/>
        <w:t>„5. Data zgonu pracownika</w:t>
      </w:r>
      <w:r w:rsidR="0040745E" w:rsidRPr="0040745E">
        <w:t xml:space="preserve"> medycznego, o którym mowa w ust. 1</w:t>
      </w:r>
      <w:r>
        <w:t>,</w:t>
      </w:r>
      <w:r w:rsidR="0040745E" w:rsidRPr="0040745E">
        <w:t xml:space="preserve"> jest przekazywana do Centralnego Wykazu Pracowników Medycznych za pośrednictwem Centralnego Wykazu Usługobiorców.</w:t>
      </w:r>
      <w:r w:rsidR="00A73A1B" w:rsidRPr="00A73A1B">
        <w:t>”</w:t>
      </w:r>
      <w:r w:rsidR="001E25AD">
        <w:t>,</w:t>
      </w:r>
    </w:p>
    <w:p w14:paraId="4F1D9008" w14:textId="77777777" w:rsidR="001E25AD" w:rsidRDefault="001E25AD" w:rsidP="000740BF">
      <w:pPr>
        <w:pStyle w:val="LITlitera"/>
      </w:pPr>
      <w:r>
        <w:t>h) po ust. 5 dodaje się ust. 5a w brzmieniu:</w:t>
      </w:r>
    </w:p>
    <w:p w14:paraId="3C2B69EF" w14:textId="2BDF374E" w:rsidR="001E25AD" w:rsidRDefault="00A73A1B" w:rsidP="00125FDA">
      <w:pPr>
        <w:pStyle w:val="ZLITUSTzmustliter"/>
      </w:pPr>
      <w:r w:rsidRPr="00A73A1B">
        <w:t>„</w:t>
      </w:r>
      <w:r w:rsidR="001E25AD">
        <w:t xml:space="preserve">5a. </w:t>
      </w:r>
      <w:r w:rsidR="00E0118A">
        <w:t xml:space="preserve">Dane dotyczące specjalizacji są przekazywane </w:t>
      </w:r>
      <w:r w:rsidR="00E0118A" w:rsidRPr="00E0118A">
        <w:t>do Centralnego Wykazu Pracowników Medycznych za pośrednictwem</w:t>
      </w:r>
      <w:r w:rsidR="006D7965">
        <w:t xml:space="preserve"> Systemu Monitorowania Kształcenia Pracowników Medycznych.</w:t>
      </w:r>
      <w:r w:rsidRPr="00A73A1B">
        <w:t>”</w:t>
      </w:r>
      <w:r w:rsidR="006D7965">
        <w:t>,</w:t>
      </w:r>
    </w:p>
    <w:p w14:paraId="688BC64C" w14:textId="77777777" w:rsidR="001E25AD" w:rsidRPr="0040745E" w:rsidRDefault="001E25AD" w:rsidP="000740BF">
      <w:pPr>
        <w:pStyle w:val="LITlitera"/>
      </w:pPr>
      <w:r>
        <w:lastRenderedPageBreak/>
        <w:t>i) ust. 6 otrzymuje brzmienie:</w:t>
      </w:r>
    </w:p>
    <w:p w14:paraId="07ED999D" w14:textId="460CD4A1" w:rsidR="00FD1B3D" w:rsidRDefault="0040745E" w:rsidP="005655DF">
      <w:pPr>
        <w:pStyle w:val="ZLITUSTzmustliter"/>
      </w:pPr>
      <w:r w:rsidRPr="0040745E">
        <w:t>6. Minister właściwy do spraw zdrowia przekazuje datę zgonu pracownika medycznego, o którym mowa w ust. 1</w:t>
      </w:r>
      <w:r w:rsidR="000740BF">
        <w:t>,</w:t>
      </w:r>
      <w:r w:rsidRPr="0040745E">
        <w:t xml:space="preserve"> do podmiotów prowadzących rejestry medyczne pracowników medycznych.”</w:t>
      </w:r>
      <w:r w:rsidR="00FD1B3D" w:rsidRPr="006A7B37">
        <w:t xml:space="preserve">; </w:t>
      </w:r>
    </w:p>
    <w:p w14:paraId="412AD368" w14:textId="628D9947" w:rsidR="00FD1B3D" w:rsidRDefault="00F97103" w:rsidP="00FD1B3D">
      <w:pPr>
        <w:pStyle w:val="PKTpunkt"/>
      </w:pPr>
      <w:r>
        <w:t>1</w:t>
      </w:r>
      <w:r w:rsidR="008D333C">
        <w:t>5</w:t>
      </w:r>
      <w:r w:rsidR="00FD1B3D">
        <w:t>) w art. 19:</w:t>
      </w:r>
    </w:p>
    <w:p w14:paraId="22FD1F8A" w14:textId="77777777" w:rsidR="00FD1B3D" w:rsidRPr="000F5EC9" w:rsidRDefault="00FD1B3D" w:rsidP="00FD1B3D">
      <w:pPr>
        <w:pStyle w:val="LITlitera"/>
      </w:pPr>
      <w:r>
        <w:t xml:space="preserve">a) </w:t>
      </w:r>
      <w:r w:rsidRPr="000F5EC9">
        <w:t>w ust. 11 wprowadzenie do wyliczenia otrzymuje brzmienie:</w:t>
      </w:r>
    </w:p>
    <w:p w14:paraId="63AFB40B" w14:textId="77777777" w:rsidR="00FD1B3D" w:rsidRPr="000F5EC9" w:rsidRDefault="00FD1B3D" w:rsidP="00FD1B3D">
      <w:pPr>
        <w:pStyle w:val="ZLITUSTzmustliter"/>
      </w:pPr>
      <w:r>
        <w:t>„</w:t>
      </w:r>
      <w:r w:rsidRPr="000F5EC9">
        <w:t>Podmiot prowadzący rejestr medyczny określony w prze</w:t>
      </w:r>
      <w:r>
        <w:t xml:space="preserve">pisach wydanych na podstawie </w:t>
      </w:r>
      <w:r w:rsidRPr="000F5EC9">
        <w:t xml:space="preserve">art. 20 ust. 1 nieodpłatnie udostępnia </w:t>
      </w:r>
      <w:r w:rsidRPr="000F5EC9">
        <w:lastRenderedPageBreak/>
        <w:t>Narodowemu Funduszowi Zdrowia</w:t>
      </w:r>
      <w:r>
        <w:t xml:space="preserve">, jednostce, o której mowa w art. 7 ust. 2, </w:t>
      </w:r>
      <w:r w:rsidRPr="000F5EC9">
        <w:t>oraz Agencji Oceny</w:t>
      </w:r>
      <w:r>
        <w:t xml:space="preserve"> </w:t>
      </w:r>
      <w:r w:rsidRPr="000F5EC9">
        <w:t>Technologii Medycznych i Taryfikacji</w:t>
      </w:r>
      <w:r>
        <w:t>,</w:t>
      </w:r>
      <w:r w:rsidRPr="000F5EC9">
        <w:t xml:space="preserve"> dane gromadzone w rejestrze, obejmujące:”,</w:t>
      </w:r>
    </w:p>
    <w:p w14:paraId="669AEBB3" w14:textId="77777777" w:rsidR="00FD1B3D" w:rsidRPr="000F5EC9" w:rsidRDefault="00FD1B3D" w:rsidP="00FD1B3D">
      <w:pPr>
        <w:pStyle w:val="LITlitera"/>
      </w:pPr>
      <w:r>
        <w:t>b)</w:t>
      </w:r>
      <w:r>
        <w:tab/>
        <w:t xml:space="preserve"> po ust. </w:t>
      </w:r>
      <w:r w:rsidRPr="000F5EC9">
        <w:t>12 dodaje się ust</w:t>
      </w:r>
      <w:r>
        <w:t>.</w:t>
      </w:r>
      <w:r w:rsidRPr="000F5EC9">
        <w:t xml:space="preserve"> 12a </w:t>
      </w:r>
      <w:r>
        <w:t xml:space="preserve">i 12b </w:t>
      </w:r>
      <w:r w:rsidRPr="000F5EC9">
        <w:t>w brzmieniu:</w:t>
      </w:r>
    </w:p>
    <w:p w14:paraId="60512CD5" w14:textId="152B0724" w:rsidR="00F04E85" w:rsidRDefault="00A00A85" w:rsidP="00FD1B3D">
      <w:pPr>
        <w:pStyle w:val="ZLITUSTzmustliter"/>
      </w:pPr>
      <w:r w:rsidRPr="00A00A85">
        <w:t>„12a. Dane, o których mowa w ust. 11, są przetwarzane przez Agencję Oceny Technologii Medycznych i Taryfikacji w celu realizacji zadań określonych w art. 31n pkt 1</w:t>
      </w:r>
      <w:r w:rsidR="00FE48A9">
        <w:t>–</w:t>
      </w:r>
      <w:r w:rsidR="00043F36">
        <w:t>3</w:t>
      </w:r>
      <w:r w:rsidRPr="00A00A85">
        <w:t>b</w:t>
      </w:r>
      <w:r w:rsidR="00043F36">
        <w:t>, 4a i 4b</w:t>
      </w:r>
      <w:r w:rsidRPr="00A00A85">
        <w:t xml:space="preserve"> ustawy </w:t>
      </w:r>
      <w:r w:rsidR="00FA64E5">
        <w:t xml:space="preserve">z </w:t>
      </w:r>
      <w:r w:rsidR="00FA64E5">
        <w:lastRenderedPageBreak/>
        <w:t xml:space="preserve">dnia 27 sierpnia 2004 r. </w:t>
      </w:r>
      <w:r w:rsidRPr="00A00A85">
        <w:t>o świadczeniach opieki zdrowotnej finansowanych ze środków publicznych</w:t>
      </w:r>
      <w:r>
        <w:t>.</w:t>
      </w:r>
    </w:p>
    <w:p w14:paraId="2531DC6B" w14:textId="77777777" w:rsidR="00FD1B3D" w:rsidRDefault="00FD1B3D" w:rsidP="00FD1B3D">
      <w:pPr>
        <w:pStyle w:val="ZLITUSTzmustliter"/>
      </w:pPr>
      <w:r>
        <w:t>12b.</w:t>
      </w:r>
      <w:r w:rsidRPr="00C222D9">
        <w:t xml:space="preserve"> </w:t>
      </w:r>
      <w:r w:rsidRPr="000F5EC9">
        <w:t xml:space="preserve">Dane, o których mowa w ust. 11, są przetwarzane </w:t>
      </w:r>
      <w:r>
        <w:t xml:space="preserve">przez jednostkę, o której mowa w art. 7 ust. 2, </w:t>
      </w:r>
      <w:r w:rsidRPr="000F5EC9">
        <w:t xml:space="preserve">w celu </w:t>
      </w:r>
      <w:r>
        <w:t>dokonywania analiz na rzecz systemu ochrony zdrowia</w:t>
      </w:r>
      <w:r w:rsidRPr="000F5EC9">
        <w:t>.”,</w:t>
      </w:r>
    </w:p>
    <w:p w14:paraId="04E1C413" w14:textId="77777777" w:rsidR="00FD1B3D" w:rsidRPr="000F5EC9" w:rsidRDefault="00FD1B3D" w:rsidP="00FD1B3D">
      <w:pPr>
        <w:pStyle w:val="LITlitera"/>
      </w:pPr>
      <w:r>
        <w:t xml:space="preserve">c) </w:t>
      </w:r>
      <w:r w:rsidRPr="000F5EC9">
        <w:tab/>
        <w:t>ust</w:t>
      </w:r>
      <w:r>
        <w:t>.</w:t>
      </w:r>
      <w:r w:rsidRPr="000F5EC9">
        <w:t xml:space="preserve"> 13 otrzymuje brzmienie:</w:t>
      </w:r>
    </w:p>
    <w:p w14:paraId="642BC027" w14:textId="3FCAF806" w:rsidR="00FD1B3D" w:rsidRDefault="00FD1B3D" w:rsidP="00FD1B3D">
      <w:pPr>
        <w:pStyle w:val="ZLITUSTzmustliter"/>
      </w:pPr>
      <w:r w:rsidRPr="000F5EC9">
        <w:t>„13. Dane, o których mowa w ust. 11, są udostępnian</w:t>
      </w:r>
      <w:r w:rsidR="00D742D9">
        <w:t xml:space="preserve">e na </w:t>
      </w:r>
      <w:r>
        <w:t xml:space="preserve">wniosek </w:t>
      </w:r>
      <w:r w:rsidR="00D742D9">
        <w:t xml:space="preserve">w postaci elektronicznej </w:t>
      </w:r>
      <w:r>
        <w:t xml:space="preserve">Narodowego </w:t>
      </w:r>
      <w:r w:rsidRPr="000F5EC9">
        <w:t>Funduszu Zdrowia</w:t>
      </w:r>
      <w:r>
        <w:t>,</w:t>
      </w:r>
      <w:r w:rsidRPr="002E62B7">
        <w:t xml:space="preserve"> </w:t>
      </w:r>
      <w:r>
        <w:t xml:space="preserve">jednostki, </w:t>
      </w:r>
      <w:r>
        <w:lastRenderedPageBreak/>
        <w:t xml:space="preserve">o której mowa w art. 7 ust. 2, </w:t>
      </w:r>
      <w:r w:rsidRPr="000F5EC9">
        <w:t>lub Agencji Oceny Technologii Medycznych</w:t>
      </w:r>
      <w:r>
        <w:t xml:space="preserve"> </w:t>
      </w:r>
      <w:r w:rsidRPr="000F5EC9">
        <w:t>i Taryfikacji, zawierający zakres danych podlegających udostęp</w:t>
      </w:r>
      <w:r>
        <w:t>nieniu.”,</w:t>
      </w:r>
    </w:p>
    <w:p w14:paraId="3D9140BD" w14:textId="77777777" w:rsidR="00FA64E5" w:rsidRDefault="00FD1B3D" w:rsidP="00FA64E5">
      <w:pPr>
        <w:pStyle w:val="ZLITUSTzmustliter"/>
        <w:ind w:left="0" w:firstLine="0"/>
      </w:pPr>
      <w:r>
        <w:t>d) po ust. 13 dodaje się ust. 13a w brzmieniu:</w:t>
      </w:r>
    </w:p>
    <w:p w14:paraId="6BC1F85C" w14:textId="086D7040" w:rsidR="00B66F79" w:rsidRPr="00FA64E5" w:rsidRDefault="00FD1B3D" w:rsidP="00FA64E5">
      <w:pPr>
        <w:pStyle w:val="ZLITUSTzmustliter"/>
      </w:pPr>
      <w:r w:rsidRPr="00FA64E5">
        <w:t xml:space="preserve">„13a. Podmiot prowadzący rejestr medyczny określony w przepisach wydanych na podstawie art. 20 ust. 1 nieodpłatnie udostępnia Narodowemu Instytutowi Zdrowia Publicznego - Państwowemu Zakładowi Higieny </w:t>
      </w:r>
      <w:r w:rsidR="00806ACF" w:rsidRPr="00FA64E5">
        <w:t xml:space="preserve">jednostkowe </w:t>
      </w:r>
      <w:r w:rsidRPr="00FA64E5">
        <w:t xml:space="preserve">dane </w:t>
      </w:r>
      <w:r w:rsidR="00806ACF" w:rsidRPr="00FA64E5">
        <w:t>medyczne</w:t>
      </w:r>
      <w:r w:rsidRPr="00FA64E5">
        <w:t xml:space="preserve"> </w:t>
      </w:r>
      <w:r w:rsidR="00043F36" w:rsidRPr="00FA64E5">
        <w:t xml:space="preserve">w </w:t>
      </w:r>
      <w:r w:rsidR="00043F36" w:rsidRPr="00FA64E5">
        <w:lastRenderedPageBreak/>
        <w:t xml:space="preserve">celu </w:t>
      </w:r>
      <w:r w:rsidRPr="00FA64E5">
        <w:t>oceny monitorowania zapotrzebowania na świadczenia opieki zdrowotnej oraz monitorowania stanu zdrowia usługobiorców.”;</w:t>
      </w:r>
    </w:p>
    <w:p w14:paraId="0B61D50A" w14:textId="6D3E243D" w:rsidR="00FD1B3D" w:rsidRPr="006A7B37" w:rsidRDefault="00B66F79" w:rsidP="00FD1B3D">
      <w:pPr>
        <w:pStyle w:val="PKTpunkt"/>
      </w:pPr>
      <w:r>
        <w:t>1</w:t>
      </w:r>
      <w:r w:rsidR="008D333C">
        <w:t>6</w:t>
      </w:r>
      <w:r>
        <w:t xml:space="preserve">) </w:t>
      </w:r>
      <w:r w:rsidR="00FD1B3D" w:rsidRPr="006A7B37">
        <w:t xml:space="preserve">po art. 31a dodaje się art. 31b w brzmieniu: </w:t>
      </w:r>
    </w:p>
    <w:p w14:paraId="43369E99" w14:textId="3A7EF8ED" w:rsidR="00FD1B3D" w:rsidRPr="006A7B37" w:rsidRDefault="00FD1B3D" w:rsidP="00FD1B3D">
      <w:pPr>
        <w:pStyle w:val="ZARTzmartartykuempunktem"/>
      </w:pPr>
      <w:r>
        <w:t>„</w:t>
      </w:r>
      <w:r w:rsidR="00317D26">
        <w:t xml:space="preserve">Art. 31b. 1. </w:t>
      </w:r>
      <w:r w:rsidRPr="006A7B37">
        <w:t xml:space="preserve">RAM jest systemem teleinformatycznym, </w:t>
      </w:r>
      <w:r>
        <w:t>w którym są</w:t>
      </w:r>
      <w:r w:rsidRPr="006A7B37">
        <w:t xml:space="preserve"> przetwarzane dan</w:t>
      </w:r>
      <w:r>
        <w:t>e</w:t>
      </w:r>
      <w:r w:rsidRPr="006A7B37">
        <w:t xml:space="preserve"> o pracownikach medycznych i asystentach medycznych, umożliwiający pracownikowi medycznemu upoważnienie asystenta medycznego do wystawiania </w:t>
      </w:r>
      <w:r w:rsidR="008649DA">
        <w:t>recept i skierowań</w:t>
      </w:r>
      <w:r w:rsidRPr="006A7B37">
        <w:t xml:space="preserve"> w zakresie określonym w art. 41a ustawy z dnia 5 grudnia </w:t>
      </w:r>
      <w:r w:rsidRPr="006A7B37">
        <w:lastRenderedPageBreak/>
        <w:t xml:space="preserve">1996 r. o zawodach lekarza i lekarza dentysty oraz zaświadczeń lekarskich w zakresie określonym w art. 54a ustawy z dnia 25 czerwca 1999 r. o świadczeniach pieniężnych z ubezpieczenia społecznego w razie choroby i macierzyństwa. </w:t>
      </w:r>
    </w:p>
    <w:p w14:paraId="216F35BE" w14:textId="0480315C" w:rsidR="00FD1B3D" w:rsidRPr="006A7B37" w:rsidRDefault="00FD1B3D" w:rsidP="00FD1B3D">
      <w:pPr>
        <w:pStyle w:val="ZARTzmartartykuempunktem"/>
      </w:pPr>
      <w:r w:rsidRPr="006A7B37">
        <w:t xml:space="preserve">2. Administratorem danych zawartych w RAM jest minister właściwy do spraw zdrowia. </w:t>
      </w:r>
      <w:r w:rsidR="002E6A3D">
        <w:t xml:space="preserve">Przepis art. </w:t>
      </w:r>
      <w:r w:rsidR="00E511B6">
        <w:t xml:space="preserve">9a stosuje się odpowiednio. </w:t>
      </w:r>
    </w:p>
    <w:p w14:paraId="426D6B8D" w14:textId="77777777" w:rsidR="00FD1B3D" w:rsidRPr="006A7B37" w:rsidRDefault="00FD1B3D" w:rsidP="00FD1B3D">
      <w:pPr>
        <w:pStyle w:val="ZARTzmartartykuempunktem"/>
      </w:pPr>
      <w:r w:rsidRPr="006A7B37">
        <w:t xml:space="preserve">3. W celu udzielenia upoważnienia, osoba uprawniona do złożenia wniosku o wpis do rejestru podmiotów wykonujących działalność </w:t>
      </w:r>
      <w:r w:rsidRPr="006A7B37">
        <w:lastRenderedPageBreak/>
        <w:t>leczniczą, o którym mowa w art. 100 ust. 1 ustawy z dnia 15 kwietnia 2011 r. o działalności leczniczej, w imieniu podmiotu wykonującego działalność leczniczą, w rozumieniu art. 2 ust. 1 pkt 5 tej ustawy, za pośrednictwem Rejestru Podmiotów Wykonujących Działalność Leczniczą otrzymuje uprawnienia w RAM i zakłada konta:</w:t>
      </w:r>
    </w:p>
    <w:p w14:paraId="7AC3DC88" w14:textId="77777777" w:rsidR="00FD1B3D" w:rsidRPr="006A7B37" w:rsidRDefault="00FD1B3D" w:rsidP="00FD1B3D">
      <w:pPr>
        <w:pStyle w:val="ZARTzmartartykuempunktem"/>
      </w:pPr>
      <w:r w:rsidRPr="006A7B37">
        <w:t>1) podmiotu wykonującego działalność leczniczą;</w:t>
      </w:r>
    </w:p>
    <w:p w14:paraId="46F04537" w14:textId="77777777" w:rsidR="00FD1B3D" w:rsidRPr="006A7B37" w:rsidRDefault="00FD1B3D" w:rsidP="00FD1B3D">
      <w:pPr>
        <w:pStyle w:val="ZARTzmartartykuempunktem"/>
      </w:pPr>
      <w:r w:rsidRPr="006A7B37">
        <w:t>2) pracownika medycznego;</w:t>
      </w:r>
    </w:p>
    <w:p w14:paraId="0A9C39E8" w14:textId="77777777" w:rsidR="00FD1B3D" w:rsidRPr="006A7B37" w:rsidRDefault="00FD1B3D" w:rsidP="00FD1B3D">
      <w:pPr>
        <w:pStyle w:val="ZARTzmartartykuempunktem"/>
      </w:pPr>
      <w:r w:rsidRPr="006A7B37">
        <w:t>3) asystenta medycznego.</w:t>
      </w:r>
    </w:p>
    <w:p w14:paraId="2666347A" w14:textId="77777777" w:rsidR="00FD1B3D" w:rsidRPr="006A7B37" w:rsidRDefault="00FD1B3D" w:rsidP="00FD1B3D">
      <w:pPr>
        <w:pStyle w:val="ZARTzmartartykuempunktem"/>
      </w:pPr>
      <w:r w:rsidRPr="006A7B37">
        <w:lastRenderedPageBreak/>
        <w:t>4. W przypadku istnienia konta w RAM drugiego konta nie zakłada się.</w:t>
      </w:r>
    </w:p>
    <w:p w14:paraId="39F7F2D4" w14:textId="77777777" w:rsidR="00FD1B3D" w:rsidRPr="006A7B37" w:rsidRDefault="00FD1B3D" w:rsidP="00FD1B3D">
      <w:pPr>
        <w:pStyle w:val="ZARTzmartartykuempunktem"/>
      </w:pPr>
      <w:r w:rsidRPr="006A7B37">
        <w:t>5. Udzielenie upoważnienia następuje przez jego wytworzenie w RAM przez:</w:t>
      </w:r>
    </w:p>
    <w:p w14:paraId="782B85EE" w14:textId="04012423" w:rsidR="00FD1B3D" w:rsidRPr="006A7B37" w:rsidRDefault="00FD1B3D" w:rsidP="00FD1B3D">
      <w:pPr>
        <w:pStyle w:val="ZARTzmartartykuempunktem"/>
      </w:pPr>
      <w:r w:rsidRPr="006A7B37">
        <w:t>1) pracownika medycznego,</w:t>
      </w:r>
      <w:r w:rsidR="005655DF">
        <w:t xml:space="preserve"> albo</w:t>
      </w:r>
    </w:p>
    <w:p w14:paraId="38BDF046" w14:textId="77777777" w:rsidR="00FD1B3D" w:rsidRPr="006A7B37" w:rsidRDefault="00FD1B3D" w:rsidP="00FD1B3D">
      <w:pPr>
        <w:pStyle w:val="ZARTzmartartykuempunktem"/>
      </w:pPr>
      <w:r w:rsidRPr="006A7B37">
        <w:t>2) asystenta medycznego, albo</w:t>
      </w:r>
    </w:p>
    <w:p w14:paraId="69B78E29" w14:textId="77777777" w:rsidR="00FD1B3D" w:rsidRPr="006A7B37" w:rsidRDefault="00FD1B3D" w:rsidP="00FD1B3D">
      <w:pPr>
        <w:pStyle w:val="ZARTzmartartykuempunktem"/>
      </w:pPr>
      <w:r w:rsidRPr="006A7B37">
        <w:t xml:space="preserve">3) podmiot wykonujący działalność leczniczą </w:t>
      </w:r>
    </w:p>
    <w:p w14:paraId="41D5A7D7" w14:textId="77777777" w:rsidR="00FD1B3D" w:rsidRPr="006A7B37" w:rsidRDefault="00FD1B3D" w:rsidP="00FD1B3D">
      <w:pPr>
        <w:pStyle w:val="ZARTzmartartykuempunktem"/>
      </w:pPr>
      <w:r w:rsidRPr="004B71DD">
        <w:lastRenderedPageBreak/>
        <w:t>–</w:t>
      </w:r>
      <w:r w:rsidRPr="006A7B37">
        <w:t xml:space="preserve"> za pomocą konta, o którym mowa w ust. 3, oraz jego podpisanie przez pracownika medycznego kwalifikowanym podpisem elektronicznym</w:t>
      </w:r>
      <w:r>
        <w:t xml:space="preserve">, podpisem osobistym, </w:t>
      </w:r>
      <w:r w:rsidRPr="006A7B37">
        <w:t>podpisem zaufanym albo z wykorzystaniem sposobu potwierdzenia pochodzenia i integralności danych w postaci elektronicznej dostępnego w systemie teleinformatycznym udostępnionym bezpłatnie przez Zakład Ubezpieczeń Społecznych.</w:t>
      </w:r>
    </w:p>
    <w:p w14:paraId="3C94C0FE" w14:textId="34DC317A" w:rsidR="00FD1B3D" w:rsidRDefault="00FD1B3D" w:rsidP="00FD1B3D">
      <w:pPr>
        <w:pStyle w:val="ZARTzmartartykuempunktem"/>
      </w:pPr>
      <w:r w:rsidRPr="006A7B37">
        <w:lastRenderedPageBreak/>
        <w:t xml:space="preserve">6. </w:t>
      </w:r>
      <w:r w:rsidR="0027411C">
        <w:t xml:space="preserve">Okręgowa izba lekarska może również otrzymać uprawnienia w RAM i założyć konto okręgowej izby lekarskiej lub konta, o których mowa w ust. 3 pkt 2 i 3.  </w:t>
      </w:r>
      <w:r w:rsidR="002E6A3D">
        <w:t>Przepis u</w:t>
      </w:r>
      <w:r w:rsidR="0027411C">
        <w:t>st</w:t>
      </w:r>
      <w:r w:rsidR="002E6A3D">
        <w:t>.</w:t>
      </w:r>
      <w:r w:rsidR="0027411C">
        <w:t xml:space="preserve"> 5 stosuje się odpowiednio.</w:t>
      </w:r>
    </w:p>
    <w:p w14:paraId="31BC9A9A" w14:textId="77777777" w:rsidR="00FD1B3D" w:rsidRPr="006A7B37" w:rsidRDefault="00FD1B3D" w:rsidP="00FD1B3D">
      <w:pPr>
        <w:pStyle w:val="ZARTzmartartykuempunktem"/>
      </w:pPr>
      <w:r>
        <w:t xml:space="preserve">7. </w:t>
      </w:r>
      <w:r w:rsidRPr="006A7B37">
        <w:t>RAM zawiera następujące dane:</w:t>
      </w:r>
    </w:p>
    <w:p w14:paraId="2B83E6FB" w14:textId="77777777" w:rsidR="00FD1B3D" w:rsidRPr="006A7B37" w:rsidRDefault="00FD1B3D" w:rsidP="00FD1B3D">
      <w:pPr>
        <w:pStyle w:val="ZARTzmartartykuempunktem"/>
      </w:pPr>
      <w:r w:rsidRPr="006A7B37">
        <w:t>1)</w:t>
      </w:r>
      <w:r w:rsidRPr="006A7B37">
        <w:tab/>
        <w:t>dotyczące pracownika medycznego:</w:t>
      </w:r>
    </w:p>
    <w:p w14:paraId="7E40E746" w14:textId="77777777" w:rsidR="00FD1B3D" w:rsidRPr="006A7B37" w:rsidRDefault="00FD1B3D" w:rsidP="00FD1B3D">
      <w:pPr>
        <w:pStyle w:val="ZARTzmartartykuempunktem"/>
      </w:pPr>
      <w:r w:rsidRPr="006A7B37">
        <w:t>a)</w:t>
      </w:r>
      <w:r w:rsidRPr="006A7B37">
        <w:tab/>
        <w:t>imię i nazwisko,</w:t>
      </w:r>
    </w:p>
    <w:p w14:paraId="1AF55C32" w14:textId="77777777" w:rsidR="00FD1B3D" w:rsidRPr="006A7B37" w:rsidRDefault="00FD1B3D" w:rsidP="00FD1B3D">
      <w:pPr>
        <w:pStyle w:val="ZARTzmartartykuempunktem"/>
      </w:pPr>
      <w:r w:rsidRPr="006A7B37">
        <w:t>b)</w:t>
      </w:r>
      <w:r w:rsidRPr="006A7B37">
        <w:tab/>
        <w:t>numer prawa wykonywania zawodu,</w:t>
      </w:r>
    </w:p>
    <w:p w14:paraId="51DEB611" w14:textId="77777777" w:rsidR="00FD1B3D" w:rsidRPr="006A7B37" w:rsidRDefault="00FD1B3D" w:rsidP="00FD1B3D">
      <w:pPr>
        <w:pStyle w:val="ZARTzmartartykuempunktem"/>
      </w:pPr>
      <w:r w:rsidRPr="006A7B37">
        <w:t>c)</w:t>
      </w:r>
      <w:r w:rsidRPr="006A7B37">
        <w:tab/>
        <w:t>numer PESEL;</w:t>
      </w:r>
    </w:p>
    <w:p w14:paraId="67FB8416" w14:textId="77777777" w:rsidR="00FD1B3D" w:rsidRPr="006A7B37" w:rsidRDefault="00FD1B3D" w:rsidP="00FD1B3D">
      <w:pPr>
        <w:pStyle w:val="ZARTzmartartykuempunktem"/>
      </w:pPr>
      <w:r w:rsidRPr="006A7B37">
        <w:lastRenderedPageBreak/>
        <w:t>2)</w:t>
      </w:r>
      <w:r w:rsidRPr="006A7B37">
        <w:tab/>
        <w:t xml:space="preserve">dotyczące asystenta medycznego: </w:t>
      </w:r>
    </w:p>
    <w:p w14:paraId="37073EFF" w14:textId="77777777" w:rsidR="00FD1B3D" w:rsidRPr="006A7B37" w:rsidRDefault="00FD1B3D" w:rsidP="00FD1B3D">
      <w:pPr>
        <w:pStyle w:val="ZARTzmartartykuempunktem"/>
      </w:pPr>
      <w:r w:rsidRPr="006A7B37">
        <w:t>a)</w:t>
      </w:r>
      <w:r w:rsidRPr="006A7B37">
        <w:tab/>
        <w:t xml:space="preserve">imię i nazwisko, </w:t>
      </w:r>
    </w:p>
    <w:p w14:paraId="2C0891E8" w14:textId="77777777" w:rsidR="00FD1B3D" w:rsidRPr="006A7B37" w:rsidRDefault="00FD1B3D" w:rsidP="00FD1B3D">
      <w:pPr>
        <w:pStyle w:val="ZARTzmartartykuempunktem"/>
      </w:pPr>
      <w:r w:rsidRPr="006A7B37">
        <w:t>b)</w:t>
      </w:r>
      <w:r w:rsidRPr="006A7B37">
        <w:tab/>
        <w:t xml:space="preserve">numer PESEL, </w:t>
      </w:r>
    </w:p>
    <w:p w14:paraId="5FD23FE1" w14:textId="77777777" w:rsidR="00FD1B3D" w:rsidRPr="006A7B37" w:rsidRDefault="00FD1B3D" w:rsidP="00FD1B3D">
      <w:pPr>
        <w:pStyle w:val="ZARTzmartartykuempunktem"/>
      </w:pPr>
      <w:r w:rsidRPr="006A7B37">
        <w:t>c)</w:t>
      </w:r>
      <w:r w:rsidRPr="006A7B37">
        <w:tab/>
        <w:t xml:space="preserve">określenie zawodu medycznego, jaki wykonuje i numer prawa wykonywania tego zawodu medycznego, jeżeli posiada lub wskazanie, że jest osobą wykonującą czynności pomocnicze przy udzielaniu świadczeń zdrowotnych, o których mowa w art. 24 ust. 2 </w:t>
      </w:r>
      <w:r w:rsidRPr="006A7B37">
        <w:lastRenderedPageBreak/>
        <w:t>pkt 2 ustawy z dnia 6 listopada 2008 r. o prawach pacjenta i Rzeczniku Praw Pacjenta;</w:t>
      </w:r>
    </w:p>
    <w:p w14:paraId="1FE98956" w14:textId="77777777" w:rsidR="00FD1B3D" w:rsidRPr="006A7B37" w:rsidRDefault="00FD1B3D" w:rsidP="00FD1B3D">
      <w:pPr>
        <w:pStyle w:val="ZARTzmartartykuempunktem"/>
      </w:pPr>
      <w:r w:rsidRPr="006A7B37">
        <w:t>3)</w:t>
      </w:r>
      <w:r w:rsidRPr="006A7B37">
        <w:tab/>
        <w:t>datę, od której wystawione upoważnienie obowiązuje;</w:t>
      </w:r>
    </w:p>
    <w:p w14:paraId="5D465F9D" w14:textId="77777777" w:rsidR="00FD1B3D" w:rsidRPr="006A7B37" w:rsidRDefault="00FD1B3D" w:rsidP="00FD1B3D">
      <w:pPr>
        <w:pStyle w:val="ZARTzmartartykuempunktem"/>
      </w:pPr>
      <w:r w:rsidRPr="006A7B37">
        <w:t>4)</w:t>
      </w:r>
      <w:r w:rsidRPr="006A7B37">
        <w:tab/>
        <w:t>okres, na jaki udzielono upoważnienie;</w:t>
      </w:r>
    </w:p>
    <w:p w14:paraId="6FCEECCA" w14:textId="77777777" w:rsidR="00FD1B3D" w:rsidRPr="006A7B37" w:rsidRDefault="00FD1B3D" w:rsidP="00FD1B3D">
      <w:pPr>
        <w:pStyle w:val="ZARTzmartartykuempunktem"/>
      </w:pPr>
      <w:r w:rsidRPr="006A7B37">
        <w:t>5)</w:t>
      </w:r>
      <w:r w:rsidRPr="006A7B37">
        <w:tab/>
        <w:t>datę cofnięcia albo wygaśnięcia upoważnienia;</w:t>
      </w:r>
    </w:p>
    <w:p w14:paraId="705EEAA8" w14:textId="77777777" w:rsidR="00FD1B3D" w:rsidRPr="006A7B37" w:rsidRDefault="00FD1B3D" w:rsidP="00FD1B3D">
      <w:pPr>
        <w:pStyle w:val="ZARTzmartartykuempunktem"/>
      </w:pPr>
      <w:r w:rsidRPr="006A7B37">
        <w:t>6)</w:t>
      </w:r>
      <w:r w:rsidRPr="006A7B37">
        <w:tab/>
        <w:t>określenie przyczyny cofnięcia albo wygaśnięcia upoważnienia;</w:t>
      </w:r>
    </w:p>
    <w:p w14:paraId="045D10D1" w14:textId="77777777" w:rsidR="00FD1B3D" w:rsidRPr="006A7B37" w:rsidRDefault="00FD1B3D" w:rsidP="00FD1B3D">
      <w:pPr>
        <w:pStyle w:val="ZARTzmartartykuempunktem"/>
      </w:pPr>
      <w:r w:rsidRPr="006A7B37">
        <w:t>7)</w:t>
      </w:r>
      <w:r w:rsidRPr="006A7B37">
        <w:tab/>
        <w:t>unikalny identyfikator upoważnienia nadany przez RAM.</w:t>
      </w:r>
    </w:p>
    <w:p w14:paraId="015AD70E" w14:textId="5CA9E202" w:rsidR="00FD1B3D" w:rsidRPr="006A7B37" w:rsidRDefault="00FD1B3D" w:rsidP="00FD1B3D">
      <w:pPr>
        <w:pStyle w:val="ZARTzmartartykuempunktem"/>
      </w:pPr>
      <w:r>
        <w:lastRenderedPageBreak/>
        <w:t>8</w:t>
      </w:r>
      <w:r w:rsidRPr="006A7B37">
        <w:t xml:space="preserve">. Minister właściwy do spraw zdrowia udostępnia odpowiednio usługodawcom </w:t>
      </w:r>
      <w:r w:rsidR="004B7A7B">
        <w:t>w odniesieniu do recept i skierowań l</w:t>
      </w:r>
      <w:r w:rsidRPr="006A7B37">
        <w:t xml:space="preserve">ub Zakładowi Ubezpieczeń Społecznych </w:t>
      </w:r>
      <w:r w:rsidR="004B7A7B">
        <w:t xml:space="preserve">w odniesieniu do zaświadczeń lekarskich </w:t>
      </w:r>
      <w:r w:rsidRPr="006A7B37">
        <w:t xml:space="preserve">raz dziennie, za pośrednictwem systemu teleinformatycznego informacje, o których mowa w ust. </w:t>
      </w:r>
      <w:r>
        <w:t>7</w:t>
      </w:r>
      <w:r w:rsidRPr="006A7B37">
        <w:t xml:space="preserve"> pkt 1 lit. b, pkt 2 lit. b oraz pkt 3</w:t>
      </w:r>
      <w:r w:rsidR="002E6A3D">
        <w:t>–</w:t>
      </w:r>
      <w:r w:rsidRPr="006A7B37">
        <w:t>5, a także datę ostatniej aktualizacji wpisu w RAM i przyczynę tej aktualizacji, w formie dokumentu elektronicznego, zapisanego w formacie XML oraz opatrzonego pieczęcią elektroniczną.</w:t>
      </w:r>
    </w:p>
    <w:p w14:paraId="14F8DF3F" w14:textId="77777777" w:rsidR="00FD1B3D" w:rsidRPr="006A7B37" w:rsidRDefault="00FD1B3D" w:rsidP="00FD1B3D">
      <w:pPr>
        <w:pStyle w:val="ZARTzmartartykuempunktem"/>
      </w:pPr>
      <w:r>
        <w:lastRenderedPageBreak/>
        <w:t>9</w:t>
      </w:r>
      <w:r w:rsidRPr="006A7B37">
        <w:t xml:space="preserve">. Zakład Ubezpieczeń Społecznych, na podstawie udostępnionej informacji, o której mowa w ust. </w:t>
      </w:r>
      <w:r>
        <w:t>7</w:t>
      </w:r>
      <w:r w:rsidRPr="006A7B37">
        <w:t xml:space="preserve"> pkt 1 lit. b i pkt 2 lit. b</w:t>
      </w:r>
      <w:r>
        <w:t>,</w:t>
      </w:r>
      <w:r w:rsidRPr="006A7B37">
        <w:t xml:space="preserve"> dokonuje weryfikacji, czy możliwe jest udostępnienie asystentowi medycznemu, możliwości wystawiania zaświadczeń lekarskich w formie dokumentu elektronicznego za pośrednictwem systemu teleinformatycznego udostępnionego bezpłatnie przez Zakład Ubezpieczeń Społecznych, i przekazuje wynik tej weryfikacji ministrowi właściwemu do spraw zdrowia przez wprowadzenie go do </w:t>
      </w:r>
      <w:r w:rsidRPr="006A7B37">
        <w:lastRenderedPageBreak/>
        <w:t>RAM, za pośrednictwem systemu teleinformatycznego obsługującego ten rejestr, w formie dokumentu elektronicznego, zapisanego w formacie XML oraz opatrzonego pieczęcią elektroniczną.</w:t>
      </w:r>
    </w:p>
    <w:p w14:paraId="2A993F58" w14:textId="77777777" w:rsidR="00FD1B3D" w:rsidRDefault="00FD1B3D" w:rsidP="00FD1B3D">
      <w:pPr>
        <w:pStyle w:val="ZARTzmartartykuempunktem"/>
      </w:pPr>
      <w:r>
        <w:t>10</w:t>
      </w:r>
      <w:r w:rsidRPr="006A7B37">
        <w:t>. Upoważnienie do wystawiania zaświadczeń lekarskich obowiązuje od dnia otrzymania z Zakładu Ubezpieczeń Społecznych informacji o pozytywnym wyniku weryfikacji, o której mowa w ust.</w:t>
      </w:r>
      <w:r>
        <w:t xml:space="preserve"> 9</w:t>
      </w:r>
      <w:r w:rsidRPr="006A7B37">
        <w:t xml:space="preserve">, albo od wprowadzonej przez wystawiającego zaświadczenie lekarskie daty obowiązywania upoważnienia do wystawiania </w:t>
      </w:r>
      <w:r w:rsidRPr="006A7B37">
        <w:lastRenderedPageBreak/>
        <w:t xml:space="preserve">zaświadczeń lekarskich </w:t>
      </w:r>
      <w:r w:rsidRPr="004B71DD">
        <w:t>–</w:t>
      </w:r>
      <w:r w:rsidRPr="006A7B37">
        <w:t xml:space="preserve"> w zależności, która z okoliczności nastąpi później.</w:t>
      </w:r>
    </w:p>
    <w:p w14:paraId="541FCE93" w14:textId="77777777" w:rsidR="00FD1B3D" w:rsidRDefault="00FD1B3D" w:rsidP="00FD1B3D">
      <w:pPr>
        <w:pStyle w:val="ZARTzmartartykuempunktem"/>
      </w:pPr>
      <w:r>
        <w:t xml:space="preserve">11. Upoważnienie do wystawiania </w:t>
      </w:r>
      <w:r w:rsidR="008649DA">
        <w:t>recept i skierowań, o których mowa w ust. 1</w:t>
      </w:r>
      <w:r w:rsidR="002E6A3D">
        <w:t>,</w:t>
      </w:r>
      <w:r>
        <w:t xml:space="preserve"> obowiązuje od dnia następującego po dniu jego udzielenia albo od wprowadzonej przez wystawiającego daty obowiązywania upoważnienia  </w:t>
      </w:r>
      <w:r w:rsidRPr="004B71DD">
        <w:t>–</w:t>
      </w:r>
      <w:r>
        <w:t xml:space="preserve"> w zależności, która z okoliczności nastąpi później. </w:t>
      </w:r>
    </w:p>
    <w:p w14:paraId="6344B70D" w14:textId="4E932762" w:rsidR="00FD1B3D" w:rsidRDefault="00FD1B3D" w:rsidP="00FD1B3D">
      <w:pPr>
        <w:pStyle w:val="ZARTzmartartykuempunktem"/>
      </w:pPr>
      <w:r>
        <w:lastRenderedPageBreak/>
        <w:t>12. Upoważnienia, o których mowa w ust. 1</w:t>
      </w:r>
      <w:r w:rsidR="002E6A3D">
        <w:t>,</w:t>
      </w:r>
      <w:r>
        <w:t xml:space="preserve"> </w:t>
      </w:r>
      <w:r w:rsidR="00AB6518">
        <w:t xml:space="preserve">są </w:t>
      </w:r>
      <w:r>
        <w:t xml:space="preserve">przechowywane w RAM. </w:t>
      </w:r>
    </w:p>
    <w:p w14:paraId="5E2F678E" w14:textId="77777777" w:rsidR="00FD1B3D" w:rsidRDefault="00FD1B3D" w:rsidP="00FD1B3D">
      <w:pPr>
        <w:pStyle w:val="ZARTzmartartykuempunktem"/>
      </w:pPr>
      <w:r>
        <w:t xml:space="preserve">13. Informacje, o których mowa w ust. 8, minister </w:t>
      </w:r>
      <w:r w:rsidRPr="006A7B37">
        <w:t>właściwy do spraw zdrowia udostępnia</w:t>
      </w:r>
      <w:r>
        <w:t xml:space="preserve"> także Narodowemu Funduszowi Zdrowia.</w:t>
      </w:r>
    </w:p>
    <w:p w14:paraId="5BA499C3" w14:textId="77777777" w:rsidR="00FD1B3D" w:rsidRDefault="00FD1B3D" w:rsidP="00FD1B3D">
      <w:pPr>
        <w:pStyle w:val="ZARTzmartartykuempunktem"/>
      </w:pPr>
      <w:r>
        <w:t xml:space="preserve">14. </w:t>
      </w:r>
      <w:r w:rsidRPr="00040C12">
        <w:t>Pracownik medyczny</w:t>
      </w:r>
      <w:r>
        <w:t xml:space="preserve"> oraz asystent medyczny</w:t>
      </w:r>
      <w:r w:rsidRPr="00040C12">
        <w:t xml:space="preserve"> używa kwalifikowanego podpisu elektronicznego, podpisu zaufanego, podpisu osobistego albo wykorzystuje sposób potwierdzania pochodzenia oraz integralności danych dostępny w systemie </w:t>
      </w:r>
      <w:r w:rsidRPr="00040C12">
        <w:lastRenderedPageBreak/>
        <w:t>teleinformatycznym udostępnionym bezpłatnie przez Zakład Ubezpieczeń Społecznych do podpisywania:</w:t>
      </w:r>
    </w:p>
    <w:p w14:paraId="54ABAC40" w14:textId="7C504116" w:rsidR="00FD1B3D" w:rsidRDefault="00FD1B3D" w:rsidP="00FD1B3D">
      <w:pPr>
        <w:pStyle w:val="ZARTzmartartykuempunktem"/>
      </w:pPr>
      <w:r w:rsidRPr="00040C12">
        <w:t xml:space="preserve">1) elektronicznej dokumentacji medycznej; </w:t>
      </w:r>
    </w:p>
    <w:p w14:paraId="58FBE7FE" w14:textId="77777777" w:rsidR="00FD1B3D" w:rsidRDefault="00FD1B3D" w:rsidP="00FD1B3D">
      <w:pPr>
        <w:pStyle w:val="ZARTzmartartykuempunktem"/>
      </w:pPr>
      <w:r w:rsidRPr="00040C12">
        <w:t xml:space="preserve">2) wniosku o dostęp do danych umożliwiających pobranie z SIM elektronicznej dokumentacji medycznej lub danych z tych dokumentów; </w:t>
      </w:r>
    </w:p>
    <w:p w14:paraId="52FFE5D2" w14:textId="77777777" w:rsidR="00FD1B3D" w:rsidRPr="006A7B37" w:rsidRDefault="00FD1B3D" w:rsidP="00FD1B3D">
      <w:pPr>
        <w:pStyle w:val="ZARTzmartartykuempunktem"/>
      </w:pPr>
      <w:r w:rsidRPr="00040C12">
        <w:lastRenderedPageBreak/>
        <w:t>3) wniosku o dostęp do danych przetwarzanych w SIM umożliwiających wymianę między usługodawcami danych zawartych w elektronicznej dokumentacji medycznej.</w:t>
      </w:r>
      <w:r>
        <w:t>”</w:t>
      </w:r>
      <w:r w:rsidRPr="006A7B37">
        <w:t>;</w:t>
      </w:r>
    </w:p>
    <w:p w14:paraId="3E208E5E" w14:textId="3AD3FC73" w:rsidR="00FD1B3D" w:rsidRPr="006A7B37" w:rsidRDefault="00F97103" w:rsidP="00EA4297">
      <w:pPr>
        <w:pStyle w:val="PKTpunkt"/>
      </w:pPr>
      <w:r w:rsidRPr="006A7B37">
        <w:t>1</w:t>
      </w:r>
      <w:r w:rsidR="008D333C">
        <w:t>7</w:t>
      </w:r>
      <w:r w:rsidR="00FD1B3D" w:rsidRPr="006A7B37">
        <w:t>)</w:t>
      </w:r>
      <w:r w:rsidR="00FD1B3D" w:rsidRPr="006A7B37">
        <w:tab/>
        <w:t>w art. 35</w:t>
      </w:r>
      <w:r w:rsidR="00EA4297">
        <w:t xml:space="preserve"> </w:t>
      </w:r>
      <w:r w:rsidR="00FD1B3D" w:rsidRPr="006A7B37">
        <w:t xml:space="preserve">ust. 1 </w:t>
      </w:r>
      <w:r w:rsidR="00FD1B3D">
        <w:t xml:space="preserve">i </w:t>
      </w:r>
      <w:r w:rsidR="00FD1B3D" w:rsidRPr="006A7B37">
        <w:t>1a otrzymuj</w:t>
      </w:r>
      <w:r w:rsidR="00EA4297">
        <w:t>ą</w:t>
      </w:r>
      <w:r w:rsidR="00FD1B3D" w:rsidRPr="006A7B37">
        <w:t xml:space="preserve"> brzmienie:</w:t>
      </w:r>
    </w:p>
    <w:p w14:paraId="02028744" w14:textId="4B470980" w:rsidR="00FD1B3D" w:rsidRPr="006A7B37" w:rsidRDefault="00FD1B3D" w:rsidP="00652DD2">
      <w:pPr>
        <w:pStyle w:val="USTustnpkodeksu"/>
      </w:pPr>
      <w:r>
        <w:t>„</w:t>
      </w:r>
      <w:r w:rsidRPr="006A7B37">
        <w:t xml:space="preserve">1. </w:t>
      </w:r>
      <w:r w:rsidR="003A26D6">
        <w:t>D</w:t>
      </w:r>
      <w:r w:rsidRPr="006A7B37">
        <w:t xml:space="preserve">ostęp do danych osobowych lub jednostkowych danych medycznych </w:t>
      </w:r>
      <w:r w:rsidR="003A26D6">
        <w:t xml:space="preserve">usługobiorców, </w:t>
      </w:r>
      <w:r w:rsidRPr="006A7B37">
        <w:t xml:space="preserve">przetwarzanych </w:t>
      </w:r>
      <w:r w:rsidR="003A26D6">
        <w:t xml:space="preserve">w </w:t>
      </w:r>
      <w:r w:rsidR="003A26D6" w:rsidRPr="006A7B37">
        <w:t>sy</w:t>
      </w:r>
      <w:r w:rsidR="003A26D6">
        <w:t>stemie teleinformatycznym</w:t>
      </w:r>
      <w:r w:rsidR="003A26D6" w:rsidRPr="006A7B37">
        <w:t xml:space="preserve"> usługodawcy lub </w:t>
      </w:r>
      <w:r w:rsidRPr="006A7B37">
        <w:t>w SIM</w:t>
      </w:r>
      <w:r w:rsidR="00506D12">
        <w:t>,</w:t>
      </w:r>
      <w:r w:rsidR="003A26D6">
        <w:t xml:space="preserve"> mają</w:t>
      </w:r>
      <w:r w:rsidRPr="006A7B37">
        <w:t>:</w:t>
      </w:r>
    </w:p>
    <w:p w14:paraId="360BEA62" w14:textId="59C1C721" w:rsidR="00FD1B3D" w:rsidRPr="006A7B37" w:rsidRDefault="00FD1B3D" w:rsidP="00AF7310">
      <w:pPr>
        <w:pStyle w:val="USTustnpkodeksu"/>
      </w:pPr>
      <w:r w:rsidRPr="006A7B37">
        <w:lastRenderedPageBreak/>
        <w:t>1) pracownik medyczn</w:t>
      </w:r>
      <w:r w:rsidR="003A26D6">
        <w:t>y</w:t>
      </w:r>
      <w:r w:rsidRPr="006A7B37">
        <w:t>, który wytworzył elektroniczną dokumentację medyczną zawierającą dane</w:t>
      </w:r>
      <w:r w:rsidR="007A413A">
        <w:t xml:space="preserve"> </w:t>
      </w:r>
      <w:r w:rsidR="00506D12">
        <w:t>osobowe lub jednostkowe dane medyczne</w:t>
      </w:r>
      <w:r w:rsidR="00506D12" w:rsidRPr="00506D12">
        <w:t xml:space="preserve"> </w:t>
      </w:r>
      <w:r w:rsidR="007A413A">
        <w:t>usługobiorcy</w:t>
      </w:r>
      <w:r w:rsidRPr="006A7B37">
        <w:t>;</w:t>
      </w:r>
    </w:p>
    <w:p w14:paraId="31D5556E" w14:textId="7A011207" w:rsidR="00506D12" w:rsidRDefault="00FD1B3D" w:rsidP="00506D12">
      <w:pPr>
        <w:pStyle w:val="USTustnpkodeksu"/>
      </w:pPr>
      <w:r w:rsidRPr="006A7B37">
        <w:t>2) pracownik medyczn</w:t>
      </w:r>
      <w:r w:rsidR="003A26D6">
        <w:t>y</w:t>
      </w:r>
      <w:r w:rsidRPr="006A7B37">
        <w:t xml:space="preserve"> wykonując</w:t>
      </w:r>
      <w:r w:rsidR="003A26D6">
        <w:t>y</w:t>
      </w:r>
      <w:r w:rsidRPr="006A7B37">
        <w:t xml:space="preserve"> zawód u usługodawcy, u którego </w:t>
      </w:r>
      <w:r w:rsidR="00506D12" w:rsidRPr="006A7B37">
        <w:t xml:space="preserve">została </w:t>
      </w:r>
      <w:r w:rsidRPr="006A7B37">
        <w:t>wytworzona elektroniczna dokumentacja medyczna zawierająca dane</w:t>
      </w:r>
      <w:r w:rsidR="007A413A">
        <w:t xml:space="preserve"> </w:t>
      </w:r>
      <w:r w:rsidR="00506D12" w:rsidRPr="00506D12">
        <w:t xml:space="preserve">osobowe lub jednostkowe dane medyczne </w:t>
      </w:r>
      <w:r w:rsidR="007A413A">
        <w:t>usługobiorcy</w:t>
      </w:r>
      <w:r w:rsidRPr="006A7B37">
        <w:t xml:space="preserve">, w związku z wykonywaniem przez niego zawodu u tego usługodawcy, </w:t>
      </w:r>
      <w:r w:rsidRPr="006A7B37">
        <w:lastRenderedPageBreak/>
        <w:t>jeżeli jest to niezbędne do prowadzenia diagnostyki lub zapewnienia ciągłości leczenia;</w:t>
      </w:r>
    </w:p>
    <w:p w14:paraId="309B37D0" w14:textId="77777777" w:rsidR="00D45B98" w:rsidRDefault="00FD1B3D" w:rsidP="00D45B98">
      <w:pPr>
        <w:pStyle w:val="USTustnpkodeksu"/>
      </w:pPr>
      <w:r>
        <w:t>3</w:t>
      </w:r>
      <w:r w:rsidRPr="006A7B37">
        <w:t xml:space="preserve">) </w:t>
      </w:r>
      <w:r w:rsidR="003A26D6">
        <w:t>lekarz, pielęgniarka lub położna</w:t>
      </w:r>
      <w:r w:rsidR="00AF7310">
        <w:t xml:space="preserve"> podstawowej opieki zdrowotnej, któr</w:t>
      </w:r>
      <w:r w:rsidR="004B7A7B">
        <w:t>z</w:t>
      </w:r>
      <w:r w:rsidR="00AF7310">
        <w:t>y</w:t>
      </w:r>
      <w:r w:rsidR="00AF7310" w:rsidRPr="00AF7310">
        <w:t xml:space="preserve"> </w:t>
      </w:r>
      <w:r w:rsidR="004B7A7B">
        <w:t>zostali wybrani</w:t>
      </w:r>
      <w:r w:rsidR="00AF7310">
        <w:t xml:space="preserve"> </w:t>
      </w:r>
      <w:r w:rsidR="00AF7310" w:rsidRPr="00AF7310">
        <w:t>zgodnie z art. 9 ust. 1 ustawy z dnia 27 października 2017 r. o podstawowej opiece zdrowotnej</w:t>
      </w:r>
      <w:r w:rsidR="00EA4297">
        <w:t xml:space="preserve"> </w:t>
      </w:r>
      <w:r w:rsidR="007A413A">
        <w:t>przez</w:t>
      </w:r>
      <w:r w:rsidR="00EA4297">
        <w:t xml:space="preserve"> usługobiorc</w:t>
      </w:r>
      <w:r w:rsidR="007A413A">
        <w:t xml:space="preserve">ę, którego dane </w:t>
      </w:r>
      <w:r w:rsidR="00D45B98" w:rsidRPr="00D45B98">
        <w:t xml:space="preserve">osobowe lub jednostkowe dane medyczne </w:t>
      </w:r>
      <w:r w:rsidR="007A413A">
        <w:t>dotyczą</w:t>
      </w:r>
      <w:r w:rsidR="00EA4297">
        <w:t>;</w:t>
      </w:r>
      <w:r w:rsidR="00AF7310" w:rsidRPr="00AF7310" w:rsidDel="00AF7310">
        <w:t xml:space="preserve"> </w:t>
      </w:r>
    </w:p>
    <w:p w14:paraId="328D42D2" w14:textId="7FB60080" w:rsidR="003A26D6" w:rsidRDefault="002E0050" w:rsidP="00D45B98">
      <w:pPr>
        <w:pStyle w:val="USTustnpkodeksu"/>
      </w:pPr>
      <w:r>
        <w:lastRenderedPageBreak/>
        <w:t xml:space="preserve">4) </w:t>
      </w:r>
      <w:r w:rsidR="003A26D6">
        <w:t xml:space="preserve">każdy pracownik medyczny </w:t>
      </w:r>
      <w:r w:rsidR="00FD1B3D" w:rsidRPr="006A7B37">
        <w:t>w sytuacji zagrożenia życia usługobiorc</w:t>
      </w:r>
      <w:r w:rsidR="00D45B98">
        <w:t>y</w:t>
      </w:r>
      <w:r w:rsidR="00FD1B3D" w:rsidRPr="006A7B37">
        <w:t>.</w:t>
      </w:r>
    </w:p>
    <w:p w14:paraId="47B81720" w14:textId="10CBD7BA" w:rsidR="00FD1B3D" w:rsidRPr="006A7B37" w:rsidRDefault="00EA4297" w:rsidP="00125FDA">
      <w:pPr>
        <w:pStyle w:val="USTustnpkodeksu"/>
      </w:pPr>
      <w:r>
        <w:t>1a</w:t>
      </w:r>
      <w:r w:rsidR="003A26D6">
        <w:t>. W przypadkach innych niż określone w ust. 1, u</w:t>
      </w:r>
      <w:r w:rsidR="003A26D6" w:rsidRPr="006A7B37">
        <w:t>dostępnienie danych osobowych lub jednostkowych danych medycznych z systemu teleinformatycznego usługodawcy lub z SIM, następuje za zgodą usługobiorcy lub jego przedstawiciela ustawowego. Wyrażając zgodę, wskazuje się zakres czasowy i przedmiotowy dostępu do tych danych.</w:t>
      </w:r>
      <w:r w:rsidR="00FD1B3D">
        <w:t>”</w:t>
      </w:r>
      <w:r>
        <w:t>;</w:t>
      </w:r>
    </w:p>
    <w:p w14:paraId="7C5BFC90" w14:textId="7188A848" w:rsidR="005B60B9" w:rsidRDefault="0098268C" w:rsidP="00FD1B3D">
      <w:pPr>
        <w:pStyle w:val="PKTpunkt"/>
      </w:pPr>
      <w:r>
        <w:t>1</w:t>
      </w:r>
      <w:r w:rsidR="008D333C">
        <w:t>8</w:t>
      </w:r>
      <w:r w:rsidR="00FD1B3D" w:rsidRPr="006A7B37">
        <w:t>) w art. 56</w:t>
      </w:r>
      <w:r w:rsidR="005B60B9">
        <w:t>:</w:t>
      </w:r>
    </w:p>
    <w:p w14:paraId="6FF52DA0" w14:textId="77777777" w:rsidR="005B60B9" w:rsidRDefault="005B60B9" w:rsidP="0098268C">
      <w:pPr>
        <w:pStyle w:val="LITlitera"/>
      </w:pPr>
      <w:r>
        <w:lastRenderedPageBreak/>
        <w:t>a) ust. 2 otrzymuje brzmienie:</w:t>
      </w:r>
    </w:p>
    <w:p w14:paraId="1DD50FA6" w14:textId="77777777" w:rsidR="00D45B98" w:rsidRDefault="00A73A1B" w:rsidP="00D45B98">
      <w:pPr>
        <w:pStyle w:val="ZLITzmlitartykuempunktem"/>
      </w:pPr>
      <w:r w:rsidRPr="00A73A1B">
        <w:t>„</w:t>
      </w:r>
      <w:r w:rsidR="005B60B9">
        <w:t>2. Recepty mogą być wystawiane w postaci papierowej do dnia 7 stycznia 2020 r.</w:t>
      </w:r>
      <w:r w:rsidRPr="00A73A1B">
        <w:t>”</w:t>
      </w:r>
      <w:r w:rsidR="005B60B9">
        <w:t>,</w:t>
      </w:r>
    </w:p>
    <w:p w14:paraId="6EF0AB32" w14:textId="11C60270" w:rsidR="005B60B9" w:rsidRDefault="005B60B9" w:rsidP="00D45B98">
      <w:pPr>
        <w:pStyle w:val="LITlitera"/>
      </w:pPr>
      <w:r>
        <w:t>b) ust. 4 otrzymuje brzmienie:</w:t>
      </w:r>
    </w:p>
    <w:p w14:paraId="21E48551" w14:textId="10CD267D" w:rsidR="00437794" w:rsidRDefault="00A73A1B" w:rsidP="00D45B98">
      <w:pPr>
        <w:pStyle w:val="ZLITzmlitartykuempunktem"/>
      </w:pPr>
      <w:r w:rsidRPr="00A73A1B">
        <w:t>„</w:t>
      </w:r>
      <w:r w:rsidR="00437794">
        <w:t xml:space="preserve">4. Dane zawarte w elektronicznej dokumentacji medycznej określonej w przepisach wydanych na podstawie art. 13a, za pośrednictwem SIM, udostępnia się od dnia </w:t>
      </w:r>
      <w:r w:rsidR="007A413A">
        <w:t>8</w:t>
      </w:r>
      <w:r w:rsidR="00437794">
        <w:t xml:space="preserve"> stycznia 2021 r.</w:t>
      </w:r>
      <w:r w:rsidRPr="00A73A1B">
        <w:t>”</w:t>
      </w:r>
      <w:r w:rsidR="00437794">
        <w:t>,</w:t>
      </w:r>
    </w:p>
    <w:p w14:paraId="56DB3A7C" w14:textId="77777777" w:rsidR="00FD1B3D" w:rsidRPr="006A7B37" w:rsidRDefault="005B60B9" w:rsidP="00D45B98">
      <w:pPr>
        <w:pStyle w:val="LITlitera"/>
      </w:pPr>
      <w:r>
        <w:t xml:space="preserve">c) </w:t>
      </w:r>
      <w:r w:rsidR="00FD1B3D" w:rsidRPr="006A7B37">
        <w:t>po ust. 4a dodaje się ust. 4b w brzmieniu:</w:t>
      </w:r>
    </w:p>
    <w:p w14:paraId="335F7A85" w14:textId="77777777" w:rsidR="00FD1B3D" w:rsidRPr="006A7B37" w:rsidRDefault="00FD1B3D" w:rsidP="00D45B98">
      <w:pPr>
        <w:pStyle w:val="ZLITzmlitartykuempunktem"/>
      </w:pPr>
      <w:r>
        <w:lastRenderedPageBreak/>
        <w:t>„</w:t>
      </w:r>
      <w:r w:rsidRPr="006A7B37">
        <w:t>4b. Apteki są obowiązane do podłączenia się do systemu teleinformatycznego Krajowego Punktu Kontaktowego do spraw Transgranicznej Opieki Zdrowotnej  w zakresie wymiany recepty transgranicznej w postaci elektronicznej, nie później niż do dni</w:t>
      </w:r>
      <w:r>
        <w:t xml:space="preserve">a 1 </w:t>
      </w:r>
      <w:r w:rsidR="00BF7AC2">
        <w:t>lipca</w:t>
      </w:r>
      <w:r>
        <w:t xml:space="preserve"> 2020 r.”</w:t>
      </w:r>
      <w:r w:rsidRPr="006A7B37">
        <w:t>;</w:t>
      </w:r>
    </w:p>
    <w:p w14:paraId="70EC0120" w14:textId="5AC9E845" w:rsidR="00FD1B3D" w:rsidRPr="006A7B37" w:rsidRDefault="008D333C" w:rsidP="00FD1B3D">
      <w:pPr>
        <w:pStyle w:val="PKTpunkt"/>
      </w:pPr>
      <w:r>
        <w:t>19</w:t>
      </w:r>
      <w:r w:rsidR="00FD1B3D" w:rsidRPr="006A7B37">
        <w:t xml:space="preserve">) po art. 56a dodaje się </w:t>
      </w:r>
      <w:r w:rsidR="0076504F">
        <w:t>art.</w:t>
      </w:r>
      <w:r w:rsidR="00FD1B3D" w:rsidRPr="006A7B37">
        <w:t xml:space="preserve"> 56b w brzmieniu:</w:t>
      </w:r>
    </w:p>
    <w:p w14:paraId="28F42D66" w14:textId="77777777" w:rsidR="00FD1B3D" w:rsidRPr="006A7B37" w:rsidRDefault="00FD1B3D" w:rsidP="00FD1B3D">
      <w:pPr>
        <w:pStyle w:val="ZARTzmartartykuempunktem"/>
      </w:pPr>
      <w:r>
        <w:t>„</w:t>
      </w:r>
      <w:r w:rsidRPr="006A7B37">
        <w:t>Art. 56b. Udostępnianie danych, o których mowa w art. 15 ust. 7 i art. 17 ust. 4b, nastąpi nie później niż od dnia 1 lipca 2021 r.</w:t>
      </w:r>
      <w:r>
        <w:t>”</w:t>
      </w:r>
      <w:r w:rsidRPr="006A7B37">
        <w:t>.</w:t>
      </w:r>
    </w:p>
    <w:p w14:paraId="3A7E76CD" w14:textId="7C38CD15" w:rsidR="00FD1B3D" w:rsidRPr="006A7B37" w:rsidRDefault="00FD1B3D" w:rsidP="00FD1B3D">
      <w:pPr>
        <w:pStyle w:val="ARTartustawynprozporzdzenia"/>
      </w:pPr>
      <w:r w:rsidRPr="008D1C19">
        <w:rPr>
          <w:rStyle w:val="Ppogrubienie"/>
        </w:rPr>
        <w:lastRenderedPageBreak/>
        <w:t xml:space="preserve">Art. </w:t>
      </w:r>
      <w:r w:rsidR="000010C0">
        <w:rPr>
          <w:rStyle w:val="Ppogrubienie"/>
        </w:rPr>
        <w:t>9</w:t>
      </w:r>
      <w:r w:rsidRPr="008D1C19">
        <w:rPr>
          <w:rStyle w:val="Ppogrubienie"/>
        </w:rPr>
        <w:t>.</w:t>
      </w:r>
      <w:r w:rsidRPr="006A7B37">
        <w:t xml:space="preserve"> W ustawie z dnia 12 maja 2011 r. o refundacji leków, środków spożywczych specjalnego przeznaczenia żywieniowego oraz wyrobów medycznych (</w:t>
      </w:r>
      <w:r w:rsidRPr="00A25BF7">
        <w:t xml:space="preserve">Dz. U. z </w:t>
      </w:r>
      <w:r w:rsidR="00EB3561">
        <w:t>2019 r. poz. 784, 999 i 1096</w:t>
      </w:r>
      <w:r w:rsidRPr="006A7B37">
        <w:t>) wprowadza się następujące zmiany:</w:t>
      </w:r>
    </w:p>
    <w:p w14:paraId="42C2C41C" w14:textId="771FA98C" w:rsidR="00CF2291" w:rsidRPr="00CF2291" w:rsidRDefault="00FD1B3D" w:rsidP="00CC6473">
      <w:pPr>
        <w:pStyle w:val="PKTpunkt"/>
      </w:pPr>
      <w:r w:rsidRPr="006A7B37">
        <w:t>1)</w:t>
      </w:r>
      <w:r w:rsidR="00EB3561">
        <w:tab/>
      </w:r>
      <w:r w:rsidR="008B7F0E">
        <w:t>w art. 37 ust. 6 otrzymuje brzmienie:</w:t>
      </w:r>
    </w:p>
    <w:p w14:paraId="69D76290" w14:textId="5FA66DD8" w:rsidR="008B7F0E" w:rsidRDefault="00CF2291" w:rsidP="00D45B98">
      <w:pPr>
        <w:pStyle w:val="ZUSTzmustartykuempunktem"/>
      </w:pPr>
      <w:r w:rsidRPr="00CF2291">
        <w:t xml:space="preserve">„6. Obwieszczenia, o których mowa w ust. 1 i 4, są ogłaszane raz na 2 miesiące w dzienniku urzędowym ministra właściwego do spraw </w:t>
      </w:r>
      <w:r w:rsidRPr="00CF2291">
        <w:lastRenderedPageBreak/>
        <w:t>zdrowia co najmniej na 7 dni przed wejściem w życie danego obwieszczenia.”</w:t>
      </w:r>
      <w:r w:rsidR="00EB3561">
        <w:t>;</w:t>
      </w:r>
    </w:p>
    <w:p w14:paraId="06ED0E60" w14:textId="7FA63F01" w:rsidR="00FD1B3D" w:rsidRPr="006A7B37" w:rsidRDefault="008B7F0E" w:rsidP="00FD1B3D">
      <w:pPr>
        <w:pStyle w:val="PKTpunkt"/>
      </w:pPr>
      <w:r>
        <w:t>2)</w:t>
      </w:r>
      <w:r w:rsidR="00EB3561">
        <w:tab/>
      </w:r>
      <w:r w:rsidR="00FD1B3D" w:rsidRPr="006A7B37">
        <w:t>w art. 44a ust. 1 otrzymuje brzmienie:</w:t>
      </w:r>
    </w:p>
    <w:p w14:paraId="4F4D271B" w14:textId="482B89D6" w:rsidR="00FD1B3D" w:rsidRPr="006A7B37" w:rsidRDefault="00FD1B3D" w:rsidP="00FD1B3D">
      <w:pPr>
        <w:pStyle w:val="ZUSTzmustartykuempunktem"/>
      </w:pPr>
      <w:r>
        <w:t>„</w:t>
      </w:r>
      <w:r w:rsidRPr="006A7B37">
        <w:t xml:space="preserve">1. W przypadku recepty wystawionej dla świadczeniobiorcy, który ukończył 75. rok życia, przez osoby wskazane w art. 43a ust. 1 i 1a ustawy o świadczeniach, osoba wydająca leki, środki spożywcze specjalnego przeznaczenia żywieniowego oraz wyroby medyczne, oprócz obowiązków wynikających z art. 44, ma obowiązek </w:t>
      </w:r>
      <w:r w:rsidRPr="006A7B37">
        <w:lastRenderedPageBreak/>
        <w:t xml:space="preserve">poinformować </w:t>
      </w:r>
      <w:r>
        <w:t xml:space="preserve">świadczeniobiorcę </w:t>
      </w:r>
      <w:r w:rsidRPr="006A7B37">
        <w:t xml:space="preserve">o możliwości nabycia leku innego niż lek przepisany na recepcie, o tej samej nazwie międzynarodowej, dawce, postaci farmaceutycznej, która nie powoduje powstania różnic terapeutycznych, i o tym samym wskazaniu terapeutycznym, objętego wykazem, o którym mowa w art. 37 ust. 1, w części dotyczącej bezpłatnego zaopatrzenia świadczeniobiorców po ukończeniu 75. roku życia oraz ma obowiązek na żądanie </w:t>
      </w:r>
      <w:r>
        <w:t xml:space="preserve">świadczeniobiorcy </w:t>
      </w:r>
      <w:r w:rsidRPr="006A7B37">
        <w:t>wydać ten lek.</w:t>
      </w:r>
      <w:r>
        <w:t>”</w:t>
      </w:r>
      <w:r w:rsidRPr="006A7B37">
        <w:t>;</w:t>
      </w:r>
    </w:p>
    <w:p w14:paraId="5DE2136B" w14:textId="27CBF569" w:rsidR="00FD1B3D" w:rsidRPr="006A7B37" w:rsidRDefault="00CF2291" w:rsidP="007A413A">
      <w:pPr>
        <w:pStyle w:val="PKTpunkt"/>
      </w:pPr>
      <w:r>
        <w:lastRenderedPageBreak/>
        <w:t>3</w:t>
      </w:r>
      <w:r w:rsidR="00FD1B3D" w:rsidRPr="006A7B37">
        <w:t>)</w:t>
      </w:r>
      <w:r w:rsidR="00EB3561">
        <w:tab/>
      </w:r>
      <w:r w:rsidR="00FD1B3D" w:rsidRPr="006A7B37">
        <w:t>w art. 45:</w:t>
      </w:r>
      <w:r w:rsidR="00FD1B3D">
        <w:tab/>
      </w:r>
    </w:p>
    <w:p w14:paraId="450FDD31" w14:textId="56929449" w:rsidR="00FD1B3D" w:rsidRPr="006A7B37" w:rsidRDefault="00FD1B3D" w:rsidP="00FD1B3D">
      <w:pPr>
        <w:pStyle w:val="LITlitera"/>
      </w:pPr>
      <w:r w:rsidRPr="006A7B37">
        <w:t>a)</w:t>
      </w:r>
      <w:r w:rsidR="00EB3561">
        <w:tab/>
      </w:r>
      <w:r w:rsidRPr="006A7B37">
        <w:t>po ust. 2 dodaje się ust. 2a w brzmieniu:</w:t>
      </w:r>
    </w:p>
    <w:p w14:paraId="0CA57B2B" w14:textId="77777777" w:rsidR="00FD1B3D" w:rsidRPr="006A7B37" w:rsidRDefault="00FD1B3D" w:rsidP="00FD1B3D">
      <w:pPr>
        <w:pStyle w:val="ZLITUSTzmustliter"/>
      </w:pPr>
      <w:r>
        <w:t>„</w:t>
      </w:r>
      <w:r w:rsidRPr="006A7B37">
        <w:t xml:space="preserve">2a. W komunikatach, o których mowa w ust. 2, zamieszcza się </w:t>
      </w:r>
      <w:r>
        <w:t>także</w:t>
      </w:r>
      <w:r w:rsidRPr="006A7B37">
        <w:t xml:space="preserve"> dane wynikające z realizacji recept w przypadku, o którym mowa w art. 96 ust. 1d ustawy z dnia 6 września 2001 r. </w:t>
      </w:r>
      <w:r w:rsidRPr="00491A10">
        <w:t>–</w:t>
      </w:r>
      <w:r>
        <w:t xml:space="preserve"> </w:t>
      </w:r>
      <w:r w:rsidRPr="006A7B37">
        <w:t>Prawo farmaceutyczne.</w:t>
      </w:r>
      <w:r>
        <w:t>”,</w:t>
      </w:r>
    </w:p>
    <w:p w14:paraId="4372D658" w14:textId="504F97E0" w:rsidR="00FD1B3D" w:rsidRPr="006A7B37" w:rsidRDefault="00FD1B3D" w:rsidP="00FD1B3D">
      <w:pPr>
        <w:pStyle w:val="LITlitera"/>
      </w:pPr>
      <w:r w:rsidRPr="006A7B37">
        <w:t>b)</w:t>
      </w:r>
      <w:r w:rsidR="00EB3561">
        <w:tab/>
      </w:r>
      <w:r w:rsidRPr="006A7B37">
        <w:t>po ust. 3 dodaje się ust. 3a w brzmieniu:</w:t>
      </w:r>
    </w:p>
    <w:p w14:paraId="2795D0E0" w14:textId="77777777" w:rsidR="00FD1B3D" w:rsidRDefault="00FD1B3D" w:rsidP="00FD1B3D">
      <w:pPr>
        <w:pStyle w:val="ZLITUSTzmustliter"/>
      </w:pPr>
      <w:r>
        <w:lastRenderedPageBreak/>
        <w:t>„</w:t>
      </w:r>
      <w:r w:rsidRPr="006A7B37">
        <w:t xml:space="preserve">3a. </w:t>
      </w:r>
      <w:r>
        <w:t>Za</w:t>
      </w:r>
      <w:r w:rsidRPr="006A7B37">
        <w:t xml:space="preserve"> błędy albo inne nieprawidłowości wykazane w komunikatach nie </w:t>
      </w:r>
      <w:r>
        <w:t>uznaje się</w:t>
      </w:r>
      <w:r w:rsidRPr="006A7B37">
        <w:t xml:space="preserve"> przypadków zgłoszenia Funduszowi realizacji przez aptekę recepty w postaci elektronicznej na podstawie fałszywego oświadczenia, o którym mowa w art. 96 ust. 1a ustawy z dnia 6 września 2001 r. </w:t>
      </w:r>
      <w:r w:rsidRPr="00491A10">
        <w:t>–</w:t>
      </w:r>
      <w:r>
        <w:t xml:space="preserve"> </w:t>
      </w:r>
      <w:r w:rsidRPr="006A7B37">
        <w:t>Prawo farmaceutyczne.</w:t>
      </w:r>
      <w:r>
        <w:t>”;</w:t>
      </w:r>
    </w:p>
    <w:p w14:paraId="397AF239" w14:textId="188240AC" w:rsidR="000010C0" w:rsidRDefault="00F97103" w:rsidP="00FD1B3D">
      <w:pPr>
        <w:pStyle w:val="PKTpunkt"/>
      </w:pPr>
      <w:r>
        <w:t>4</w:t>
      </w:r>
      <w:r w:rsidR="00FD1B3D">
        <w:t>)</w:t>
      </w:r>
      <w:r w:rsidR="00EB3561">
        <w:tab/>
      </w:r>
      <w:r w:rsidR="00FD1B3D">
        <w:t>w art. 45a</w:t>
      </w:r>
      <w:r w:rsidR="000010C0">
        <w:t>:</w:t>
      </w:r>
    </w:p>
    <w:p w14:paraId="3CAB4E2C" w14:textId="57F7C739" w:rsidR="00FD1B3D" w:rsidRDefault="000010C0" w:rsidP="000619F0">
      <w:pPr>
        <w:pStyle w:val="LITlitera"/>
      </w:pPr>
      <w:r>
        <w:t>a)</w:t>
      </w:r>
      <w:r w:rsidR="00EB3561">
        <w:tab/>
      </w:r>
      <w:r w:rsidR="00FD1B3D">
        <w:t>w pkt 6 dodaje się lit. e w brzmieniu:</w:t>
      </w:r>
    </w:p>
    <w:p w14:paraId="12E2C32E" w14:textId="6F5DB30E" w:rsidR="000010C0" w:rsidRDefault="00FD1B3D" w:rsidP="000619F0">
      <w:pPr>
        <w:pStyle w:val="ZLITwPKTzmlitwpktartykuempunktem"/>
      </w:pPr>
      <w:r w:rsidRPr="002307E8">
        <w:lastRenderedPageBreak/>
        <w:t>„</w:t>
      </w:r>
      <w:r>
        <w:t>e)</w:t>
      </w:r>
      <w:r w:rsidR="00EB3561">
        <w:tab/>
      </w:r>
      <w:r>
        <w:t xml:space="preserve">sposób </w:t>
      </w:r>
      <w:r w:rsidR="00D45B98">
        <w:t>udostępnienia danych</w:t>
      </w:r>
      <w:r w:rsidR="002E0050">
        <w:t xml:space="preserve"> niezbędnych do </w:t>
      </w:r>
      <w:r>
        <w:t xml:space="preserve">realizacji recepty, </w:t>
      </w:r>
      <w:r w:rsidR="000010C0">
        <w:t>o którym mowa w art. 96 ust. 1</w:t>
      </w:r>
      <w:r w:rsidR="00EB3561">
        <w:t>–</w:t>
      </w:r>
      <w:r w:rsidR="000010C0">
        <w:t>1d ustawy z dnia 6 września 2001 r.</w:t>
      </w:r>
      <w:r w:rsidR="00EB3561">
        <w:t xml:space="preserve"> –</w:t>
      </w:r>
      <w:r w:rsidR="000010C0">
        <w:t xml:space="preserve"> Prawo farmaceutyczne</w:t>
      </w:r>
      <w:r w:rsidR="003A1601">
        <w:t>;</w:t>
      </w:r>
      <w:r>
        <w:t>”</w:t>
      </w:r>
      <w:r w:rsidR="000010C0">
        <w:t>,</w:t>
      </w:r>
    </w:p>
    <w:p w14:paraId="20668358" w14:textId="2CD1814C" w:rsidR="000010C0" w:rsidRDefault="000010C0" w:rsidP="000619F0">
      <w:pPr>
        <w:pStyle w:val="LITlitera"/>
      </w:pPr>
      <w:r>
        <w:t>b)</w:t>
      </w:r>
      <w:r w:rsidR="00EB3561">
        <w:tab/>
      </w:r>
      <w:r>
        <w:t>w pkt 8 w lit. i:</w:t>
      </w:r>
    </w:p>
    <w:p w14:paraId="17C99353" w14:textId="7C5A02D8" w:rsidR="000010C0" w:rsidRDefault="00EB3561" w:rsidP="000619F0">
      <w:pPr>
        <w:pStyle w:val="TIRtiret"/>
      </w:pPr>
      <w:r>
        <w:t>–</w:t>
      </w:r>
      <w:r w:rsidR="000010C0">
        <w:t xml:space="preserve"> tiret pierwsze otrzymuje brzmienie:</w:t>
      </w:r>
    </w:p>
    <w:p w14:paraId="2B258E27" w14:textId="7CC5943D" w:rsidR="000010C0" w:rsidRDefault="00EB3561" w:rsidP="007A413A">
      <w:pPr>
        <w:pStyle w:val="ZTIRTIRzmtirtiret"/>
      </w:pPr>
      <w:r w:rsidRPr="002307E8">
        <w:t>„</w:t>
      </w:r>
      <w:r w:rsidR="00A21382">
        <w:t>–</w:t>
      </w:r>
      <w:r w:rsidR="00EA4297">
        <w:t xml:space="preserve"> 0</w:t>
      </w:r>
      <w:r>
        <w:t xml:space="preserve"> </w:t>
      </w:r>
      <w:r w:rsidR="00A21382">
        <w:t>–</w:t>
      </w:r>
      <w:r w:rsidR="00EA4297">
        <w:t xml:space="preserve"> dla leku, środka </w:t>
      </w:r>
      <w:r w:rsidR="00C10B38">
        <w:t>spożywczego</w:t>
      </w:r>
      <w:r w:rsidR="00EA4297">
        <w:t xml:space="preserve"> specjalnego przeznaczenia żywieniowego lub wyrobu medycznego wydanego bezpłatnie, w </w:t>
      </w:r>
      <w:r w:rsidR="00EA4297">
        <w:lastRenderedPageBreak/>
        <w:t xml:space="preserve">przypadku gdy </w:t>
      </w:r>
      <w:r w:rsidR="00C10B38">
        <w:t>realizacja</w:t>
      </w:r>
      <w:r w:rsidR="00EA4297">
        <w:t xml:space="preserve"> recepty</w:t>
      </w:r>
      <w:r w:rsidR="00C10B38">
        <w:t xml:space="preserve"> nastąpiła na podstawie uprawnienia innego niż uprawnienie, o którym mowa w art. 43a ust. 1 i 1a ustawy o świadczeniach,</w:t>
      </w:r>
      <w:r w:rsidRPr="00EB3561">
        <w:t>”</w:t>
      </w:r>
      <w:r w:rsidR="00C10B38">
        <w:t>,</w:t>
      </w:r>
    </w:p>
    <w:p w14:paraId="5ACB2E15" w14:textId="42D4E225" w:rsidR="000010C0" w:rsidRDefault="00EB3561" w:rsidP="000619F0">
      <w:pPr>
        <w:pStyle w:val="TIRtiret"/>
      </w:pPr>
      <w:r>
        <w:t>–</w:t>
      </w:r>
      <w:r w:rsidR="000010C0">
        <w:t xml:space="preserve"> </w:t>
      </w:r>
      <w:r w:rsidR="000010C0" w:rsidRPr="000010C0">
        <w:t>ti</w:t>
      </w:r>
      <w:r w:rsidR="000010C0">
        <w:t>ret trzeci</w:t>
      </w:r>
      <w:r w:rsidR="000010C0" w:rsidRPr="000010C0">
        <w:t>e otrzymuje brzmienie:</w:t>
      </w:r>
    </w:p>
    <w:p w14:paraId="3FB3B325" w14:textId="06B96186" w:rsidR="000010C0" w:rsidRDefault="00EB3561" w:rsidP="007A413A">
      <w:pPr>
        <w:pStyle w:val="ZTIRTIRzmtirtiret"/>
      </w:pPr>
      <w:r w:rsidRPr="002307E8">
        <w:t>„</w:t>
      </w:r>
      <w:r w:rsidR="00A21382">
        <w:t>–</w:t>
      </w:r>
      <w:r w:rsidR="00C10B38">
        <w:t xml:space="preserve"> 20</w:t>
      </w:r>
      <w:r>
        <w:t xml:space="preserve"> </w:t>
      </w:r>
      <w:r w:rsidR="00A21382">
        <w:t>–</w:t>
      </w:r>
      <w:r w:rsidR="00C10B38">
        <w:t xml:space="preserve"> dla leku, środka </w:t>
      </w:r>
      <w:r w:rsidR="00C10B38" w:rsidRPr="00C10B38">
        <w:t xml:space="preserve">spożywczego specjalnego przeznaczenia żywieniowego lub wyrobu medycznego </w:t>
      </w:r>
      <w:r w:rsidR="00C10B38">
        <w:t xml:space="preserve">wydanego bezpłatnie, </w:t>
      </w:r>
      <w:r w:rsidR="00C10B38" w:rsidRPr="00C10B38">
        <w:t>na p</w:t>
      </w:r>
      <w:r w:rsidR="00C10B38">
        <w:t>odstawie uprawnienia</w:t>
      </w:r>
      <w:r w:rsidR="00C10B38" w:rsidRPr="00C10B38">
        <w:t xml:space="preserve">, o którym mowa w art. 43a ust. 1 i 1a </w:t>
      </w:r>
      <w:r w:rsidR="00C10B38" w:rsidRPr="00C10B38">
        <w:lastRenderedPageBreak/>
        <w:t>ustawy o świadczeniach,</w:t>
      </w:r>
      <w:r w:rsidR="00C10B38">
        <w:t xml:space="preserve"> świadczeniobiorcy uprawnionemu również na podstawie art. 43 ust. 1 albo art. 45 ust. 1 pkt 1</w:t>
      </w:r>
      <w:r w:rsidR="00D6043F">
        <w:t>–</w:t>
      </w:r>
      <w:r w:rsidR="00C10B38">
        <w:t>3 ustawy o świadczeniach,</w:t>
      </w:r>
      <w:r w:rsidRPr="00EB3561">
        <w:t>”</w:t>
      </w:r>
      <w:r w:rsidR="00C10B38" w:rsidRPr="00C10B38">
        <w:t>,</w:t>
      </w:r>
    </w:p>
    <w:p w14:paraId="6BEC7246" w14:textId="10DF06CF" w:rsidR="000010C0" w:rsidRDefault="00EB3561" w:rsidP="000619F0">
      <w:pPr>
        <w:pStyle w:val="TIRtiret"/>
      </w:pPr>
      <w:r>
        <w:t>–</w:t>
      </w:r>
      <w:r w:rsidR="000010C0">
        <w:t xml:space="preserve"> </w:t>
      </w:r>
      <w:r w:rsidR="000010C0" w:rsidRPr="000010C0">
        <w:t>ti</w:t>
      </w:r>
      <w:r w:rsidR="000010C0">
        <w:t>ret piąt</w:t>
      </w:r>
      <w:r w:rsidR="000010C0" w:rsidRPr="000010C0">
        <w:t>e otrzymuje brzmienie:</w:t>
      </w:r>
    </w:p>
    <w:p w14:paraId="68E8CD7B" w14:textId="2C4D1E79" w:rsidR="000010C0" w:rsidRDefault="00EB3561" w:rsidP="007A413A">
      <w:pPr>
        <w:pStyle w:val="ZTIRTIRzmtirtiret"/>
      </w:pPr>
      <w:r w:rsidRPr="002307E8">
        <w:t>„</w:t>
      </w:r>
      <w:r w:rsidR="00A21382">
        <w:t>–</w:t>
      </w:r>
      <w:r w:rsidR="00C10B38">
        <w:t xml:space="preserve"> </w:t>
      </w:r>
      <w:r w:rsidR="00C10B38" w:rsidRPr="00C10B38">
        <w:t>2</w:t>
      </w:r>
      <w:r w:rsidR="00C10B38">
        <w:t>1</w:t>
      </w:r>
      <w:r>
        <w:t xml:space="preserve"> </w:t>
      </w:r>
      <w:r w:rsidR="00A21382">
        <w:t>–</w:t>
      </w:r>
      <w:r w:rsidR="00C10B38" w:rsidRPr="00C10B38">
        <w:t xml:space="preserve"> dla leku, środka spożywczego specjalnego przeznaczenia żywieniowego lub wyrobu medycznego wyda</w:t>
      </w:r>
      <w:r w:rsidR="00C10B38">
        <w:t>wa</w:t>
      </w:r>
      <w:r w:rsidR="00C10B38" w:rsidRPr="00C10B38">
        <w:t xml:space="preserve">nego </w:t>
      </w:r>
      <w:r w:rsidR="00C10B38">
        <w:t>za odpłat</w:t>
      </w:r>
      <w:r w:rsidR="00C10B38">
        <w:lastRenderedPageBreak/>
        <w:t>nością ryczałtową</w:t>
      </w:r>
      <w:r w:rsidR="00C10B38" w:rsidRPr="00C10B38">
        <w:t xml:space="preserve">, </w:t>
      </w:r>
      <w:r w:rsidR="00C10B38">
        <w:t xml:space="preserve">wydanego bezpłatnie </w:t>
      </w:r>
      <w:r w:rsidR="00C10B38" w:rsidRPr="00C10B38">
        <w:t>na podstawie uprawnienia, o którym mowa w art. 43a ust. 1 i 1a ustawy o świadczeniach,</w:t>
      </w:r>
      <w:r w:rsidRPr="00EB3561">
        <w:t>”</w:t>
      </w:r>
      <w:r w:rsidR="00C10B38" w:rsidRPr="00C10B38">
        <w:t>,</w:t>
      </w:r>
    </w:p>
    <w:p w14:paraId="461FD0CF" w14:textId="2596DAFB" w:rsidR="000010C0" w:rsidRDefault="00EB3561" w:rsidP="000619F0">
      <w:pPr>
        <w:pStyle w:val="TIRtiret"/>
      </w:pPr>
      <w:r>
        <w:t>–</w:t>
      </w:r>
      <w:r w:rsidR="000010C0">
        <w:t xml:space="preserve"> </w:t>
      </w:r>
      <w:r w:rsidR="000010C0" w:rsidRPr="000010C0">
        <w:t>ti</w:t>
      </w:r>
      <w:r w:rsidR="000010C0">
        <w:t>ret siódme</w:t>
      </w:r>
      <w:r w:rsidR="000010C0" w:rsidRPr="000010C0">
        <w:t xml:space="preserve"> otrzymuje brzmienie:</w:t>
      </w:r>
    </w:p>
    <w:p w14:paraId="4D9A68F8" w14:textId="69AF2BBD" w:rsidR="000010C0" w:rsidRDefault="00EB3561" w:rsidP="007A413A">
      <w:pPr>
        <w:pStyle w:val="ZTIRTIRzmtirtiret"/>
      </w:pPr>
      <w:r w:rsidRPr="002307E8">
        <w:t>„</w:t>
      </w:r>
      <w:r w:rsidR="00A21382">
        <w:t>–</w:t>
      </w:r>
      <w:r w:rsidR="00C10B38">
        <w:t xml:space="preserve"> </w:t>
      </w:r>
      <w:r w:rsidR="00C10B38" w:rsidRPr="00C10B38">
        <w:t>2</w:t>
      </w:r>
      <w:r w:rsidR="00C10B38">
        <w:t>2</w:t>
      </w:r>
      <w:r>
        <w:t xml:space="preserve"> </w:t>
      </w:r>
      <w:r w:rsidR="00A21382">
        <w:t>–</w:t>
      </w:r>
      <w:r w:rsidR="00C10B38" w:rsidRPr="00C10B38">
        <w:t xml:space="preserve"> dla leku, środka spożywczego specjalnego przeznaczenia żywieniowego lub wyrobu medycznego wyda</w:t>
      </w:r>
      <w:r w:rsidR="00C10B38">
        <w:t>wa</w:t>
      </w:r>
      <w:r w:rsidR="00C10B38" w:rsidRPr="00C10B38">
        <w:t xml:space="preserve">nego </w:t>
      </w:r>
      <w:r w:rsidR="00C10B38">
        <w:t>za odpłat</w:t>
      </w:r>
      <w:r w:rsidR="00C10B38">
        <w:lastRenderedPageBreak/>
        <w:t xml:space="preserve">nością 30% </w:t>
      </w:r>
      <w:r w:rsidR="00EC068B">
        <w:t>limitu finansowania, wydanego bezpłatnie</w:t>
      </w:r>
      <w:r w:rsidR="00C10B38" w:rsidRPr="00C10B38">
        <w:t xml:space="preserve"> na podstawie uprawnienia, o którym mowa w art. 43a ust. 1 i 1a</w:t>
      </w:r>
      <w:r w:rsidR="00EC068B">
        <w:t xml:space="preserve"> ustawy o świadczeniach</w:t>
      </w:r>
      <w:r w:rsidR="00C10B38" w:rsidRPr="00C10B38">
        <w:t>,</w:t>
      </w:r>
      <w:r w:rsidRPr="00EB3561">
        <w:t>”</w:t>
      </w:r>
      <w:r w:rsidR="00C10B38" w:rsidRPr="00C10B38">
        <w:t>,</w:t>
      </w:r>
    </w:p>
    <w:p w14:paraId="37B9CEC8" w14:textId="002DE654" w:rsidR="000010C0" w:rsidRDefault="00EB3561" w:rsidP="000619F0">
      <w:pPr>
        <w:pStyle w:val="TIRtiret"/>
      </w:pPr>
      <w:r>
        <w:t>–</w:t>
      </w:r>
      <w:r w:rsidR="000010C0">
        <w:t xml:space="preserve"> </w:t>
      </w:r>
      <w:r w:rsidR="000010C0" w:rsidRPr="000010C0">
        <w:t>ti</w:t>
      </w:r>
      <w:r w:rsidR="000010C0">
        <w:t>ret dziewiąt</w:t>
      </w:r>
      <w:r w:rsidR="000010C0" w:rsidRPr="000010C0">
        <w:t>e otrzymuje brzmienie:</w:t>
      </w:r>
    </w:p>
    <w:p w14:paraId="6E3E9C94" w14:textId="29AFE757" w:rsidR="00FD1B3D" w:rsidRDefault="00EB3561" w:rsidP="007A413A">
      <w:pPr>
        <w:pStyle w:val="ZTIRTIRzmtirtiret"/>
      </w:pPr>
      <w:r w:rsidRPr="002307E8">
        <w:t>„</w:t>
      </w:r>
      <w:r w:rsidR="00A21382">
        <w:t>–</w:t>
      </w:r>
      <w:r w:rsidR="00EC068B">
        <w:t xml:space="preserve"> </w:t>
      </w:r>
      <w:r w:rsidR="00EC068B" w:rsidRPr="00EC068B">
        <w:t>2</w:t>
      </w:r>
      <w:r w:rsidR="00EC068B">
        <w:t>3</w:t>
      </w:r>
      <w:r>
        <w:t xml:space="preserve"> </w:t>
      </w:r>
      <w:r w:rsidR="00A21382">
        <w:t>–</w:t>
      </w:r>
      <w:r w:rsidR="00EC068B" w:rsidRPr="00EC068B">
        <w:t xml:space="preserve"> dla leku, środka spożywczego specjalnego przeznaczenia żywieniowego lub wyrobu medycznego wydawanego za odpłat</w:t>
      </w:r>
      <w:r w:rsidR="00EC068B" w:rsidRPr="00EC068B">
        <w:lastRenderedPageBreak/>
        <w:t xml:space="preserve">nością </w:t>
      </w:r>
      <w:r w:rsidR="00EC068B">
        <w:t>w wysokości 5</w:t>
      </w:r>
      <w:r w:rsidR="00EC068B" w:rsidRPr="00EC068B">
        <w:t>0% limitu finansowania, wydanego bezpłatnie na podstawie uprawnienia, o którym mowa w art. 43a ust. 1 i 1a ustawy o świadczeniach,</w:t>
      </w:r>
      <w:r w:rsidRPr="00EB69AE">
        <w:t>”</w:t>
      </w:r>
      <w:r w:rsidR="009849B8">
        <w:t>.</w:t>
      </w:r>
    </w:p>
    <w:p w14:paraId="5B71D70C" w14:textId="61D48D4D" w:rsidR="00B607D4" w:rsidRDefault="000010C0" w:rsidP="000619F0">
      <w:pPr>
        <w:pStyle w:val="ARTartustawynprozporzdzenia"/>
      </w:pPr>
      <w:r w:rsidRPr="000619F0">
        <w:rPr>
          <w:rStyle w:val="Ppogrubienie"/>
        </w:rPr>
        <w:t>Art. 10</w:t>
      </w:r>
      <w:r w:rsidR="00CF2291" w:rsidRPr="000619F0">
        <w:rPr>
          <w:rStyle w:val="Ppogrubienie"/>
        </w:rPr>
        <w:t>.</w:t>
      </w:r>
      <w:r w:rsidR="00CF2291">
        <w:t xml:space="preserve"> W ustawie z dnia 15 lipca 2011 r. o zawodach pielęgniarki i położnej (Dz. U. z 2019 r. poz. </w:t>
      </w:r>
      <w:r w:rsidR="00D6043F">
        <w:t xml:space="preserve">576 i </w:t>
      </w:r>
      <w:r w:rsidR="00CF2291">
        <w:t>577) w art. 15a</w:t>
      </w:r>
      <w:r w:rsidR="00B607D4">
        <w:t>:</w:t>
      </w:r>
    </w:p>
    <w:p w14:paraId="3953CDC9" w14:textId="77777777" w:rsidR="00CF2291" w:rsidRDefault="00B607D4" w:rsidP="000619F0">
      <w:pPr>
        <w:pStyle w:val="PKTpunkt"/>
      </w:pPr>
      <w:r>
        <w:t>1)</w:t>
      </w:r>
      <w:r w:rsidR="00CF2291">
        <w:t xml:space="preserve"> po ust. 1 dodaje się ust. 1a w brzmieniu:</w:t>
      </w:r>
    </w:p>
    <w:p w14:paraId="5F0A7D79" w14:textId="31BE050D" w:rsidR="00B607D4" w:rsidRPr="00EB69AE" w:rsidRDefault="00A73A1B" w:rsidP="000619F0">
      <w:pPr>
        <w:pStyle w:val="ZUSTzmustartykuempunktem"/>
      </w:pPr>
      <w:r w:rsidRPr="00A73A1B">
        <w:t>„</w:t>
      </w:r>
      <w:r w:rsidR="00CF2291" w:rsidRPr="00A73A1B">
        <w:t xml:space="preserve">1a. W przypadku leków określonych w wykazach, o których mowa w art. 37 ustawy z dnia 12 maja 2011 r. o refundacji leków, środków </w:t>
      </w:r>
      <w:r w:rsidR="00CF2291" w:rsidRPr="00A73A1B">
        <w:lastRenderedPageBreak/>
        <w:t>spożywczych specjalnego przeznaczenia żywien</w:t>
      </w:r>
      <w:r w:rsidR="00CF2291" w:rsidRPr="00F12C85">
        <w:t>iowego oraz wyrobów medycznych, objętych refundacją w ramach kategorii dostępności refundacyjnej określonej w art. 6 ust. 1 pkt 1 lit. a tej ustawy, dla których istnieją refundowane odpowiedniki</w:t>
      </w:r>
      <w:r w:rsidR="00CF2291" w:rsidRPr="00100EAC">
        <w:t>, pielęgniarka i położna, o których mowa w ust. 1</w:t>
      </w:r>
      <w:r w:rsidR="00F9509F">
        <w:t xml:space="preserve"> i 2</w:t>
      </w:r>
      <w:r w:rsidR="00CF2291" w:rsidRPr="00100EAC">
        <w:t>,</w:t>
      </w:r>
      <w:r w:rsidR="00CF2291" w:rsidRPr="00EB69AE">
        <w:t xml:space="preserve"> wystawiając receptę może przyjąć jako zakres zarejestrowanych wskaz</w:t>
      </w:r>
      <w:r w:rsidR="009E2313">
        <w:t xml:space="preserve">ań wskazania określone dla </w:t>
      </w:r>
      <w:r w:rsidR="00CF2291" w:rsidRPr="00EB69AE">
        <w:t>wszystkich odpowiedników refundowanych w ramach tej kategorii dostępności refundacyjnej.”</w:t>
      </w:r>
      <w:r w:rsidR="00B607D4" w:rsidRPr="00EB69AE">
        <w:t>;</w:t>
      </w:r>
    </w:p>
    <w:p w14:paraId="323DAB0D" w14:textId="5C18F39F" w:rsidR="00F9509F" w:rsidRDefault="00B607D4" w:rsidP="000619F0">
      <w:pPr>
        <w:pStyle w:val="PKTpunkt"/>
      </w:pPr>
      <w:r>
        <w:lastRenderedPageBreak/>
        <w:t xml:space="preserve">2) </w:t>
      </w:r>
      <w:r w:rsidR="00F9509F">
        <w:t>ust. 3 otrzymuje brzmienie:</w:t>
      </w:r>
    </w:p>
    <w:p w14:paraId="65F75230" w14:textId="74152D14" w:rsidR="00F9509F" w:rsidRDefault="003A1601" w:rsidP="000619F0">
      <w:pPr>
        <w:pStyle w:val="PKTpunkt"/>
      </w:pPr>
      <w:r>
        <w:tab/>
      </w:r>
      <w:r w:rsidRPr="003A1601">
        <w:t>„</w:t>
      </w:r>
      <w:r w:rsidR="00F9509F">
        <w:t xml:space="preserve">3. </w:t>
      </w:r>
      <w:r w:rsidR="00F9509F" w:rsidRPr="00F9509F">
        <w:t>Uprawnienia, o których mowa w ust. 1 i 2, obejmują również wystawianie recept osobom, o których mowa w </w:t>
      </w:r>
      <w:hyperlink r:id="rId11" w:history="1">
        <w:r w:rsidR="00F9509F" w:rsidRPr="00F9509F">
          <w:t>art. 43-46</w:t>
        </w:r>
      </w:hyperlink>
      <w:r w:rsidR="00F9509F" w:rsidRPr="00F9509F">
        <w:t> ustawy z dnia 27 sierpnia 2004 r. o świadczeniach opieki zdrowotnej finansowanych ze środków publicznych, na zasadach określonych w tej ustawie oraz w ustawie z dnia 12 maja 2011 r. o refundacji leków, środków spożywczych specjalnego przeznaczenia żywieniowego oraz wyrobów medycznych (Dz.U. z 2</w:t>
      </w:r>
      <w:r>
        <w:t>019 r. poz. 784 i 999</w:t>
      </w:r>
      <w:r w:rsidR="00F9509F" w:rsidRPr="00F9509F">
        <w:t>), zwa</w:t>
      </w:r>
      <w:r w:rsidR="0089365A">
        <w:t xml:space="preserve">nej dalej ,,ustawą o </w:t>
      </w:r>
      <w:r w:rsidR="0089365A">
        <w:lastRenderedPageBreak/>
        <w:t>refundacji</w:t>
      </w:r>
      <w:r w:rsidR="0089365A" w:rsidRPr="0089365A">
        <w:t>”</w:t>
      </w:r>
      <w:r w:rsidR="00F9509F" w:rsidRPr="00F9509F">
        <w:t>, z wyjątkiem uprawnienia do wystawiania recept przez położną świadczeniobiorcom, o których mowa w </w:t>
      </w:r>
      <w:hyperlink r:id="rId12" w:history="1">
        <w:r w:rsidR="00F9509F" w:rsidRPr="00F9509F">
          <w:t>art. 43a ust. 1</w:t>
        </w:r>
      </w:hyperlink>
      <w:r w:rsidR="00F9509F" w:rsidRPr="00F9509F">
        <w:t> </w:t>
      </w:r>
      <w:r w:rsidR="00F9509F">
        <w:t xml:space="preserve">i 1a </w:t>
      </w:r>
      <w:r w:rsidR="00F9509F" w:rsidRPr="00F9509F">
        <w:t>ustawy z dnia 27 sierpnia 2004 r. o świadczeniach opieki zdrowotnej finan</w:t>
      </w:r>
      <w:r>
        <w:t>sowanych ze środków publicznych.</w:t>
      </w:r>
      <w:r w:rsidRPr="003A1601">
        <w:t>”</w:t>
      </w:r>
      <w:r w:rsidR="00F9509F">
        <w:t>;</w:t>
      </w:r>
    </w:p>
    <w:p w14:paraId="307C628D" w14:textId="2C6CD36A" w:rsidR="00B607D4" w:rsidRDefault="00F9509F" w:rsidP="000619F0">
      <w:pPr>
        <w:pStyle w:val="PKTpunkt"/>
      </w:pPr>
      <w:r>
        <w:t xml:space="preserve">3) </w:t>
      </w:r>
      <w:r w:rsidR="00B607D4">
        <w:t>po ust. 4 dodaje się ust. 4a i 4b w brzmieniu:</w:t>
      </w:r>
    </w:p>
    <w:p w14:paraId="2EDD7BAA" w14:textId="77777777" w:rsidR="00AD7A7E" w:rsidRDefault="00AD7A7E" w:rsidP="00AD7A7E">
      <w:pPr>
        <w:pStyle w:val="ZUSTzmustartykuempunktem"/>
      </w:pPr>
      <w:r>
        <w:t>„4a</w:t>
      </w:r>
      <w:r w:rsidRPr="006A7B37">
        <w:t xml:space="preserve">. </w:t>
      </w:r>
      <w:r w:rsidRPr="00A3163B">
        <w:t>Odnotowanie na recepcie odpła</w:t>
      </w:r>
      <w:r>
        <w:t>tności</w:t>
      </w:r>
      <w:r w:rsidRPr="00A3163B">
        <w:t xml:space="preserve"> może nastą</w:t>
      </w:r>
      <w:r>
        <w:t xml:space="preserve">pić przy wykorzystaniu narzędzia informatycznego, o którym mowa w art. 9b </w:t>
      </w:r>
      <w:r>
        <w:lastRenderedPageBreak/>
        <w:t xml:space="preserve">ustawy z dnia 28 kwietnia 2011 r. o systemie informacji w ochronie zdrowia. </w:t>
      </w:r>
    </w:p>
    <w:p w14:paraId="388D2D81" w14:textId="619063CF" w:rsidR="00CF2291" w:rsidRDefault="00AD7A7E" w:rsidP="00365904">
      <w:pPr>
        <w:pStyle w:val="ZUSTzmustartykuempunktem"/>
      </w:pPr>
      <w:r>
        <w:t>4b</w:t>
      </w:r>
      <w:r w:rsidRPr="00B607D4">
        <w:t xml:space="preserve">. </w:t>
      </w:r>
      <w:r w:rsidR="00365904">
        <w:t xml:space="preserve">Pielęgniarka lub położna oraz świadczeniodawca nie ponoszą odpowiedzialności za skutki błędnego działania </w:t>
      </w:r>
      <w:r w:rsidR="00365904" w:rsidRPr="00B607D4">
        <w:t>nar</w:t>
      </w:r>
      <w:r w:rsidR="00365904">
        <w:t xml:space="preserve">zędzia, o którym mowa w ust. 4a, polegającego na nieprawidłowym określeniu odpłatności w związku z rozbieżnością danych zawartych w narzędziu a przepisami prawa, w tym w szczególności z wykazami, o których mowa w art. 37 ust. 1 ustawy z dnia 12 maja 2011 r. o refundacji </w:t>
      </w:r>
      <w:r w:rsidR="00365904">
        <w:lastRenderedPageBreak/>
        <w:t>leków, środków spożywczych specjalnego przeznaczenia żywieniowego oraz wyrobów medycznych.</w:t>
      </w:r>
      <w:r w:rsidR="00A73A1B" w:rsidRPr="00A73A1B">
        <w:t>”</w:t>
      </w:r>
      <w:r w:rsidRPr="00B607D4">
        <w:t xml:space="preserve">.  </w:t>
      </w:r>
    </w:p>
    <w:p w14:paraId="6D3755AC" w14:textId="64756C6A" w:rsidR="00D6043F" w:rsidRPr="007A413A" w:rsidRDefault="00837521" w:rsidP="001A1300">
      <w:pPr>
        <w:pStyle w:val="ARTartustawynprozporzdzenia"/>
        <w:rPr>
          <w:rStyle w:val="Ppogrubienie"/>
          <w:b w:val="0"/>
        </w:rPr>
      </w:pPr>
      <w:r w:rsidRPr="00837521">
        <w:rPr>
          <w:rStyle w:val="Ppogrubienie"/>
        </w:rPr>
        <w:t xml:space="preserve">Art. </w:t>
      </w:r>
      <w:r w:rsidR="000010C0">
        <w:rPr>
          <w:rStyle w:val="Ppogrubienie"/>
        </w:rPr>
        <w:t>11</w:t>
      </w:r>
      <w:r w:rsidRPr="00837521">
        <w:rPr>
          <w:rStyle w:val="Ppogrubienie"/>
        </w:rPr>
        <w:t xml:space="preserve">. </w:t>
      </w:r>
      <w:r w:rsidRPr="0095723B">
        <w:rPr>
          <w:rStyle w:val="Ppogrubienie"/>
          <w:b w:val="0"/>
        </w:rPr>
        <w:t>W ustawie z dnia 25 czerwca 2015 r. o leczeniu niepłodności (Dz. U. z 2017 r. poz. 86</w:t>
      </w:r>
      <w:r w:rsidR="007022AC" w:rsidRPr="00E50200">
        <w:rPr>
          <w:rStyle w:val="Ppogrubienie"/>
          <w:b w:val="0"/>
        </w:rPr>
        <w:t>5 oraz z 2019 r. poz.</w:t>
      </w:r>
      <w:r w:rsidR="007022AC" w:rsidRPr="00A104FE">
        <w:rPr>
          <w:rStyle w:val="Ppogrubienie"/>
          <w:b w:val="0"/>
        </w:rPr>
        <w:t xml:space="preserve"> 730</w:t>
      </w:r>
      <w:r w:rsidRPr="00A104FE">
        <w:rPr>
          <w:rStyle w:val="Ppogrubienie"/>
          <w:b w:val="0"/>
        </w:rPr>
        <w:t>) w art. 63 w ust. 2 w pkt 5 po wyrazie „pieczęć” dodaje się wyrazy „lub imię i nazwisko”.</w:t>
      </w:r>
      <w:r w:rsidR="00D6043F" w:rsidRPr="00E426E2">
        <w:rPr>
          <w:rStyle w:val="Ppogrubienie"/>
          <w:b w:val="0"/>
        </w:rPr>
        <w:t xml:space="preserve"> </w:t>
      </w:r>
      <w:bookmarkStart w:id="7" w:name="mip47536853"/>
      <w:bookmarkStart w:id="8" w:name="mip47536854"/>
      <w:bookmarkEnd w:id="7"/>
      <w:bookmarkEnd w:id="8"/>
    </w:p>
    <w:p w14:paraId="7EDE93D4" w14:textId="3CEC1ECD" w:rsidR="00A83987" w:rsidRPr="000F143A" w:rsidRDefault="00FD1B3D" w:rsidP="00A83987">
      <w:pPr>
        <w:pStyle w:val="ARTartustawynprozporzdzenia"/>
      </w:pPr>
      <w:r w:rsidRPr="0095723B">
        <w:rPr>
          <w:rStyle w:val="Ppogrubienie"/>
        </w:rPr>
        <w:lastRenderedPageBreak/>
        <w:t xml:space="preserve">Art. </w:t>
      </w:r>
      <w:r w:rsidR="00CC0F46" w:rsidRPr="001A1300">
        <w:rPr>
          <w:rStyle w:val="Ppogrubienie"/>
        </w:rPr>
        <w:t>1</w:t>
      </w:r>
      <w:r w:rsidR="000010C0" w:rsidRPr="001A1300">
        <w:rPr>
          <w:rStyle w:val="Ppogrubienie"/>
        </w:rPr>
        <w:t>2</w:t>
      </w:r>
      <w:r w:rsidRPr="00A35C58">
        <w:rPr>
          <w:rStyle w:val="Ppogrubienie"/>
          <w:b w:val="0"/>
        </w:rPr>
        <w:t>.</w:t>
      </w:r>
      <w:r w:rsidRPr="00A83987">
        <w:t xml:space="preserve"> </w:t>
      </w:r>
      <w:r w:rsidR="00A83987" w:rsidRPr="00A83987">
        <w:t>W ustawie z dnia 9 października 2015 r. o zmianie ustawy o systemie informacji w ochronie zdrowia oraz niektórych innych ustaw (Dz. U. p</w:t>
      </w:r>
      <w:r w:rsidR="00A83987" w:rsidRPr="006E0E8C">
        <w:t>oz. 1991, z późn.</w:t>
      </w:r>
      <w:r w:rsidR="00F12C85">
        <w:t xml:space="preserve"> </w:t>
      </w:r>
      <w:r w:rsidR="00A83987" w:rsidRPr="006E0E8C">
        <w:t>zm.</w:t>
      </w:r>
      <w:r w:rsidR="00F12C85">
        <w:rPr>
          <w:rStyle w:val="Odwoanieprzypisudolnego"/>
        </w:rPr>
        <w:footnoteReference w:id="4"/>
      </w:r>
      <w:r w:rsidR="00F12C85">
        <w:rPr>
          <w:rStyle w:val="IGindeksgrny"/>
        </w:rPr>
        <w:t>)</w:t>
      </w:r>
      <w:r w:rsidR="00A83987" w:rsidRPr="006E0E8C">
        <w:t>) w art. 16</w:t>
      </w:r>
      <w:r w:rsidR="003A1601">
        <w:t xml:space="preserve"> w ust. 1</w:t>
      </w:r>
      <w:r w:rsidR="00A83987" w:rsidRPr="006E0E8C">
        <w:t>:</w:t>
      </w:r>
    </w:p>
    <w:p w14:paraId="3BDA1F08" w14:textId="77777777" w:rsidR="00A83987" w:rsidRPr="00A83987" w:rsidRDefault="00A83987" w:rsidP="00A35C58">
      <w:pPr>
        <w:pStyle w:val="PKTpunkt"/>
      </w:pPr>
      <w:r w:rsidRPr="00A83987">
        <w:t>1)</w:t>
      </w:r>
      <w:r w:rsidRPr="00A83987">
        <w:tab/>
        <w:t>wprowadzenie do wyliczenia otrzymuje brzmienie:</w:t>
      </w:r>
    </w:p>
    <w:p w14:paraId="39E548DA" w14:textId="602603F4" w:rsidR="00A83987" w:rsidRPr="00A83987" w:rsidRDefault="00A83987" w:rsidP="00A35C58">
      <w:pPr>
        <w:pStyle w:val="ZFRAGzmfragmentunpzdaniaartykuempunktem"/>
      </w:pPr>
      <w:r w:rsidRPr="00A83987">
        <w:t>„W latach 2015–2024</w:t>
      </w:r>
      <w:r w:rsidR="00A50F2D">
        <w:t xml:space="preserve"> </w:t>
      </w:r>
      <w:r w:rsidRPr="00A83987">
        <w:t xml:space="preserve">maksymalny limit wydatków budżetu państwa będących  skutkiem  finansowym  niniejszej  ustawy  w części  </w:t>
      </w:r>
      <w:r w:rsidRPr="00A83987">
        <w:lastRenderedPageBreak/>
        <w:t>pozostającej w dyspozycji ministra właściwego d</w:t>
      </w:r>
      <w:r w:rsidR="00F12C85">
        <w:t xml:space="preserve">o spraw zdrowia wynosi 744 303 </w:t>
      </w:r>
      <w:r w:rsidRPr="00A83987">
        <w:t>tys. zł, z tym że w poszczególnych latach wyniesie odpowiednio:”</w:t>
      </w:r>
      <w:r w:rsidR="003A1601">
        <w:t>;</w:t>
      </w:r>
    </w:p>
    <w:p w14:paraId="2C28AFF5" w14:textId="6241ADBD" w:rsidR="00FD1B3D" w:rsidRDefault="00A83987" w:rsidP="00F240AF">
      <w:pPr>
        <w:pStyle w:val="PKTpunkt"/>
      </w:pPr>
      <w:r w:rsidRPr="00A83987">
        <w:t>2)</w:t>
      </w:r>
      <w:r w:rsidRPr="00A83987">
        <w:tab/>
        <w:t>pkt 5</w:t>
      </w:r>
      <w:r w:rsidR="001A1300">
        <w:t>–</w:t>
      </w:r>
      <w:r w:rsidRPr="00A83987">
        <w:t>8 otrzymują brzmienie:</w:t>
      </w:r>
    </w:p>
    <w:p w14:paraId="2FF31EE6" w14:textId="77777777" w:rsidR="00FD1B3D" w:rsidRPr="00D175B4" w:rsidRDefault="00FD1B3D" w:rsidP="00FD1B3D">
      <w:pPr>
        <w:pStyle w:val="ZPKTzmpktartykuempunktem"/>
      </w:pPr>
      <w:r w:rsidRPr="00992026">
        <w:t>„</w:t>
      </w:r>
      <w:r>
        <w:t xml:space="preserve">5) </w:t>
      </w:r>
      <w:r w:rsidRPr="00D175B4">
        <w:t xml:space="preserve">w 2019 r. – </w:t>
      </w:r>
      <w:r>
        <w:t xml:space="preserve">92 396 tys. zł; </w:t>
      </w:r>
    </w:p>
    <w:p w14:paraId="1CF52FAE" w14:textId="77777777" w:rsidR="00FD1B3D" w:rsidRPr="00D175B4" w:rsidRDefault="00FD1B3D" w:rsidP="00FD1B3D">
      <w:pPr>
        <w:pStyle w:val="ZPKTzmpktartykuempunktem"/>
      </w:pPr>
      <w:r w:rsidRPr="00D175B4">
        <w:t xml:space="preserve">6) w 2020 r. – </w:t>
      </w:r>
      <w:r>
        <w:t xml:space="preserve">144 434 tys. zł;   </w:t>
      </w:r>
    </w:p>
    <w:p w14:paraId="0532DCB0" w14:textId="0D4C9257" w:rsidR="00FD1B3D" w:rsidRPr="00D175B4" w:rsidRDefault="00FD1B3D" w:rsidP="00FD1B3D">
      <w:pPr>
        <w:pStyle w:val="ZPKTzmpktartykuempunktem"/>
      </w:pPr>
      <w:r w:rsidRPr="00D175B4">
        <w:t xml:space="preserve">7) w 2021 r. – </w:t>
      </w:r>
      <w:r>
        <w:t xml:space="preserve">126 904 tys. zł;   </w:t>
      </w:r>
    </w:p>
    <w:p w14:paraId="0B490171" w14:textId="4D96C9EE" w:rsidR="008C2055" w:rsidRDefault="00FD1B3D" w:rsidP="00FD1B3D">
      <w:pPr>
        <w:pStyle w:val="ZPKTzmpktartykuempunktem"/>
      </w:pPr>
      <w:r w:rsidRPr="00D175B4">
        <w:t xml:space="preserve">8) w 2022 r. – </w:t>
      </w:r>
      <w:r>
        <w:t>104 729 tys. zł;</w:t>
      </w:r>
      <w:r w:rsidRPr="00992026">
        <w:t>”</w:t>
      </w:r>
      <w:r>
        <w:t xml:space="preserve">. </w:t>
      </w:r>
    </w:p>
    <w:p w14:paraId="1C26F13A" w14:textId="2CC4F5DB" w:rsidR="009A7AD2" w:rsidRDefault="000010C0" w:rsidP="004741E7">
      <w:pPr>
        <w:pStyle w:val="ARTartustawynprozporzdzenia"/>
      </w:pPr>
      <w:r w:rsidRPr="001313F5">
        <w:rPr>
          <w:rStyle w:val="Ppogrubienie"/>
        </w:rPr>
        <w:lastRenderedPageBreak/>
        <w:t>Art. 1</w:t>
      </w:r>
      <w:r w:rsidR="005655DF">
        <w:rPr>
          <w:rStyle w:val="Ppogrubienie"/>
        </w:rPr>
        <w:t>3</w:t>
      </w:r>
      <w:r w:rsidR="00891F6E" w:rsidRPr="001313F5">
        <w:rPr>
          <w:rStyle w:val="Ppogrubienie"/>
        </w:rPr>
        <w:t>.</w:t>
      </w:r>
      <w:r w:rsidR="00891F6E">
        <w:t xml:space="preserve"> W ustawie z dnia 5 </w:t>
      </w:r>
      <w:r w:rsidR="009A7AD2">
        <w:t>września</w:t>
      </w:r>
      <w:r w:rsidR="00891F6E">
        <w:t xml:space="preserve"> 2016 r. o usługach zaufania oraz identyfikacji elektronicznej (Dz. U.</w:t>
      </w:r>
      <w:r w:rsidR="003C0F2D">
        <w:t xml:space="preserve"> z 201</w:t>
      </w:r>
      <w:r w:rsidR="001313F5">
        <w:t>9</w:t>
      </w:r>
      <w:r w:rsidR="003C0F2D">
        <w:t xml:space="preserve"> r. poz. 162</w:t>
      </w:r>
      <w:r w:rsidR="00891F6E">
        <w:t>)</w:t>
      </w:r>
      <w:r w:rsidR="009A7AD2">
        <w:t xml:space="preserve"> wprowadza się następujące zmiany:</w:t>
      </w:r>
    </w:p>
    <w:p w14:paraId="10452623" w14:textId="4E15F77C" w:rsidR="0059437F" w:rsidRPr="004741E7" w:rsidRDefault="009A7AD2" w:rsidP="004741E7">
      <w:pPr>
        <w:pStyle w:val="PKTpunkt"/>
      </w:pPr>
      <w:r w:rsidRPr="004741E7">
        <w:t xml:space="preserve">1) </w:t>
      </w:r>
      <w:r w:rsidR="0059437F" w:rsidRPr="004741E7">
        <w:t>w art.. 21a ust. 6 dodaje się pkt 9 i 10 w brzmieniu:</w:t>
      </w:r>
    </w:p>
    <w:p w14:paraId="02B3FDA3" w14:textId="7A88018B" w:rsidR="0059437F" w:rsidRDefault="004741E7" w:rsidP="004741E7">
      <w:pPr>
        <w:pStyle w:val="ZPKTzmpktartykuempunktem"/>
      </w:pPr>
      <w:r w:rsidRPr="009A7AD2">
        <w:t>„</w:t>
      </w:r>
      <w:r w:rsidR="0059437F">
        <w:t>9) adres poczty elektronicznej;</w:t>
      </w:r>
    </w:p>
    <w:p w14:paraId="3BC41C67" w14:textId="7B932E7C" w:rsidR="0059437F" w:rsidRDefault="0059437F" w:rsidP="004741E7">
      <w:pPr>
        <w:pStyle w:val="ZPKTzmpktartykuempunktem"/>
      </w:pPr>
      <w:r>
        <w:t>1</w:t>
      </w:r>
      <w:r w:rsidR="004741E7">
        <w:t>0) numer telefonu kontaktowego.</w:t>
      </w:r>
      <w:r w:rsidR="004741E7" w:rsidRPr="004741E7">
        <w:t>”</w:t>
      </w:r>
      <w:r>
        <w:t>;</w:t>
      </w:r>
    </w:p>
    <w:p w14:paraId="6124685A" w14:textId="77777777" w:rsidR="004741E7" w:rsidRDefault="0059437F" w:rsidP="0089365A">
      <w:pPr>
        <w:pStyle w:val="ARTartustawynprozporzdzenia"/>
        <w:ind w:firstLine="0"/>
      </w:pPr>
      <w:r>
        <w:t xml:space="preserve">2) </w:t>
      </w:r>
      <w:r w:rsidR="009A7AD2">
        <w:t>po art. 21c dodaje się art. 21ca w brzmieniu:</w:t>
      </w:r>
      <w:r w:rsidR="00E426E2">
        <w:t xml:space="preserve"> </w:t>
      </w:r>
    </w:p>
    <w:p w14:paraId="4B2AB7E8" w14:textId="595CF4D1" w:rsidR="009A7AD2" w:rsidRPr="009A7AD2" w:rsidRDefault="009A7AD2">
      <w:pPr>
        <w:pStyle w:val="ARTartustawynprozporzdzenia"/>
      </w:pPr>
      <w:r w:rsidRPr="009A7AD2">
        <w:lastRenderedPageBreak/>
        <w:t xml:space="preserve">„Art. 21ca. 1. Podmiot odpowiedzialny za system identyfikacji elektronicznej ponosi odpowiedzialność cywilną za szkodę wynikającą z działania lub zaniechania, wyrządzoną w związku z wykorzystaniem środka identyfikacji elektronicznej, w celu uwierzytelnienia użytkowników systemów określonych w art. 21a ust. 1 pkt 2 lit. b, korzystających z usług online świadczonej przez podmiot, o którym mowa w art. 2 i art. 19c ust. 1 ustawy z dnia 17 lutego 2005 r. o informatyzacji działalności podmiotów realizujących zadania </w:t>
      </w:r>
      <w:r w:rsidRPr="009A7AD2">
        <w:lastRenderedPageBreak/>
        <w:t>publiczne, lub podmiot sektora publicznego, o którym mowa w art. 3 pkt 7 rozporządzenia 910/2014, spowodowaną przez awarię, przerwę lub błąd systemu lub przez zaciągnięcie zobowiązania w wyniku nieuprawnionego wykorzystania tego środka identyfikacji elektronicznej do wysokości</w:t>
      </w:r>
      <w:r w:rsidR="004741E7">
        <w:t xml:space="preserve"> kwoty stanowiącej </w:t>
      </w:r>
      <w:r w:rsidR="004741E7" w:rsidRPr="009A7AD2">
        <w:t>równowartość w złotych</w:t>
      </w:r>
      <w:r w:rsidRPr="009A7AD2">
        <w:t>:</w:t>
      </w:r>
    </w:p>
    <w:p w14:paraId="40DE1B5E" w14:textId="6418B7AD" w:rsidR="009A7AD2" w:rsidRPr="009A7AD2" w:rsidRDefault="009A7AD2" w:rsidP="001313F5">
      <w:pPr>
        <w:pStyle w:val="ARTartustawynprozporzdzenia"/>
      </w:pPr>
      <w:r w:rsidRPr="009A7AD2">
        <w:t xml:space="preserve">1) </w:t>
      </w:r>
      <w:r w:rsidR="004741E7">
        <w:t>5</w:t>
      </w:r>
      <w:r w:rsidR="004741E7" w:rsidRPr="009A7AD2">
        <w:t xml:space="preserve">.000 euro w odniesieniu do jednego zdarzenia, jednak nie więcej niż równowartość w złotych 1.000.000 euro w odniesieniu do </w:t>
      </w:r>
      <w:r w:rsidR="004741E7" w:rsidRPr="009A7AD2">
        <w:lastRenderedPageBreak/>
        <w:t xml:space="preserve">wszystkich zdarzeń w danym roku </w:t>
      </w:r>
      <w:r w:rsidR="004741E7" w:rsidRPr="004741E7">
        <w:t>–</w:t>
      </w:r>
      <w:r w:rsidR="004741E7">
        <w:t xml:space="preserve"> </w:t>
      </w:r>
      <w:r w:rsidRPr="009A7AD2">
        <w:t>dla środka identyfikacji o niskim poziomie bezpieczeństwa, o którym mowa w art. 8 ust. 2 lit. a rozporządzenia 910/2014;</w:t>
      </w:r>
    </w:p>
    <w:p w14:paraId="23CCC80E" w14:textId="2AA0563A" w:rsidR="009A7AD2" w:rsidRPr="009A7AD2" w:rsidRDefault="009A7AD2" w:rsidP="009849B8">
      <w:pPr>
        <w:pStyle w:val="ARTartustawynprozporzdzenia"/>
      </w:pPr>
      <w:r w:rsidRPr="009A7AD2">
        <w:t xml:space="preserve">2) </w:t>
      </w:r>
      <w:r w:rsidR="004741E7" w:rsidRPr="009A7AD2">
        <w:t>40.000 euro w odniesieniu do jednego zdarzenia, jednak nie więcej niż</w:t>
      </w:r>
      <w:r w:rsidR="004741E7">
        <w:t xml:space="preserve"> </w:t>
      </w:r>
      <w:r w:rsidR="004741E7" w:rsidRPr="009A7AD2">
        <w:t xml:space="preserve">równowartość w złotych 1.000.000 euro w odniesieniu do wszystkich zdarzeń w danym roku </w:t>
      </w:r>
      <w:r w:rsidR="004741E7" w:rsidRPr="004741E7">
        <w:t>–</w:t>
      </w:r>
      <w:r w:rsidR="004741E7">
        <w:t xml:space="preserve"> </w:t>
      </w:r>
      <w:r w:rsidRPr="009A7AD2">
        <w:t>dla środka identyfikacji o średnim poziomie bezpieczeństwa, o którym mowa w art. 8 ust. 2 lit. b rozporządzenia 910/2014;</w:t>
      </w:r>
    </w:p>
    <w:p w14:paraId="022391F0" w14:textId="5A1D6CFB" w:rsidR="009A7AD2" w:rsidRDefault="009A7AD2" w:rsidP="00652DD2">
      <w:pPr>
        <w:pStyle w:val="ARTartustawynprozporzdzenia"/>
      </w:pPr>
      <w:r w:rsidRPr="009A7AD2">
        <w:lastRenderedPageBreak/>
        <w:t xml:space="preserve">3) </w:t>
      </w:r>
      <w:r w:rsidR="004741E7" w:rsidRPr="009A7AD2">
        <w:t xml:space="preserve">400.000 euro w odniesieniu do jednego zdarzenia, jednak nie więcej niż równowartość w złotych 2.000.000 euro w odniesieniu do wszystkich zdarzeń w danym roku </w:t>
      </w:r>
      <w:r w:rsidR="004741E7" w:rsidRPr="004741E7">
        <w:t>–</w:t>
      </w:r>
      <w:r w:rsidR="004741E7">
        <w:t xml:space="preserve"> </w:t>
      </w:r>
      <w:r w:rsidRPr="009A7AD2">
        <w:t>dla środka identyfikacji o wysokim poziomie bezpieczeństwa, o którym mowa w art. 8 ust. 2 lit. b rozporządzenia 910/2014.”;</w:t>
      </w:r>
    </w:p>
    <w:p w14:paraId="52FDAFE3" w14:textId="611B2799" w:rsidR="0059437F" w:rsidRDefault="0059437F" w:rsidP="009A7AD2">
      <w:pPr>
        <w:pStyle w:val="ZARTzmartartykuempunktem"/>
        <w:ind w:left="0" w:firstLine="0"/>
      </w:pPr>
      <w:r>
        <w:t>3</w:t>
      </w:r>
      <w:r w:rsidR="009A7AD2">
        <w:t>) w art. 21d uchyla się ust. 2</w:t>
      </w:r>
      <w:r>
        <w:t>;</w:t>
      </w:r>
    </w:p>
    <w:p w14:paraId="711AEC39" w14:textId="77777777" w:rsidR="0059437F" w:rsidRDefault="0059437F" w:rsidP="0059437F">
      <w:pPr>
        <w:pStyle w:val="PKTpunkt"/>
      </w:pPr>
      <w:r>
        <w:t>4) w art. 21q w ust. 1 dodaje się pkt 9 i 10 w brzmieniu:</w:t>
      </w:r>
    </w:p>
    <w:p w14:paraId="30E53F91" w14:textId="75D8C421" w:rsidR="0059437F" w:rsidRDefault="004741E7" w:rsidP="0059437F">
      <w:pPr>
        <w:pStyle w:val="PKTpunkt"/>
      </w:pPr>
      <w:r w:rsidRPr="004741E7">
        <w:t>„</w:t>
      </w:r>
      <w:r w:rsidR="0059437F">
        <w:t>9) adres poczty elektronicznej;</w:t>
      </w:r>
    </w:p>
    <w:p w14:paraId="29A2574A" w14:textId="3ABB4623" w:rsidR="009A7AD2" w:rsidRPr="00BA19DC" w:rsidRDefault="0059437F" w:rsidP="0059437F">
      <w:pPr>
        <w:pStyle w:val="PKTpunkt"/>
      </w:pPr>
      <w:r>
        <w:lastRenderedPageBreak/>
        <w:t>1</w:t>
      </w:r>
      <w:r w:rsidR="004741E7">
        <w:t>0) numer telefonu kontaktowego.</w:t>
      </w:r>
      <w:r w:rsidR="004741E7" w:rsidRPr="004741E7">
        <w:t>”</w:t>
      </w:r>
      <w:r w:rsidR="004741E7">
        <w:t>.</w:t>
      </w:r>
    </w:p>
    <w:p w14:paraId="7379E8E6" w14:textId="1B18AB47" w:rsidR="008C2055" w:rsidRPr="008C2055" w:rsidRDefault="008C2055" w:rsidP="007A413A">
      <w:pPr>
        <w:pStyle w:val="ARTartustawynprozporzdzenia"/>
      </w:pPr>
      <w:r w:rsidRPr="00A35C58">
        <w:rPr>
          <w:rStyle w:val="Ppogrubienie"/>
        </w:rPr>
        <w:t>Art. 1</w:t>
      </w:r>
      <w:r w:rsidR="005655DF">
        <w:rPr>
          <w:rStyle w:val="Ppogrubienie"/>
        </w:rPr>
        <w:t>4</w:t>
      </w:r>
      <w:r w:rsidRPr="00A35C58">
        <w:rPr>
          <w:rStyle w:val="Ppogrubienie"/>
        </w:rPr>
        <w:t>.</w:t>
      </w:r>
      <w:r w:rsidRPr="008C2055">
        <w:t xml:space="preserve"> W ustawie z dnia 27 października 2017 r. o podstawowej opiece zdrowotnej (Dz. U. z 2019 r. poz. 357</w:t>
      </w:r>
      <w:r w:rsidR="00EE6391">
        <w:t xml:space="preserve"> i 730</w:t>
      </w:r>
      <w:r w:rsidRPr="008C2055">
        <w:t xml:space="preserve">) </w:t>
      </w:r>
      <w:r w:rsidR="0035565B">
        <w:t>w art. 10:</w:t>
      </w:r>
    </w:p>
    <w:p w14:paraId="26E8A935" w14:textId="77777777" w:rsidR="008C2055" w:rsidRPr="008C2055" w:rsidRDefault="0035565B" w:rsidP="00A35C58">
      <w:pPr>
        <w:pStyle w:val="LITlitera"/>
      </w:pPr>
      <w:r>
        <w:t>1</w:t>
      </w:r>
      <w:r w:rsidR="008C2055" w:rsidRPr="008C2055">
        <w:t>) ust. 1 otrzymuje brzmienie:</w:t>
      </w:r>
    </w:p>
    <w:p w14:paraId="46B00E3A" w14:textId="77777777" w:rsidR="008C2055" w:rsidRPr="008C2055" w:rsidRDefault="008C2055" w:rsidP="00A35C58">
      <w:pPr>
        <w:pStyle w:val="ZLITUSTzmustliter"/>
      </w:pPr>
      <w:r w:rsidRPr="008C2055">
        <w:t>„1. Wybór, o którym mowa w art. 9 ust. 1 i 2, świadczeniobiorca potwierdza oświadczeniem woli, zwanym dalej „deklaracją wyboru”:</w:t>
      </w:r>
    </w:p>
    <w:p w14:paraId="6B1E94D8" w14:textId="77777777" w:rsidR="008C2055" w:rsidRPr="008C2055" w:rsidRDefault="008C2055" w:rsidP="00A35C58">
      <w:pPr>
        <w:pStyle w:val="ZLITUSTzmustliter"/>
      </w:pPr>
      <w:r w:rsidRPr="008C2055">
        <w:t>1) w postaci papierowej;</w:t>
      </w:r>
    </w:p>
    <w:p w14:paraId="0F411124" w14:textId="234B4210" w:rsidR="008C2055" w:rsidRPr="008C2055" w:rsidRDefault="008C2055" w:rsidP="00A35C58">
      <w:pPr>
        <w:pStyle w:val="ZLITUSTzmustliter"/>
      </w:pPr>
      <w:r w:rsidRPr="008C2055">
        <w:lastRenderedPageBreak/>
        <w:t xml:space="preserve">2) w postaci elektronicznej, </w:t>
      </w:r>
      <w:r w:rsidR="004741E7">
        <w:t>złożonym</w:t>
      </w:r>
      <w:r w:rsidRPr="008C2055">
        <w:t xml:space="preserve"> za pośrednictwem środków komunikacji elektronicznej, opatrzonym kwalifikowanym podpisem elektronicznym, podpisem zaufanym albo podpisem osobistym;</w:t>
      </w:r>
    </w:p>
    <w:p w14:paraId="4E3B507E" w14:textId="2594141B" w:rsidR="008C2055" w:rsidRPr="008C2055" w:rsidRDefault="008C2055" w:rsidP="00A35C58">
      <w:pPr>
        <w:pStyle w:val="ZLITUSTzmustliter"/>
      </w:pPr>
      <w:r w:rsidRPr="008C2055">
        <w:t xml:space="preserve">3) </w:t>
      </w:r>
      <w:r w:rsidR="004741E7">
        <w:t>złożonym</w:t>
      </w:r>
      <w:r w:rsidRPr="008C2055">
        <w:t xml:space="preserve"> za pośrednictwem Internetowego Konta Pacjenta, o którym mowa w art. 7a ust. 1 ustawy z dnia 28 kwietnia 2011 r. o systemie </w:t>
      </w:r>
      <w:r w:rsidR="0089365A">
        <w:t>informacji w ochronie zdrowia.”;</w:t>
      </w:r>
    </w:p>
    <w:p w14:paraId="548BD760" w14:textId="77777777" w:rsidR="008C2055" w:rsidRPr="008C2055" w:rsidRDefault="0035565B" w:rsidP="00A35C58">
      <w:pPr>
        <w:pStyle w:val="LITlitera"/>
      </w:pPr>
      <w:r>
        <w:t>2</w:t>
      </w:r>
      <w:r w:rsidR="008C2055" w:rsidRPr="008C2055">
        <w:t>) w ust. 3:</w:t>
      </w:r>
    </w:p>
    <w:p w14:paraId="13D26368" w14:textId="77777777" w:rsidR="008C2055" w:rsidRPr="008C2055" w:rsidRDefault="008C2055" w:rsidP="00A35C58">
      <w:pPr>
        <w:pStyle w:val="TIRtiret"/>
      </w:pPr>
      <w:r w:rsidRPr="008C2055">
        <w:lastRenderedPageBreak/>
        <w:t>- w pkt 1 uchyla się lit. b oraz d,</w:t>
      </w:r>
    </w:p>
    <w:p w14:paraId="093C44FB" w14:textId="77777777" w:rsidR="008C2055" w:rsidRPr="008C2055" w:rsidRDefault="008C2055" w:rsidP="00652DD2">
      <w:pPr>
        <w:pStyle w:val="TIRtiret"/>
      </w:pPr>
      <w:r w:rsidRPr="008C2055">
        <w:t>- uchyla się pkt 3 i 4,</w:t>
      </w:r>
    </w:p>
    <w:p w14:paraId="682F0D80" w14:textId="77777777" w:rsidR="008C2055" w:rsidRPr="008C2055" w:rsidRDefault="008C2055" w:rsidP="00A35C58">
      <w:pPr>
        <w:pStyle w:val="TIRtiret"/>
      </w:pPr>
      <w:r w:rsidRPr="008C2055">
        <w:t>- pkt 8 otrzymuje brzmienie:</w:t>
      </w:r>
    </w:p>
    <w:p w14:paraId="7025C9CE" w14:textId="77777777" w:rsidR="008C2055" w:rsidRPr="008C2055" w:rsidRDefault="008C2055" w:rsidP="00A35C58">
      <w:pPr>
        <w:pStyle w:val="ZTIRPKTzmpkttiret"/>
      </w:pPr>
      <w:r w:rsidRPr="008C2055">
        <w:t>„8) podpis świadczeniobiorcy lub jego przedstawiciela ustawowego w przypadku dokonania wyboru, o którym mowa w ust. 1 pkt 1 albo 2;”,</w:t>
      </w:r>
    </w:p>
    <w:p w14:paraId="08AD13BA" w14:textId="77777777" w:rsidR="00EB0771" w:rsidRDefault="008C2055" w:rsidP="00A35C58">
      <w:pPr>
        <w:pStyle w:val="TIRtiret"/>
      </w:pPr>
      <w:r w:rsidRPr="008C2055">
        <w:t>- uchyla się pkt 9</w:t>
      </w:r>
      <w:r w:rsidR="00EB0771">
        <w:t>;</w:t>
      </w:r>
    </w:p>
    <w:p w14:paraId="09E4DBD0" w14:textId="77777777" w:rsidR="00EB0771" w:rsidRDefault="00EB0771" w:rsidP="00EB0771">
      <w:pPr>
        <w:pStyle w:val="TIRtiret"/>
        <w:ind w:left="0" w:firstLine="0"/>
      </w:pPr>
      <w:r>
        <w:t xml:space="preserve">           3) w ust. 4 pkt 2 otrzymuje brzmienie:</w:t>
      </w:r>
    </w:p>
    <w:p w14:paraId="74BBC9A9" w14:textId="4F5F0C29" w:rsidR="00FD1B3D" w:rsidRDefault="0089365A" w:rsidP="00EB0771">
      <w:pPr>
        <w:pStyle w:val="TIRtiret"/>
        <w:ind w:left="0" w:firstLine="0"/>
      </w:pPr>
      <w:r>
        <w:lastRenderedPageBreak/>
        <w:t xml:space="preserve">             </w:t>
      </w:r>
      <w:r w:rsidRPr="0089365A">
        <w:t>„</w:t>
      </w:r>
      <w:r w:rsidR="00EB0771">
        <w:t>2) przed przyjęciem deklaracji wyboru, o której mowa w ust. 1 pkt 1 i 2, sprawdzić uprawnienia świadczeniobiorcy do korzystania ze świadczeń opieki zdrowotnej finansowanych ze środków publicznych</w:t>
      </w:r>
      <w:r w:rsidR="008C2055" w:rsidRPr="008C2055">
        <w:t>.</w:t>
      </w:r>
      <w:r w:rsidRPr="0089365A">
        <w:t>”</w:t>
      </w:r>
      <w:r w:rsidR="00EB0771">
        <w:t>.</w:t>
      </w:r>
      <w:r w:rsidR="00FD1B3D">
        <w:t xml:space="preserve">  </w:t>
      </w:r>
    </w:p>
    <w:p w14:paraId="633452E7" w14:textId="1C6F78AB" w:rsidR="00BA19DC" w:rsidRDefault="000010C0" w:rsidP="00BA19DC">
      <w:pPr>
        <w:pStyle w:val="ARTartustawynprozporzdzenia"/>
      </w:pPr>
      <w:r>
        <w:rPr>
          <w:rStyle w:val="Ppogrubienie"/>
        </w:rPr>
        <w:t>Art. 1</w:t>
      </w:r>
      <w:r w:rsidR="005655DF">
        <w:rPr>
          <w:rStyle w:val="Ppogrubienie"/>
        </w:rPr>
        <w:t>5</w:t>
      </w:r>
      <w:r w:rsidR="00BA19DC" w:rsidRPr="00BA19DC">
        <w:rPr>
          <w:rStyle w:val="Ppogrubienie"/>
        </w:rPr>
        <w:t>.</w:t>
      </w:r>
      <w:r w:rsidR="00BA19DC" w:rsidRPr="00BA19DC">
        <w:t xml:space="preserve"> W ustawie z dnia 1 marca 2018 r. o zmianie niektórych ustaw w związku z wprowadzeniem e-recepty (Dz. U. poz. 697) uchyla się art. 11.</w:t>
      </w:r>
    </w:p>
    <w:p w14:paraId="695D4128" w14:textId="7B750299" w:rsidR="00437794" w:rsidRDefault="000010C0" w:rsidP="00BA19DC">
      <w:pPr>
        <w:pStyle w:val="ARTartustawynprozporzdzenia"/>
      </w:pPr>
      <w:r w:rsidRPr="001313F5">
        <w:rPr>
          <w:rStyle w:val="Ppogrubienie"/>
        </w:rPr>
        <w:t>Art. 1</w:t>
      </w:r>
      <w:r w:rsidR="005655DF">
        <w:rPr>
          <w:rStyle w:val="Ppogrubienie"/>
        </w:rPr>
        <w:t>6</w:t>
      </w:r>
      <w:r w:rsidR="00437794" w:rsidRPr="001313F5">
        <w:rPr>
          <w:rStyle w:val="Ppogrubienie"/>
        </w:rPr>
        <w:t>.</w:t>
      </w:r>
      <w:r w:rsidR="00437794">
        <w:t xml:space="preserve"> W ustawie z dnia 6 grudnia 2018 r. o zmianie niektórych ustaw w związku z e-skierowaniem oraz listami oczekujących na </w:t>
      </w:r>
      <w:r w:rsidR="00437794">
        <w:lastRenderedPageBreak/>
        <w:t>udzielenie świadczenia opieki zdrowotnej (Dz. U. poz. 2429) art. 12 otrzymuje brzmienie:</w:t>
      </w:r>
    </w:p>
    <w:p w14:paraId="3999822F" w14:textId="3A67DB21" w:rsidR="00437794" w:rsidRPr="00BA19DC" w:rsidRDefault="004F1B9B" w:rsidP="00BA19DC">
      <w:pPr>
        <w:pStyle w:val="ARTartustawynprozporzdzenia"/>
      </w:pPr>
      <w:r w:rsidRPr="004F1B9B">
        <w:t>„</w:t>
      </w:r>
      <w:r w:rsidR="00437794">
        <w:t xml:space="preserve">Art. 12. Skierowania, o których mowa w przepisach wydanych na podstawie art. 59aa ust. 2 ustawy zmienianej w art. 4, w brzmieniu nadanym niniejszą ustawą, mogą być wystawiane w postaci papierowej do dnia </w:t>
      </w:r>
      <w:r w:rsidR="009D720A">
        <w:t>7</w:t>
      </w:r>
      <w:r w:rsidR="001A42D6">
        <w:t xml:space="preserve"> stycznia 2021 r.</w:t>
      </w:r>
      <w:r w:rsidRPr="004F1B9B">
        <w:t>”</w:t>
      </w:r>
      <w:r w:rsidR="001A42D6">
        <w:t xml:space="preserve">. </w:t>
      </w:r>
    </w:p>
    <w:p w14:paraId="2EECDDF2" w14:textId="1B3C8133" w:rsidR="00E223F1" w:rsidRPr="00E223F1" w:rsidRDefault="009C77F0" w:rsidP="00E223F1">
      <w:pPr>
        <w:pStyle w:val="ARTartustawynprozporzdzenia"/>
      </w:pPr>
      <w:r>
        <w:rPr>
          <w:rStyle w:val="Ppogrubienie"/>
        </w:rPr>
        <w:t>Art. 1</w:t>
      </w:r>
      <w:r w:rsidR="005655DF">
        <w:rPr>
          <w:rStyle w:val="Ppogrubienie"/>
        </w:rPr>
        <w:t>7</w:t>
      </w:r>
      <w:r w:rsidR="00EA381E" w:rsidRPr="001313F5">
        <w:rPr>
          <w:rStyle w:val="Ppogrubienie"/>
        </w:rPr>
        <w:t>.</w:t>
      </w:r>
      <w:r w:rsidR="001A1510">
        <w:rPr>
          <w:rStyle w:val="Ppogrubienie"/>
        </w:rPr>
        <w:t xml:space="preserve"> </w:t>
      </w:r>
      <w:r w:rsidR="00E223F1">
        <w:t>1. W</w:t>
      </w:r>
      <w:r w:rsidR="001A1510">
        <w:t xml:space="preserve"> latach </w:t>
      </w:r>
      <w:r w:rsidR="00E223F1" w:rsidRPr="00E223F1">
        <w:t>20</w:t>
      </w:r>
      <w:r w:rsidR="00E223F1">
        <w:t>19-2028</w:t>
      </w:r>
      <w:r w:rsidR="00E223F1" w:rsidRPr="00E223F1">
        <w:t xml:space="preserve"> maksymalny limit wydatków budżetu państwa będących skutkiem finansowym niniejszej ustawy</w:t>
      </w:r>
      <w:r w:rsidR="00654407">
        <w:t xml:space="preserve">, w związku </w:t>
      </w:r>
      <w:r w:rsidR="00654407">
        <w:lastRenderedPageBreak/>
        <w:t xml:space="preserve">z realizacją zadania, o którym mowa w art. 7 ust. 2a ustawy zmienianej w art. 8, </w:t>
      </w:r>
      <w:r w:rsidR="00E223F1" w:rsidRPr="00E223F1">
        <w:t xml:space="preserve">w części pozostającej w dyspozycji ministra właściwego do spraw zdrowia wynosi </w:t>
      </w:r>
      <w:r w:rsidR="00A12FD9">
        <w:t>1 069 901,04</w:t>
      </w:r>
      <w:r w:rsidR="00E223F1" w:rsidRPr="00E223F1">
        <w:t xml:space="preserve"> zł, z tym że w poszczególnych latach wyniesie odpowiednio:</w:t>
      </w:r>
    </w:p>
    <w:p w14:paraId="285E4CD8" w14:textId="545A4BF9" w:rsidR="00E223F1" w:rsidRDefault="00E223F1" w:rsidP="00E223F1">
      <w:pPr>
        <w:pStyle w:val="ARTartustawynprozporzdzenia"/>
      </w:pPr>
      <w:r w:rsidRPr="00E223F1">
        <w:t xml:space="preserve">1) </w:t>
      </w:r>
      <w:r>
        <w:t xml:space="preserve">w 2019 r. </w:t>
      </w:r>
      <w:r w:rsidR="0089365A" w:rsidRPr="0089365A">
        <w:t>–</w:t>
      </w:r>
      <w:r>
        <w:t xml:space="preserve"> </w:t>
      </w:r>
      <w:r w:rsidR="00A12FD9">
        <w:t>435 910 zł;</w:t>
      </w:r>
    </w:p>
    <w:p w14:paraId="500B5F56" w14:textId="2D4CBD86" w:rsidR="00E223F1" w:rsidRPr="00E223F1" w:rsidRDefault="0089365A" w:rsidP="00E223F1">
      <w:pPr>
        <w:pStyle w:val="ARTartustawynprozporzdzenia"/>
      </w:pPr>
      <w:r>
        <w:t xml:space="preserve">2) w 2020 r. </w:t>
      </w:r>
      <w:r w:rsidRPr="004741E7">
        <w:t>–</w:t>
      </w:r>
      <w:r w:rsidR="00E223F1">
        <w:t xml:space="preserve"> </w:t>
      </w:r>
      <w:r w:rsidR="00A12FD9">
        <w:t>125 464,93 zł;</w:t>
      </w:r>
    </w:p>
    <w:p w14:paraId="5F553896" w14:textId="5F5C61B2" w:rsidR="00E223F1" w:rsidRPr="00E223F1" w:rsidRDefault="00324A93" w:rsidP="00E223F1">
      <w:pPr>
        <w:pStyle w:val="ARTartustawynprozporzdzenia"/>
      </w:pPr>
      <w:r>
        <w:t>3</w:t>
      </w:r>
      <w:r w:rsidR="0089365A">
        <w:t xml:space="preserve">) w 2021 r. </w:t>
      </w:r>
      <w:r w:rsidR="0089365A" w:rsidRPr="0089365A">
        <w:t>–</w:t>
      </w:r>
      <w:r w:rsidR="0089365A">
        <w:t xml:space="preserve"> </w:t>
      </w:r>
      <w:r w:rsidR="00A12FD9">
        <w:t>43 586,20 zł;</w:t>
      </w:r>
    </w:p>
    <w:p w14:paraId="6368C43B" w14:textId="48541FBC" w:rsidR="00E223F1" w:rsidRDefault="00324A93" w:rsidP="00E223F1">
      <w:pPr>
        <w:pStyle w:val="ARTartustawynprozporzdzenia"/>
      </w:pPr>
      <w:r>
        <w:t>4</w:t>
      </w:r>
      <w:r w:rsidR="0089365A">
        <w:t xml:space="preserve">) w 2022 r. </w:t>
      </w:r>
      <w:r w:rsidR="0089365A" w:rsidRPr="0089365A">
        <w:t>–</w:t>
      </w:r>
      <w:r w:rsidR="00E223F1" w:rsidRPr="00E223F1">
        <w:t xml:space="preserve"> </w:t>
      </w:r>
      <w:r w:rsidR="00A12FD9">
        <w:t>43 802,51 zł;</w:t>
      </w:r>
    </w:p>
    <w:p w14:paraId="508A36A1" w14:textId="14BE618C" w:rsidR="00324A93" w:rsidRPr="00324A93" w:rsidRDefault="00324A93" w:rsidP="00324A93">
      <w:pPr>
        <w:pStyle w:val="ARTartustawynprozporzdzenia"/>
      </w:pPr>
      <w:r>
        <w:lastRenderedPageBreak/>
        <w:t>5</w:t>
      </w:r>
      <w:r w:rsidRPr="00324A93">
        <w:t xml:space="preserve">) </w:t>
      </w:r>
      <w:r>
        <w:t>w 2023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38 545,15 zł;</w:t>
      </w:r>
    </w:p>
    <w:p w14:paraId="615E9CE5" w14:textId="2CBF8E3A" w:rsidR="00324A93" w:rsidRPr="00324A93" w:rsidRDefault="00324A93" w:rsidP="00324A93">
      <w:pPr>
        <w:pStyle w:val="ARTartustawynprozporzdzenia"/>
      </w:pPr>
      <w:r>
        <w:t>6</w:t>
      </w:r>
      <w:r w:rsidRPr="00324A93">
        <w:t xml:space="preserve">) </w:t>
      </w:r>
      <w:r>
        <w:t>w 2024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100 604,82 zł;</w:t>
      </w:r>
    </w:p>
    <w:p w14:paraId="05B5F84D" w14:textId="207CCD34" w:rsidR="00324A93" w:rsidRPr="00324A93" w:rsidRDefault="00324A93" w:rsidP="00324A93">
      <w:pPr>
        <w:pStyle w:val="ARTartustawynprozporzdzenia"/>
      </w:pPr>
      <w:r>
        <w:t>7</w:t>
      </w:r>
      <w:r w:rsidRPr="00324A93">
        <w:t xml:space="preserve">) </w:t>
      </w:r>
      <w:r>
        <w:t>w 2025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40 496,49 zł;</w:t>
      </w:r>
    </w:p>
    <w:p w14:paraId="71225CF8" w14:textId="18007B82" w:rsidR="00324A93" w:rsidRDefault="00324A93" w:rsidP="00324A93">
      <w:pPr>
        <w:pStyle w:val="ARTartustawynprozporzdzenia"/>
      </w:pPr>
      <w:r>
        <w:t>8</w:t>
      </w:r>
      <w:r w:rsidRPr="00324A93">
        <w:t xml:space="preserve">) </w:t>
      </w:r>
      <w:r>
        <w:t>w 2026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41 508,91 zł;</w:t>
      </w:r>
    </w:p>
    <w:p w14:paraId="346FC420" w14:textId="36CA7DD2" w:rsidR="00324A93" w:rsidRPr="00324A93" w:rsidRDefault="00324A93" w:rsidP="00324A93">
      <w:pPr>
        <w:pStyle w:val="ARTartustawynprozporzdzenia"/>
      </w:pPr>
      <w:r>
        <w:t>9</w:t>
      </w:r>
      <w:r w:rsidRPr="00324A93">
        <w:t xml:space="preserve">) </w:t>
      </w:r>
      <w:r>
        <w:t>w 2027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42,546,63 zł;</w:t>
      </w:r>
    </w:p>
    <w:p w14:paraId="74B1D361" w14:textId="51CE12FE" w:rsidR="00A12FD9" w:rsidRDefault="00324A93" w:rsidP="00324A93">
      <w:pPr>
        <w:pStyle w:val="ARTartustawynprozporzdzenia"/>
      </w:pPr>
      <w:r>
        <w:t>10</w:t>
      </w:r>
      <w:r w:rsidRPr="00324A93">
        <w:t xml:space="preserve">) </w:t>
      </w:r>
      <w:r>
        <w:t>w 2028</w:t>
      </w:r>
      <w:r w:rsidR="0089365A">
        <w:t xml:space="preserve"> r. </w:t>
      </w:r>
      <w:r w:rsidR="0089365A" w:rsidRPr="0089365A">
        <w:t>–</w:t>
      </w:r>
      <w:r w:rsidRPr="00324A93">
        <w:t xml:space="preserve"> </w:t>
      </w:r>
      <w:r w:rsidR="00A12FD9">
        <w:t>43 610,29 zł;</w:t>
      </w:r>
    </w:p>
    <w:p w14:paraId="7B5E0963" w14:textId="77777777" w:rsidR="0089365A" w:rsidRDefault="00A12FD9" w:rsidP="0089365A">
      <w:pPr>
        <w:pStyle w:val="ARTartustawynprozporzdzenia"/>
      </w:pPr>
      <w:r>
        <w:t xml:space="preserve">11) w 2029 r. </w:t>
      </w:r>
      <w:r w:rsidR="0089365A" w:rsidRPr="0089365A">
        <w:t>–</w:t>
      </w:r>
      <w:r>
        <w:t xml:space="preserve"> 113 825,12 zł.</w:t>
      </w:r>
    </w:p>
    <w:p w14:paraId="11ECD757" w14:textId="77777777" w:rsidR="0089365A" w:rsidRDefault="00324A93" w:rsidP="0089365A">
      <w:pPr>
        <w:pStyle w:val="ARTartustawynprozporzdzenia"/>
      </w:pPr>
      <w:r>
        <w:lastRenderedPageBreak/>
        <w:t>2.</w:t>
      </w:r>
      <w:r w:rsidR="00E223F1" w:rsidRPr="00E223F1">
        <w:t xml:space="preserve"> Minister właściwy do spraw zdrowia monitoruje wykorzystanie limitów wydatków, o których</w:t>
      </w:r>
      <w:r>
        <w:t xml:space="preserve"> mowa w ust. 1</w:t>
      </w:r>
      <w:r w:rsidR="00E223F1" w:rsidRPr="00E223F1">
        <w:t>, oraz wdraża mechanizm ko</w:t>
      </w:r>
      <w:r>
        <w:t>rygujący, o którym mowa w ust. 3</w:t>
      </w:r>
      <w:r w:rsidR="00E223F1" w:rsidRPr="00E223F1">
        <w:t>.</w:t>
      </w:r>
    </w:p>
    <w:p w14:paraId="33FCDC91" w14:textId="460DE2B9" w:rsidR="001A1510" w:rsidRPr="00E223F1" w:rsidRDefault="00324A93" w:rsidP="0089365A">
      <w:pPr>
        <w:pStyle w:val="ARTartustawynprozporzdzenia"/>
        <w:rPr>
          <w:rStyle w:val="Ppogrubienie"/>
          <w:b w:val="0"/>
        </w:rPr>
      </w:pPr>
      <w:r>
        <w:t>3</w:t>
      </w:r>
      <w:r w:rsidR="00E223F1" w:rsidRPr="00E223F1">
        <w:t xml:space="preserve">. W przypadku przekroczenia lub zagrożenia przekroczenia przyjętego na dany rok budżetowy maksymalnego limitu wydatków, o którym mowa w ust. 1, zastosowany zostanie mechanizm korygujący polegający na ograniczeniu </w:t>
      </w:r>
      <w:r>
        <w:t xml:space="preserve">wydatków planowanych na </w:t>
      </w:r>
      <w:r w:rsidR="00A12FD9">
        <w:t>infrastrukturę sieciową</w:t>
      </w:r>
      <w:r>
        <w:t>, o kwotę przekroczenia</w:t>
      </w:r>
      <w:r w:rsidR="00E223F1" w:rsidRPr="00E223F1">
        <w:t>.</w:t>
      </w:r>
    </w:p>
    <w:p w14:paraId="51241911" w14:textId="3465E614" w:rsidR="009C77F0" w:rsidRDefault="001A1510" w:rsidP="00E91D82">
      <w:pPr>
        <w:pStyle w:val="ARTartustawynprozporzdzenia"/>
      </w:pPr>
      <w:r>
        <w:rPr>
          <w:rStyle w:val="Ppogrubienie"/>
        </w:rPr>
        <w:lastRenderedPageBreak/>
        <w:t>Art. 18.</w:t>
      </w:r>
      <w:r w:rsidR="00EA381E">
        <w:t xml:space="preserve"> </w:t>
      </w:r>
      <w:r w:rsidR="00E91D82" w:rsidRPr="0075351B">
        <w:t>1</w:t>
      </w:r>
      <w:r w:rsidR="00794AC9">
        <w:t>.</w:t>
      </w:r>
      <w:r w:rsidR="00E91D82" w:rsidRPr="0075351B">
        <w:t xml:space="preserve"> </w:t>
      </w:r>
      <w:r w:rsidR="009C77F0" w:rsidRPr="00A32FAD">
        <w:t>Rejestr Asystentów Medycznych, o którym mowa w art. 54a ustawy</w:t>
      </w:r>
      <w:r w:rsidR="009C77F0">
        <w:t xml:space="preserve"> </w:t>
      </w:r>
      <w:r w:rsidR="009C77F0" w:rsidRPr="00A32FAD">
        <w:t xml:space="preserve">zmienianej w art. </w:t>
      </w:r>
      <w:r w:rsidR="009C77F0">
        <w:t>3</w:t>
      </w:r>
      <w:r w:rsidR="009C77F0" w:rsidRPr="00A32FAD">
        <w:t>, staje się Rejestr</w:t>
      </w:r>
      <w:r w:rsidR="009C77F0">
        <w:t>em</w:t>
      </w:r>
      <w:r w:rsidR="009C77F0" w:rsidRPr="00A32FAD">
        <w:t xml:space="preserve"> Asystentów Medycznych, o którym w art. 31b ustawy, zmienianej w art. </w:t>
      </w:r>
      <w:r w:rsidR="009C77F0">
        <w:t>8</w:t>
      </w:r>
      <w:r w:rsidR="009C77F0" w:rsidRPr="00A32FAD">
        <w:t>, w brzmieniu nadanym niniejszą ustawą.</w:t>
      </w:r>
    </w:p>
    <w:p w14:paraId="70E292C4" w14:textId="47317ED9" w:rsidR="009C77F0" w:rsidRDefault="009C77F0" w:rsidP="009C77F0">
      <w:pPr>
        <w:pStyle w:val="ARTartustawynprozporzdzenia"/>
      </w:pPr>
      <w:r>
        <w:t xml:space="preserve">2. </w:t>
      </w:r>
      <w:r w:rsidR="00FD1B3D">
        <w:t xml:space="preserve">Funkcjonalność Rejestru Asystentów Medycznych, o której mowa w art. 41a ust. </w:t>
      </w:r>
      <w:r>
        <w:t>6</w:t>
      </w:r>
      <w:r w:rsidR="00FD1B3D">
        <w:t xml:space="preserve"> ustawy zmienianej w art. 1, </w:t>
      </w:r>
      <w:r w:rsidR="00FD1B3D" w:rsidRPr="008F63CB">
        <w:t>w brzmieniu nadanym niniejszą ustawą</w:t>
      </w:r>
      <w:r w:rsidR="00FD1B3D">
        <w:t>, uruchamia się nie później niż do dnia 30 września 2019 r.</w:t>
      </w:r>
      <w:r w:rsidRPr="009C77F0">
        <w:rPr>
          <w:rStyle w:val="Ppogrubienie"/>
        </w:rPr>
        <w:t xml:space="preserve"> </w:t>
      </w:r>
    </w:p>
    <w:p w14:paraId="3F255121" w14:textId="0DC082D8" w:rsidR="00AA2C3F" w:rsidRDefault="00AA2C3F" w:rsidP="00AA2C3F">
      <w:pPr>
        <w:pStyle w:val="ARTartustawynprozporzdzenia"/>
      </w:pPr>
      <w:r w:rsidRPr="00D45066">
        <w:rPr>
          <w:rStyle w:val="Ppogrubienie"/>
        </w:rPr>
        <w:lastRenderedPageBreak/>
        <w:t xml:space="preserve">Art. </w:t>
      </w:r>
      <w:r>
        <w:rPr>
          <w:rStyle w:val="Ppogrubienie"/>
        </w:rPr>
        <w:t>19</w:t>
      </w:r>
      <w:r w:rsidRPr="00D45066">
        <w:rPr>
          <w:rStyle w:val="Ppogrubienie"/>
        </w:rPr>
        <w:t>.</w:t>
      </w:r>
      <w:r>
        <w:t xml:space="preserve"> </w:t>
      </w:r>
      <w:r w:rsidRPr="005D6596">
        <w:t xml:space="preserve">Do dnia 31 grudnia 2020 r. </w:t>
      </w:r>
      <w:r>
        <w:t xml:space="preserve">na potrzeby pilotażu </w:t>
      </w:r>
      <w:r w:rsidR="00A91832">
        <w:t>funkcjonalności dotyczących</w:t>
      </w:r>
      <w:r>
        <w:t xml:space="preserve"> wymiany recept transgranicznych w postaci elektronicznej można stosować przepisy ust</w:t>
      </w:r>
      <w:r w:rsidR="00C067AA">
        <w:t>aw zmienianych w art. 4, art. 5</w:t>
      </w:r>
      <w:r w:rsidR="00D80CF6">
        <w:t xml:space="preserve"> i art. 8</w:t>
      </w:r>
      <w:r w:rsidR="00E91D82">
        <w:t>,</w:t>
      </w:r>
      <w:r w:rsidR="00D80CF6">
        <w:t xml:space="preserve"> w brzmieniu nadanym niniejszą ustawą</w:t>
      </w:r>
      <w:r>
        <w:t>.</w:t>
      </w:r>
    </w:p>
    <w:p w14:paraId="15A6366F" w14:textId="180D93DF" w:rsidR="00AA2C3F" w:rsidRPr="0075351B" w:rsidRDefault="00AA2C3F" w:rsidP="00AA2C3F">
      <w:pPr>
        <w:pStyle w:val="ARTartustawynprozporzdzenia"/>
      </w:pPr>
      <w:r w:rsidRPr="00A35C58">
        <w:rPr>
          <w:rStyle w:val="Ppogrubienie"/>
        </w:rPr>
        <w:t xml:space="preserve">Art. </w:t>
      </w:r>
      <w:r>
        <w:rPr>
          <w:rStyle w:val="Ppogrubienie"/>
        </w:rPr>
        <w:t>20</w:t>
      </w:r>
      <w:r w:rsidRPr="00A35C58">
        <w:rPr>
          <w:rStyle w:val="Ppogrubienie"/>
        </w:rPr>
        <w:t>.</w:t>
      </w:r>
      <w:r w:rsidRPr="0075351B">
        <w:t xml:space="preserve"> 1. Przepisy art. 42b ust. 1</w:t>
      </w:r>
      <w:r w:rsidR="00E91D82">
        <w:t>–</w:t>
      </w:r>
      <w:r w:rsidRPr="0075351B">
        <w:t>8, art. 42c i art. 42d ust. 1</w:t>
      </w:r>
      <w:r w:rsidR="00E91D82">
        <w:t>–</w:t>
      </w:r>
      <w:r w:rsidRPr="0075351B">
        <w:t>3, ust. 4 pkt 1</w:t>
      </w:r>
      <w:r w:rsidR="00E91D82">
        <w:t>–</w:t>
      </w:r>
      <w:r w:rsidRPr="0075351B">
        <w:t>7, 9</w:t>
      </w:r>
      <w:r w:rsidR="00E91D82">
        <w:t>–</w:t>
      </w:r>
      <w:r w:rsidRPr="0075351B">
        <w:t>13, ust. 5</w:t>
      </w:r>
      <w:r w:rsidR="00E91D82">
        <w:t>–</w:t>
      </w:r>
      <w:r w:rsidRPr="0075351B">
        <w:t>11  i  ust. 13</w:t>
      </w:r>
      <w:r w:rsidR="00E91D82">
        <w:t>–</w:t>
      </w:r>
      <w:r w:rsidRPr="0075351B">
        <w:t xml:space="preserve">25 ustawy, o której mowa w art. 4, w brzmieniu nadanym niniejszą ustawą, stosuje się także do świadczeń opieki zdrowotnej, których udzielanie na terytorium innego niż państwo </w:t>
      </w:r>
      <w:r w:rsidRPr="0075351B">
        <w:lastRenderedPageBreak/>
        <w:t>członkowskie Unii Europejskiej państwa członkowskiego Europejskiego Porozumienia o Wolnym Handlu (EFTA) – strony umowy o Europejskim Obszarze Gospodarczym rozpoczęło się po dniu 30 lipca 2015 r.</w:t>
      </w:r>
    </w:p>
    <w:p w14:paraId="2482F2D4" w14:textId="7D8E0E3F" w:rsidR="00AA2C3F" w:rsidRPr="0075351B" w:rsidRDefault="00AA2C3F" w:rsidP="00AA2C3F">
      <w:pPr>
        <w:pStyle w:val="ARTartustawynprozporzdzenia"/>
      </w:pPr>
      <w:r w:rsidRPr="0075351B">
        <w:t>2. Przepisy art. 42b ust. 1</w:t>
      </w:r>
      <w:r w:rsidR="00E91D82">
        <w:t>–</w:t>
      </w:r>
      <w:r w:rsidRPr="0075351B">
        <w:t>8, ust. 10 i ust. 12, art. 42c i art. 42d ust. 1</w:t>
      </w:r>
      <w:r w:rsidR="00E91D82">
        <w:t>–</w:t>
      </w:r>
      <w:r w:rsidRPr="0075351B">
        <w:t>3, ust. 4 pkt 1</w:t>
      </w:r>
      <w:r w:rsidR="00E91D82">
        <w:t>–</w:t>
      </w:r>
      <w:r w:rsidRPr="0075351B">
        <w:t>7, 9</w:t>
      </w:r>
      <w:r w:rsidR="00E91D82">
        <w:t>–</w:t>
      </w:r>
      <w:r w:rsidRPr="0075351B">
        <w:t>13, ust. 5</w:t>
      </w:r>
      <w:r w:rsidR="00E91D82">
        <w:t>–</w:t>
      </w:r>
      <w:r w:rsidRPr="0075351B">
        <w:t>11 i ust. 13</w:t>
      </w:r>
      <w:r w:rsidR="00E91D82">
        <w:t>–</w:t>
      </w:r>
      <w:r w:rsidRPr="0075351B">
        <w:t xml:space="preserve">25 ustawy, o której mowa w art. 4, w brzmieniu nadanym niniejszą ustawą, stosuje się także do leków, środków spożywczych specjalnego przeznaczenia żywieniowego </w:t>
      </w:r>
      <w:r w:rsidRPr="0075351B">
        <w:lastRenderedPageBreak/>
        <w:t xml:space="preserve">lub wyrobów medycznych, które zostały zakupione po dniu 30 lipca 2015 r. w aptece działającej na terytorium innego niż państwo członkowskie Unii Europejskiej państwa członkowskiego Europejskiego Porozumienia o Wolnym Handlu (EFTA) – strony umowy o Europejskim Obszarze Gospodarczym albo zostały zakupione na terytorium Rzeczypospolitej Polskiej na podstawie recepty wystawionej po dniu 30 lipca 2015 r. przez osobę uprawnioną do wystawiania recept zgodnie z przepisami innego niż państwo </w:t>
      </w:r>
      <w:r w:rsidRPr="0075351B">
        <w:lastRenderedPageBreak/>
        <w:t>członkowskie Unii Europejskiej państwa członkowskiego Europejskiego Porozumienia o Wolnym Handlu (EFTA) – strony umowy o Europejskim Obszarze Gospodarczym.</w:t>
      </w:r>
    </w:p>
    <w:p w14:paraId="4EAA72D3" w14:textId="235FEFB4" w:rsidR="00AA2C3F" w:rsidRPr="0075351B" w:rsidRDefault="00AA2C3F" w:rsidP="00AA2C3F">
      <w:pPr>
        <w:pStyle w:val="ARTartustawynprozporzdzenia"/>
      </w:pPr>
      <w:r w:rsidRPr="0075351B">
        <w:t>3. Przepisy art. 42b ust. 1</w:t>
      </w:r>
      <w:r w:rsidR="00FE6F65">
        <w:t>–</w:t>
      </w:r>
      <w:r w:rsidRPr="0075351B">
        <w:t>8 i ust. 11, art. 42c i art. 42d ust. 1</w:t>
      </w:r>
      <w:r w:rsidR="00FE6F65">
        <w:t>–</w:t>
      </w:r>
      <w:r w:rsidRPr="0075351B">
        <w:t>3, ust. 4 pkt 1</w:t>
      </w:r>
      <w:r w:rsidR="00FE6F65">
        <w:t>–</w:t>
      </w:r>
      <w:r w:rsidRPr="0075351B">
        <w:t>7, 9</w:t>
      </w:r>
      <w:r w:rsidR="00FE6F65">
        <w:t>–</w:t>
      </w:r>
      <w:r w:rsidRPr="0075351B">
        <w:t>13, ust. 5</w:t>
      </w:r>
      <w:r w:rsidR="00FE6F65">
        <w:t>–</w:t>
      </w:r>
      <w:r w:rsidRPr="0075351B">
        <w:t>11 i ust. 13</w:t>
      </w:r>
      <w:r w:rsidR="00FE6F65">
        <w:t>–</w:t>
      </w:r>
      <w:r w:rsidRPr="0075351B">
        <w:t xml:space="preserve">25 ustawy, o której mowa w art. 4, w brzmieniu nadanym niniejszą ustawą, stosuje się także do wyrobów medycznych, które zostały zakupione po dniu 30 lipca 2015 r. na terytorium innego niż państwo członkowskie Unii Europejskiej państwa </w:t>
      </w:r>
      <w:r w:rsidRPr="0075351B">
        <w:lastRenderedPageBreak/>
        <w:t>członkowskiego Europejskiego Porozumienia o Wolnym Handlu (EFTA) – strony umowy o Europejskim Obszarze    Gospodarczym albo zostały zakupione na terytorium Rzeczypospolitej Polskiej, na podstawie zlecenia wystawionego po dniu 30 lipca 2015 r. przez osobę uprawnioną do jego wystawiania zgodnie z przepisami innego niż państwo członkowskie Unii Europejskiej państwa członkowskiego Europejskiego Porozumienia o Wolnym Handlu (EFTA) – strony umowy o Europejskim Obszarze Gospodarczym.</w:t>
      </w:r>
    </w:p>
    <w:p w14:paraId="7C03F140" w14:textId="4684950D" w:rsidR="00FD1B3D" w:rsidRDefault="00AA2C3F">
      <w:pPr>
        <w:pStyle w:val="ARTartustawynprozporzdzenia"/>
      </w:pPr>
      <w:r w:rsidRPr="0075351B">
        <w:lastRenderedPageBreak/>
        <w:t>4. W przypadkach, o których mowa w ust. 1</w:t>
      </w:r>
      <w:r w:rsidR="00FE6F65">
        <w:t>–</w:t>
      </w:r>
      <w:r w:rsidRPr="0075351B">
        <w:t>3, wniosek o zwrot kosztów składa się w terminie 6 miesięcy od dnia wejścia w życie niniejszej ustawy.</w:t>
      </w:r>
    </w:p>
    <w:p w14:paraId="3E4B13F8" w14:textId="5BEE7E38" w:rsidR="002F7769" w:rsidRDefault="00FD1B3D" w:rsidP="00FD1B3D">
      <w:pPr>
        <w:pStyle w:val="ARTartustawynprozporzdzenia"/>
      </w:pPr>
      <w:r w:rsidRPr="00D45066">
        <w:rPr>
          <w:rStyle w:val="Ppogrubienie"/>
        </w:rPr>
        <w:t xml:space="preserve">Art. </w:t>
      </w:r>
      <w:r w:rsidR="00370B7E">
        <w:rPr>
          <w:rStyle w:val="Ppogrubienie"/>
        </w:rPr>
        <w:t>21</w:t>
      </w:r>
      <w:r w:rsidRPr="00D45066">
        <w:rPr>
          <w:rStyle w:val="Ppogrubienie"/>
        </w:rPr>
        <w:t>.</w:t>
      </w:r>
      <w:r w:rsidRPr="005D6596">
        <w:t xml:space="preserve"> </w:t>
      </w:r>
      <w:r>
        <w:t xml:space="preserve">1. Do dnia </w:t>
      </w:r>
      <w:r w:rsidR="00EB0771">
        <w:t>8</w:t>
      </w:r>
      <w:r w:rsidR="00BF7AC2">
        <w:t xml:space="preserve"> stycznia</w:t>
      </w:r>
      <w:r>
        <w:t xml:space="preserve"> 202</w:t>
      </w:r>
      <w:r w:rsidR="00BF7AC2">
        <w:t>1</w:t>
      </w:r>
      <w:r>
        <w:t xml:space="preserve"> r. informacja o wystawionym skierowaniu, o której mowa w art. 59b ust. 1 ustawy zmienianej w art. </w:t>
      </w:r>
      <w:r w:rsidR="00D80CF6">
        <w:t>5</w:t>
      </w:r>
      <w:r>
        <w:t>, w postaci wydruku, jest równoważna skierowaniu w postaci papierowej, pod warunkiem opatrzenia jej podpisem osoby wystawiającej skierowanie</w:t>
      </w:r>
      <w:r w:rsidR="002F7769">
        <w:t>.</w:t>
      </w:r>
    </w:p>
    <w:p w14:paraId="6149E456" w14:textId="36E9441C" w:rsidR="00FD1B3D" w:rsidRDefault="002F7769" w:rsidP="00FD1B3D">
      <w:pPr>
        <w:pStyle w:val="ARTartustawynprozporzdzenia"/>
      </w:pPr>
      <w:r>
        <w:lastRenderedPageBreak/>
        <w:t xml:space="preserve">2. Do dnia </w:t>
      </w:r>
      <w:r w:rsidR="00EB0771">
        <w:t>8</w:t>
      </w:r>
      <w:r>
        <w:t xml:space="preserve"> stycznia 2021 r. informacja, o której mowa w ust. 1, zawiera także </w:t>
      </w:r>
      <w:r w:rsidR="000117F6">
        <w:t>kody</w:t>
      </w:r>
      <w:r w:rsidR="005B60B9">
        <w:t xml:space="preserve"> </w:t>
      </w:r>
      <w:r w:rsidR="000117F6">
        <w:t>identyfikacyjne</w:t>
      </w:r>
      <w:r w:rsidR="00FD1B3D">
        <w:t>, o których mowa w przepisach wydanych na podstawie art. 30 ust. 1 ustawy</w:t>
      </w:r>
      <w:r w:rsidR="00FD1B3D" w:rsidRPr="00491A10">
        <w:t xml:space="preserve"> </w:t>
      </w:r>
      <w:r w:rsidR="00FD1B3D">
        <w:t>z dnia 6 listopada 2008 r. o prawach pacjenta i Rzeczniku Praw Pacjenta (Dz. U. z 201</w:t>
      </w:r>
      <w:r w:rsidR="0089365A">
        <w:t>9 r. poz. 1127</w:t>
      </w:r>
      <w:r w:rsidR="00FD1B3D">
        <w:t>)</w:t>
      </w:r>
      <w:r w:rsidR="000117F6">
        <w:t>, a w przypadku gdy osobą wystawiającą skierowanie jest lekarz ubezpieczenia zdrowotnego także</w:t>
      </w:r>
      <w:r w:rsidR="000117F6" w:rsidRPr="000117F6">
        <w:t xml:space="preserve"> </w:t>
      </w:r>
      <w:r w:rsidR="000117F6">
        <w:t>numer umowy o udzielanie świadczeń opieki zdrowotnej</w:t>
      </w:r>
      <w:r w:rsidR="00D80CF6">
        <w:t xml:space="preserve"> zawartej z Narodowym Funduszem Zdrowia</w:t>
      </w:r>
      <w:r w:rsidR="000117F6">
        <w:t xml:space="preserve">. </w:t>
      </w:r>
    </w:p>
    <w:p w14:paraId="6AC9AFE0" w14:textId="521EF515" w:rsidR="00FD1B3D" w:rsidRDefault="002F7769" w:rsidP="00FD1B3D">
      <w:pPr>
        <w:pStyle w:val="ARTartustawynprozporzdzenia"/>
      </w:pPr>
      <w:r>
        <w:lastRenderedPageBreak/>
        <w:t>3</w:t>
      </w:r>
      <w:r w:rsidR="00FD1B3D">
        <w:t xml:space="preserve">. Podmioty wykonujące działalność leczniczą, udzielające świadczeń opieki zdrowotnej finansowanych ze środków publicznych, które nie zostały podłączone do systemu, o którym mowa w art. 7 ust. 1 ustawy zmienianej w art. </w:t>
      </w:r>
      <w:r w:rsidR="00D80CF6">
        <w:t>8</w:t>
      </w:r>
      <w:r w:rsidR="00FD1B3D">
        <w:t>, są obowiązane do przekazywania do Narodowego F</w:t>
      </w:r>
      <w:r w:rsidR="00EB0771">
        <w:t>unduszu Zdrowia co miesiąc, do 10</w:t>
      </w:r>
      <w:r w:rsidR="00FE6F65">
        <w:t>-</w:t>
      </w:r>
      <w:r w:rsidR="00FD1B3D">
        <w:t xml:space="preserve">dnia miesiąca następującego po miesiącu, w którym dokonały wpisu pacjenta na listę oczekujących na udzielenie świadczenia opieki zdrowotnej lub udzieliły tych świadczeń, na podstawie informacji, o której mowa w ust. 1, zbiorczych zestawień </w:t>
      </w:r>
      <w:r w:rsidR="00FD1B3D">
        <w:lastRenderedPageBreak/>
        <w:t xml:space="preserve">tych informacji obejmujących dane, o których mowa w art. 59b ust. 1 pkt 3 i 5 ustawy zmienianej w art. </w:t>
      </w:r>
      <w:r w:rsidR="00D80CF6">
        <w:t>5</w:t>
      </w:r>
      <w:r w:rsidR="00FD1B3D">
        <w:t xml:space="preserve">.   </w:t>
      </w:r>
    </w:p>
    <w:p w14:paraId="566D0F26" w14:textId="5FD5C756" w:rsidR="00FD1B3D" w:rsidRDefault="002F7769" w:rsidP="00FD1B3D">
      <w:pPr>
        <w:pStyle w:val="ARTartustawynprozporzdzenia"/>
      </w:pPr>
      <w:r>
        <w:t>4</w:t>
      </w:r>
      <w:r w:rsidR="00FD1B3D">
        <w:t xml:space="preserve">. Po dniu </w:t>
      </w:r>
      <w:r w:rsidR="00EB0771">
        <w:t>8</w:t>
      </w:r>
      <w:r w:rsidR="00BF7AC2">
        <w:t xml:space="preserve"> styczni</w:t>
      </w:r>
      <w:r w:rsidR="00030D27">
        <w:t>a</w:t>
      </w:r>
      <w:r w:rsidR="00FD1B3D">
        <w:t xml:space="preserve"> 202</w:t>
      </w:r>
      <w:r w:rsidR="00BF7AC2">
        <w:t>1</w:t>
      </w:r>
      <w:r w:rsidR="00FD1B3D">
        <w:t xml:space="preserve"> r. Narodowy Fundusz Zdrowia jest obowiązany do zmiany statusu skierowań w postaci elektronicznej zrealizowanych przez podmioty, o których mowa w ust. </w:t>
      </w:r>
      <w:r>
        <w:t>3</w:t>
      </w:r>
      <w:r w:rsidR="00FD1B3D">
        <w:t xml:space="preserve">, na podstawie informacji, o której mowa w ust. 1. </w:t>
      </w:r>
    </w:p>
    <w:p w14:paraId="77E6463C" w14:textId="77777777" w:rsidR="00794427" w:rsidRDefault="002F7769" w:rsidP="007A413A">
      <w:pPr>
        <w:pStyle w:val="ARTartustawynprozporzdzenia"/>
      </w:pPr>
      <w:r>
        <w:t>5</w:t>
      </w:r>
      <w:r w:rsidR="00FD1B3D">
        <w:t xml:space="preserve">. Podmioty wykonujące działalność leczniczą, udzielające świadczeń opieki zdrowotnej finansowanych ze środków innych niż środki </w:t>
      </w:r>
      <w:r w:rsidR="00FD1B3D">
        <w:lastRenderedPageBreak/>
        <w:t xml:space="preserve">publiczne, które nie zostały podłączone do systemu, o którym mowa w art. 7 ust. 1 ustawy zmienianej w art. </w:t>
      </w:r>
      <w:r w:rsidR="001B232E">
        <w:t>8</w:t>
      </w:r>
      <w:r w:rsidR="00FD1B3D">
        <w:t>, są obowiązane do zmiany statusu skierowań w postaci elektronicznej zrealizowanych</w:t>
      </w:r>
      <w:r w:rsidR="00FD1B3D" w:rsidRPr="00D45066">
        <w:t xml:space="preserve"> </w:t>
      </w:r>
      <w:r w:rsidR="00FD1B3D">
        <w:t>na podstawie informacji, o której mowa w ust. 1,</w:t>
      </w:r>
      <w:r w:rsidR="00FD1B3D" w:rsidRPr="00D45066">
        <w:t xml:space="preserve"> </w:t>
      </w:r>
      <w:r w:rsidR="00FD1B3D">
        <w:t xml:space="preserve">w terminie 3 miesięcy od dnia podłączenia do tego systemu. </w:t>
      </w:r>
    </w:p>
    <w:p w14:paraId="414C1C38" w14:textId="676D0AA0" w:rsidR="00FD1B3D" w:rsidRPr="006A7B37" w:rsidRDefault="00FD1B3D" w:rsidP="007A413A">
      <w:pPr>
        <w:pStyle w:val="ARTartustawynprozporzdzenia"/>
      </w:pPr>
      <w:r w:rsidRPr="00D45066">
        <w:rPr>
          <w:rStyle w:val="Ppogrubienie"/>
        </w:rPr>
        <w:t xml:space="preserve">Art. </w:t>
      </w:r>
      <w:r w:rsidR="00370B7E">
        <w:rPr>
          <w:rStyle w:val="Ppogrubienie"/>
        </w:rPr>
        <w:t>2</w:t>
      </w:r>
      <w:r w:rsidR="001B232E">
        <w:rPr>
          <w:rStyle w:val="Ppogrubienie"/>
        </w:rPr>
        <w:t>2</w:t>
      </w:r>
      <w:r w:rsidRPr="00D45066">
        <w:rPr>
          <w:rStyle w:val="Ppogrubienie"/>
        </w:rPr>
        <w:t>.</w:t>
      </w:r>
      <w:r w:rsidRPr="006A7B37">
        <w:t xml:space="preserve"> </w:t>
      </w:r>
      <w:r w:rsidR="00943CF2">
        <w:t>M</w:t>
      </w:r>
      <w:r>
        <w:t>inist</w:t>
      </w:r>
      <w:r w:rsidR="00943CF2">
        <w:t>e</w:t>
      </w:r>
      <w:r w:rsidRPr="006A7B37">
        <w:t>r</w:t>
      </w:r>
      <w:r>
        <w:t xml:space="preserve"> właściw</w:t>
      </w:r>
      <w:r w:rsidR="00943CF2">
        <w:t>y</w:t>
      </w:r>
      <w:r w:rsidRPr="006A7B37">
        <w:t xml:space="preserve"> do spraw zdrowia</w:t>
      </w:r>
      <w:r>
        <w:t xml:space="preserve"> </w:t>
      </w:r>
      <w:r w:rsidR="00943CF2">
        <w:t>podaje</w:t>
      </w:r>
      <w:r w:rsidR="00943CF2" w:rsidRPr="00943CF2">
        <w:t xml:space="preserve"> do publicznej wiadomości</w:t>
      </w:r>
      <w:r w:rsidR="00C92462">
        <w:t>,</w:t>
      </w:r>
      <w:r w:rsidR="00943CF2" w:rsidRPr="00943CF2">
        <w:t xml:space="preserve"> </w:t>
      </w:r>
      <w:r w:rsidR="00943CF2" w:rsidRPr="00BF7AC2">
        <w:t xml:space="preserve">nie później niż </w:t>
      </w:r>
      <w:r w:rsidR="00943CF2" w:rsidRPr="00943CF2">
        <w:t>do dnia 31 grudnia 2021 r.</w:t>
      </w:r>
      <w:r w:rsidR="00943CF2">
        <w:t xml:space="preserve">, ogłaszając </w:t>
      </w:r>
      <w:r w:rsidRPr="006A7B37">
        <w:t xml:space="preserve">na stronie podmiotowej </w:t>
      </w:r>
      <w:r w:rsidR="00A104FE" w:rsidRPr="006A7B37">
        <w:t>Biuletyn</w:t>
      </w:r>
      <w:r w:rsidR="00A104FE" w:rsidRPr="00A104FE">
        <w:t>u Informacji Publicznej</w:t>
      </w:r>
      <w:r w:rsidR="00A104FE">
        <w:t xml:space="preserve"> </w:t>
      </w:r>
      <w:r w:rsidR="00943CF2">
        <w:t xml:space="preserve">obsługującego go </w:t>
      </w:r>
      <w:r w:rsidR="00943CF2">
        <w:lastRenderedPageBreak/>
        <w:t xml:space="preserve">urzędu </w:t>
      </w:r>
      <w:r w:rsidRPr="006A7B37">
        <w:t>oraz w Dzienniku Urz</w:t>
      </w:r>
      <w:r>
        <w:t>ędowym Ministra Zdrowia</w:t>
      </w:r>
      <w:r w:rsidR="00943CF2">
        <w:t xml:space="preserve">, informację o możliwości </w:t>
      </w:r>
      <w:r w:rsidR="007A413A">
        <w:t xml:space="preserve">rozpoczęcia </w:t>
      </w:r>
      <w:r w:rsidR="00943CF2">
        <w:t>wystawiania recept,</w:t>
      </w:r>
      <w:r w:rsidR="00943CF2" w:rsidRPr="00943CF2">
        <w:t xml:space="preserve"> o których mowa w art. 43a ust. 1a ustawy zmienianej w art. </w:t>
      </w:r>
      <w:r w:rsidR="001B232E">
        <w:t>5</w:t>
      </w:r>
      <w:r w:rsidR="00943CF2" w:rsidRPr="00943CF2">
        <w:t>, w brzmieniu nadanym niniejszą ustawą</w:t>
      </w:r>
      <w:r w:rsidR="00FE6F65">
        <w:t>.</w:t>
      </w:r>
    </w:p>
    <w:p w14:paraId="1FE36264" w14:textId="5D3D859F" w:rsidR="00FD1B3D" w:rsidRDefault="00FD1B3D" w:rsidP="00FD1B3D">
      <w:pPr>
        <w:pStyle w:val="ARTartustawynprozporzdzenia"/>
      </w:pPr>
      <w:r w:rsidRPr="00D45066">
        <w:rPr>
          <w:rStyle w:val="Ppogrubienie"/>
        </w:rPr>
        <w:t xml:space="preserve">Art. </w:t>
      </w:r>
      <w:r w:rsidR="00370B7E">
        <w:rPr>
          <w:rStyle w:val="Ppogrubienie"/>
        </w:rPr>
        <w:t>2</w:t>
      </w:r>
      <w:r w:rsidR="001B232E">
        <w:rPr>
          <w:rStyle w:val="Ppogrubienie"/>
        </w:rPr>
        <w:t>3</w:t>
      </w:r>
      <w:r w:rsidRPr="00D45066">
        <w:rPr>
          <w:rStyle w:val="Ppogrubienie"/>
        </w:rPr>
        <w:t>.</w:t>
      </w:r>
      <w:r w:rsidRPr="006A7B37">
        <w:t xml:space="preserve"> </w:t>
      </w:r>
      <w:r w:rsidR="0025166D">
        <w:t xml:space="preserve">1. </w:t>
      </w:r>
      <w:r w:rsidRPr="00B50E0B">
        <w:t xml:space="preserve">Zakład Ubezpieczeń Społecznych przekaże do centrali Narodowego Funduszu Zdrowia </w:t>
      </w:r>
      <w:r>
        <w:t xml:space="preserve"> </w:t>
      </w:r>
      <w:r w:rsidRPr="00B50E0B">
        <w:t>dane, o których mowa w art. 87a u</w:t>
      </w:r>
      <w:r>
        <w:t xml:space="preserve">st. 1 ustawy zmienianej w art. </w:t>
      </w:r>
      <w:r w:rsidR="001B232E">
        <w:t>5</w:t>
      </w:r>
      <w:r w:rsidR="00FE6F65">
        <w:t>,</w:t>
      </w:r>
      <w:r w:rsidR="003C3B52">
        <w:t xml:space="preserve"> </w:t>
      </w:r>
      <w:r w:rsidRPr="006A7B37">
        <w:t>w brzmieniu nadanym niniejszą ustawą</w:t>
      </w:r>
      <w:r w:rsidR="00FE6F65">
        <w:t>,</w:t>
      </w:r>
      <w:r w:rsidR="00467913">
        <w:t xml:space="preserve"> </w:t>
      </w:r>
      <w:r w:rsidR="0025166D">
        <w:t xml:space="preserve">oraz dane osób, którym wystawiono zaświadczenia lekarskie, o których </w:t>
      </w:r>
      <w:r w:rsidR="0025166D">
        <w:lastRenderedPageBreak/>
        <w:t>mowa w art. 55 ust. 1 ustawy zmienianej w art. 3</w:t>
      </w:r>
      <w:r>
        <w:t>,</w:t>
      </w:r>
      <w:r w:rsidRPr="00B50E0B">
        <w:t xml:space="preserve"> za lata 2017</w:t>
      </w:r>
      <w:r w:rsidRPr="00415808">
        <w:t>–</w:t>
      </w:r>
      <w:r w:rsidRPr="00B50E0B">
        <w:t>2018</w:t>
      </w:r>
      <w:r w:rsidR="00FE6F65">
        <w:t>, w terminie 4 miesięcy od dnia wejścia w życie niniejszej ustawy</w:t>
      </w:r>
      <w:r>
        <w:t>.</w:t>
      </w:r>
    </w:p>
    <w:p w14:paraId="71426C31" w14:textId="77777777" w:rsidR="0025166D" w:rsidRDefault="0025166D" w:rsidP="007A413A">
      <w:pPr>
        <w:pStyle w:val="ARTartustawynprozporzdzenia"/>
      </w:pPr>
      <w:r>
        <w:t>2. Dane osób, którym wystawiono zaświadczenia lekarskie, o których mowa w art. 55 ust. 1 ustawy zmienianej w art. 3, obejmują:</w:t>
      </w:r>
      <w:r w:rsidRPr="0025166D">
        <w:t xml:space="preserve"> </w:t>
      </w:r>
    </w:p>
    <w:p w14:paraId="1C3D9A26" w14:textId="77777777" w:rsidR="0025166D" w:rsidRDefault="0025166D" w:rsidP="00C92462">
      <w:pPr>
        <w:pStyle w:val="PKTpunkt"/>
      </w:pPr>
      <w:r>
        <w:t xml:space="preserve">1) </w:t>
      </w:r>
      <w:r w:rsidRPr="00F72804">
        <w:t>numer PESEL, a w razie gdy nie nadano numeru PESEL – rodzaj, serię i nu</w:t>
      </w:r>
      <w:r>
        <w:t>mer dokumentu tożsamości;</w:t>
      </w:r>
    </w:p>
    <w:p w14:paraId="024F7182" w14:textId="77777777" w:rsidR="0025166D" w:rsidRDefault="0025166D" w:rsidP="00C92462">
      <w:pPr>
        <w:pStyle w:val="PKTpunkt"/>
      </w:pPr>
      <w:r>
        <w:t>2) okres orzeczonej czasowej niezdolności do pracy, w tym okres pobytu w szpitalu;</w:t>
      </w:r>
    </w:p>
    <w:p w14:paraId="3CC24991" w14:textId="77777777" w:rsidR="0025166D" w:rsidRDefault="0025166D" w:rsidP="00C92462">
      <w:pPr>
        <w:pStyle w:val="PKTpunkt"/>
      </w:pPr>
      <w:r>
        <w:lastRenderedPageBreak/>
        <w:t>3) numer statystyczny choroby ustalony według Międzynarodowej Statystycznej Klasyfikacji Chorób i Problemów Zdrowotnych ICD-10;</w:t>
      </w:r>
    </w:p>
    <w:p w14:paraId="048D0225" w14:textId="61D65395" w:rsidR="0025166D" w:rsidRDefault="0025166D" w:rsidP="00C92462">
      <w:pPr>
        <w:pStyle w:val="PKTpunkt"/>
      </w:pPr>
      <w:r>
        <w:t>4) numer prawa wykonywania zawodu wystawiającego zaświadczenie lekarskie.</w:t>
      </w:r>
    </w:p>
    <w:p w14:paraId="3097EDFB" w14:textId="1C3C1B60" w:rsidR="00FD1B3D" w:rsidRDefault="00FD1B3D" w:rsidP="00FD1B3D">
      <w:pPr>
        <w:pStyle w:val="ARTartustawynprozporzdzenia"/>
      </w:pPr>
      <w:r w:rsidRPr="00D45066">
        <w:rPr>
          <w:rStyle w:val="Ppogrubienie"/>
        </w:rPr>
        <w:t xml:space="preserve">Art. </w:t>
      </w:r>
      <w:r w:rsidR="00370B7E">
        <w:rPr>
          <w:rStyle w:val="Ppogrubienie"/>
        </w:rPr>
        <w:t>2</w:t>
      </w:r>
      <w:r w:rsidR="001B232E">
        <w:rPr>
          <w:rStyle w:val="Ppogrubienie"/>
        </w:rPr>
        <w:t>4</w:t>
      </w:r>
      <w:r w:rsidRPr="00D45066">
        <w:rPr>
          <w:rStyle w:val="Ppogrubienie"/>
        </w:rPr>
        <w:t>.</w:t>
      </w:r>
      <w:r>
        <w:t xml:space="preserve"> 1. </w:t>
      </w:r>
      <w:r w:rsidRPr="007C301A">
        <w:t>Konta w systemie teleinformatycznym udostępnionym przez Narodowy Fundusz Zdrowia, o którym mowa w przepisach wydanych na podstawie art</w:t>
      </w:r>
      <w:r>
        <w:t xml:space="preserve">. 192 ustawy zmienianej w art. </w:t>
      </w:r>
      <w:r w:rsidR="001B232E">
        <w:t>5</w:t>
      </w:r>
      <w:r>
        <w:t xml:space="preserve">, </w:t>
      </w:r>
      <w:r w:rsidRPr="007C301A">
        <w:t>zachowują ważność do dnia 30 czerwca 2020 r.</w:t>
      </w:r>
    </w:p>
    <w:p w14:paraId="4F9173ED" w14:textId="0DC86848" w:rsidR="00FD1B3D" w:rsidRDefault="00C92462" w:rsidP="00FD1B3D">
      <w:pPr>
        <w:pStyle w:val="ARTartustawynprozporzdzenia"/>
      </w:pPr>
      <w:r>
        <w:lastRenderedPageBreak/>
        <w:t>2. W celu dostępu do</w:t>
      </w:r>
      <w:r w:rsidR="00FD1B3D">
        <w:t xml:space="preserve"> Internetowego Konta Pacjenta, dane dostępowe do kont, o których mowa w ust. 1, mogą być wykorzystywane również po terminie, o którym mowa w ust. 1.</w:t>
      </w:r>
    </w:p>
    <w:p w14:paraId="1A19185A" w14:textId="48F2F9F5" w:rsidR="00D80CF6" w:rsidRDefault="00D80CF6" w:rsidP="00D80CF6">
      <w:pPr>
        <w:pStyle w:val="ARTartustawynprozporzdzenia"/>
      </w:pPr>
      <w:r w:rsidRPr="00D45066">
        <w:rPr>
          <w:rStyle w:val="Ppogrubienie"/>
        </w:rPr>
        <w:t xml:space="preserve">Art. </w:t>
      </w:r>
      <w:r w:rsidR="001B232E">
        <w:rPr>
          <w:rStyle w:val="Ppogrubienie"/>
        </w:rPr>
        <w:t>25</w:t>
      </w:r>
      <w:r w:rsidRPr="00D45066">
        <w:rPr>
          <w:rStyle w:val="Ppogrubienie"/>
        </w:rPr>
        <w:t>.</w:t>
      </w:r>
      <w:r>
        <w:t xml:space="preserve"> </w:t>
      </w:r>
      <w:r w:rsidRPr="0012580E">
        <w:t xml:space="preserve">Automatycznej aktualizacji danych, o której mowa w </w:t>
      </w:r>
      <w:r>
        <w:t xml:space="preserve">art. 20ad </w:t>
      </w:r>
      <w:r w:rsidRPr="0012580E">
        <w:t xml:space="preserve">ust. 3 </w:t>
      </w:r>
      <w:r>
        <w:t>ustawy zmienianej w art. 6</w:t>
      </w:r>
      <w:r w:rsidR="00C92462">
        <w:t>,</w:t>
      </w:r>
      <w:r>
        <w:t xml:space="preserve"> </w:t>
      </w:r>
      <w:r w:rsidRPr="0012580E">
        <w:t>i automat</w:t>
      </w:r>
      <w:r>
        <w:t>ycznemu</w:t>
      </w:r>
      <w:r w:rsidRPr="0012580E">
        <w:t xml:space="preserve"> unieważnieniu, o którym mowa w </w:t>
      </w:r>
      <w:r>
        <w:t xml:space="preserve">art. 20ad </w:t>
      </w:r>
      <w:r w:rsidRPr="0012580E">
        <w:t xml:space="preserve">ust. 4a </w:t>
      </w:r>
      <w:r>
        <w:t>ustawy zmienianej w art. 6</w:t>
      </w:r>
      <w:r w:rsidR="004F3E75">
        <w:t>,</w:t>
      </w:r>
      <w:r>
        <w:t xml:space="preserve"> </w:t>
      </w:r>
      <w:r w:rsidRPr="0012580E">
        <w:t>podlegają również profile zaufane, które istniały przed w</w:t>
      </w:r>
      <w:r>
        <w:t>ejściem w życie tych przepisów.</w:t>
      </w:r>
    </w:p>
    <w:p w14:paraId="494D132F" w14:textId="2C6BFBCE" w:rsidR="008075B6" w:rsidRDefault="00D80CF6" w:rsidP="00D80CF6">
      <w:pPr>
        <w:pStyle w:val="ARTartustawynprozporzdzenia"/>
      </w:pPr>
      <w:r w:rsidRPr="00D45066">
        <w:rPr>
          <w:rStyle w:val="Ppogrubienie"/>
        </w:rPr>
        <w:lastRenderedPageBreak/>
        <w:t xml:space="preserve">Art. </w:t>
      </w:r>
      <w:r w:rsidR="001B232E">
        <w:rPr>
          <w:rStyle w:val="Ppogrubienie"/>
        </w:rPr>
        <w:t>26</w:t>
      </w:r>
      <w:r w:rsidRPr="00D45066">
        <w:rPr>
          <w:rStyle w:val="Ppogrubienie"/>
        </w:rPr>
        <w:t>.</w:t>
      </w:r>
      <w:r>
        <w:t xml:space="preserve"> </w:t>
      </w:r>
      <w:r w:rsidR="008075B6">
        <w:t xml:space="preserve">1. </w:t>
      </w:r>
      <w:r>
        <w:t>W</w:t>
      </w:r>
      <w:r w:rsidRPr="001E25AD">
        <w:t xml:space="preserve"> latach 20</w:t>
      </w:r>
      <w:r w:rsidR="006D6CF9">
        <w:t>20</w:t>
      </w:r>
      <w:r w:rsidRPr="001E25AD">
        <w:t>–202</w:t>
      </w:r>
      <w:r w:rsidR="006D6CF9">
        <w:t>2</w:t>
      </w:r>
      <w:r>
        <w:t xml:space="preserve"> m</w:t>
      </w:r>
      <w:r w:rsidRPr="006A7B37">
        <w:t xml:space="preserve">inister właściwy do spraw zdrowia może </w:t>
      </w:r>
      <w:r w:rsidR="006D6CF9">
        <w:t>dofinansować</w:t>
      </w:r>
      <w:r w:rsidRPr="006A7B37">
        <w:t>,</w:t>
      </w:r>
      <w:r w:rsidR="006D6CF9">
        <w:t xml:space="preserve"> w formie dotacji celowej, przekazywanej</w:t>
      </w:r>
      <w:r w:rsidRPr="006A7B37">
        <w:t xml:space="preserve"> do Narodowego Funduszu Zdrowia, </w:t>
      </w:r>
      <w:r w:rsidRPr="001E25AD">
        <w:t xml:space="preserve">w kwocie </w:t>
      </w:r>
      <w:r w:rsidR="00AB6941">
        <w:t xml:space="preserve">do </w:t>
      </w:r>
      <w:r w:rsidR="006D6CF9">
        <w:t>150</w:t>
      </w:r>
      <w:r w:rsidRPr="001E25AD">
        <w:t xml:space="preserve"> mln zł </w:t>
      </w:r>
      <w:r w:rsidRPr="006A7B37">
        <w:t>pełnienie</w:t>
      </w:r>
      <w:r w:rsidR="008075B6">
        <w:t xml:space="preserve"> </w:t>
      </w:r>
      <w:r w:rsidRPr="006A7B37">
        <w:t xml:space="preserve">przez </w:t>
      </w:r>
      <w:r w:rsidR="008075B6">
        <w:t>świadczeniodawców udzielających świadczeń z zakresu podstawowej opieki zdrowotnej</w:t>
      </w:r>
      <w:r w:rsidRPr="006A7B37">
        <w:t xml:space="preserve"> funkcji punktu potwierdzającego profil zaufany</w:t>
      </w:r>
      <w:r w:rsidR="008075B6">
        <w:t>, a także prowadzenie przez tych świadczeniodawców kampanii informacyjnej mającej na celu zakładanie profili zaufanych</w:t>
      </w:r>
      <w:r w:rsidR="00AB6941">
        <w:t xml:space="preserve"> w inny dostępny sposób oraz aktywowanie </w:t>
      </w:r>
      <w:r w:rsidR="00921DC1">
        <w:t xml:space="preserve">Indywidulanego </w:t>
      </w:r>
      <w:r w:rsidR="00AB6941">
        <w:t>K</w:t>
      </w:r>
      <w:r w:rsidR="00921DC1">
        <w:t>onta Pacjenta</w:t>
      </w:r>
      <w:r w:rsidRPr="006A7B37">
        <w:t>.</w:t>
      </w:r>
      <w:r w:rsidR="008075B6">
        <w:t xml:space="preserve"> </w:t>
      </w:r>
    </w:p>
    <w:p w14:paraId="637BF086" w14:textId="0B633335" w:rsidR="008075B6" w:rsidRDefault="008075B6" w:rsidP="00D80CF6">
      <w:pPr>
        <w:pStyle w:val="ARTartustawynprozporzdzenia"/>
      </w:pPr>
      <w:r>
        <w:lastRenderedPageBreak/>
        <w:t>2. Wysokość kwoty dofinansowania dla świadczeniodawców</w:t>
      </w:r>
      <w:r w:rsidR="00C47462">
        <w:t>, o których mowa w ust. 1,</w:t>
      </w:r>
      <w:r>
        <w:t xml:space="preserve"> </w:t>
      </w:r>
      <w:r w:rsidR="00C47462">
        <w:t xml:space="preserve">jest </w:t>
      </w:r>
      <w:r>
        <w:t xml:space="preserve">uzależniona od liczby </w:t>
      </w:r>
      <w:r w:rsidR="00AB6941">
        <w:t>aktywowanych I</w:t>
      </w:r>
      <w:r w:rsidR="00921DC1">
        <w:t xml:space="preserve">ndywidulanych </w:t>
      </w:r>
      <w:r w:rsidR="00AB6941">
        <w:t>K</w:t>
      </w:r>
      <w:r w:rsidR="00921DC1">
        <w:t>ont Pacjenta</w:t>
      </w:r>
      <w:r w:rsidR="00A27F32" w:rsidRPr="00A27F32">
        <w:t xml:space="preserve"> </w:t>
      </w:r>
      <w:r w:rsidR="00A27F32">
        <w:t>przez świadczeniobiorców, o których mowa w art. 20c ust. 2b</w:t>
      </w:r>
      <w:r w:rsidR="00A27F32" w:rsidRPr="00D714A4">
        <w:t xml:space="preserve"> </w:t>
      </w:r>
      <w:r w:rsidR="00A27F32">
        <w:t>ustawy zmienianej w art. 6</w:t>
      </w:r>
      <w:r>
        <w:t>:</w:t>
      </w:r>
    </w:p>
    <w:p w14:paraId="70182F96" w14:textId="77B04175" w:rsidR="008075B6" w:rsidRDefault="00921DC1" w:rsidP="00D80CF6">
      <w:pPr>
        <w:pStyle w:val="ARTartustawynprozporzdzenia"/>
      </w:pPr>
      <w:r>
        <w:t>1</w:t>
      </w:r>
      <w:r w:rsidR="008075B6">
        <w:t xml:space="preserve">) </w:t>
      </w:r>
      <w:r w:rsidR="00AB6941">
        <w:t xml:space="preserve">w związku z potwierdzeniem profilu zaufanego </w:t>
      </w:r>
      <w:r w:rsidR="008075B6">
        <w:t>przez tych świadczeniodawców, zgodnie z art.</w:t>
      </w:r>
      <w:r w:rsidR="00D714A4">
        <w:t xml:space="preserve"> 20c</w:t>
      </w:r>
      <w:r w:rsidR="008075B6">
        <w:t xml:space="preserve"> ust. 2a ustawy zmienianej w art. 6</w:t>
      </w:r>
      <w:r>
        <w:t>,</w:t>
      </w:r>
    </w:p>
    <w:p w14:paraId="64F41833" w14:textId="5A5C090E" w:rsidR="00A27F32" w:rsidRDefault="00921DC1" w:rsidP="00D80CF6">
      <w:pPr>
        <w:pStyle w:val="ARTartustawynprozporzdzenia"/>
      </w:pPr>
      <w:r>
        <w:lastRenderedPageBreak/>
        <w:t>2</w:t>
      </w:r>
      <w:r w:rsidR="008075B6">
        <w:t>)</w:t>
      </w:r>
      <w:r>
        <w:t xml:space="preserve"> </w:t>
      </w:r>
      <w:r w:rsidR="00C47462">
        <w:t>w</w:t>
      </w:r>
      <w:r>
        <w:t xml:space="preserve"> </w:t>
      </w:r>
      <w:r w:rsidR="00C47462">
        <w:t>sposób</w:t>
      </w:r>
      <w:r>
        <w:t xml:space="preserve"> inny</w:t>
      </w:r>
      <w:r w:rsidR="00C47462">
        <w:t xml:space="preserve">, niż ten, o którym mowa w </w:t>
      </w:r>
      <w:r>
        <w:t>pkt 1</w:t>
      </w:r>
      <w:r w:rsidR="00C47462">
        <w:t xml:space="preserve">, </w:t>
      </w:r>
      <w:r w:rsidR="00A91832">
        <w:t>w wyniku kampanii, o której mowa w ust. 1</w:t>
      </w:r>
      <w:r w:rsidR="00AB6941">
        <w:t xml:space="preserve"> </w:t>
      </w:r>
    </w:p>
    <w:p w14:paraId="4FC7F296" w14:textId="192C2DE2" w:rsidR="00D80CF6" w:rsidRDefault="00921DC1" w:rsidP="00A27F32">
      <w:pPr>
        <w:pStyle w:val="ARTartustawynprozporzdzenia"/>
        <w:ind w:firstLine="0"/>
      </w:pPr>
      <w:r w:rsidRPr="00921DC1">
        <w:t>–</w:t>
      </w:r>
      <w:r w:rsidR="00A27F32">
        <w:t xml:space="preserve"> </w:t>
      </w:r>
      <w:r w:rsidR="00AB6941">
        <w:t>potwierdzone</w:t>
      </w:r>
      <w:r w:rsidR="00315A6F">
        <w:t>j oświadczeniami</w:t>
      </w:r>
      <w:r w:rsidR="00AB6941">
        <w:t xml:space="preserve"> złożonym</w:t>
      </w:r>
      <w:r w:rsidR="00315A6F">
        <w:t>i</w:t>
      </w:r>
      <w:r w:rsidR="00AB6941">
        <w:t xml:space="preserve"> przez t</w:t>
      </w:r>
      <w:r w:rsidR="00315A6F">
        <w:t>ych świadczeniobiorców</w:t>
      </w:r>
      <w:r w:rsidR="00A91832">
        <w:t xml:space="preserve">. </w:t>
      </w:r>
    </w:p>
    <w:p w14:paraId="43D6C5D4" w14:textId="13649F95" w:rsidR="001A1510" w:rsidRDefault="001A1510" w:rsidP="00A27F32">
      <w:pPr>
        <w:pStyle w:val="ARTartustawynprozporzdzenia"/>
        <w:ind w:firstLine="0"/>
      </w:pPr>
      <w:r>
        <w:tab/>
      </w:r>
      <w:r>
        <w:tab/>
      </w:r>
      <w:r>
        <w:tab/>
        <w:t>3. W latach 2020-2022 maksymalny limit wydatków budżetu państwa będących skutkiem finansowym niniejszej ustawy</w:t>
      </w:r>
      <w:r w:rsidR="00654407">
        <w:t xml:space="preserve">, w związku z realizacją zadania, o którym mowa w ust. 1, </w:t>
      </w:r>
      <w:r>
        <w:t xml:space="preserve"> w części pozostającej w </w:t>
      </w:r>
      <w:r>
        <w:lastRenderedPageBreak/>
        <w:t xml:space="preserve">dyspozycji ministra właściwego do spraw zdrowia wynosi </w:t>
      </w:r>
      <w:r w:rsidR="00E223F1">
        <w:t>150 mln zł, z tym że w poszczególnych latach wyniesie odpowiednio:</w:t>
      </w:r>
    </w:p>
    <w:p w14:paraId="4E1C63C2" w14:textId="5496D5F1" w:rsidR="00E223F1" w:rsidRDefault="00014718" w:rsidP="00A27F32">
      <w:pPr>
        <w:pStyle w:val="ARTartustawynprozporzdzenia"/>
        <w:ind w:firstLine="0"/>
      </w:pPr>
      <w:r>
        <w:t xml:space="preserve">1) w 2020 r. </w:t>
      </w:r>
      <w:r w:rsidRPr="00014718">
        <w:t>–</w:t>
      </w:r>
      <w:r w:rsidR="00E223F1">
        <w:t xml:space="preserve"> 50 mln zł;</w:t>
      </w:r>
    </w:p>
    <w:p w14:paraId="5AE45344" w14:textId="7293D69C" w:rsidR="00E223F1" w:rsidRDefault="00014718" w:rsidP="00A27F32">
      <w:pPr>
        <w:pStyle w:val="ARTartustawynprozporzdzenia"/>
        <w:ind w:firstLine="0"/>
      </w:pPr>
      <w:r>
        <w:t xml:space="preserve">2) w 2021 r. </w:t>
      </w:r>
      <w:r w:rsidRPr="00014718">
        <w:t>–</w:t>
      </w:r>
      <w:r w:rsidR="00E223F1">
        <w:t xml:space="preserve"> 50 mln zł;</w:t>
      </w:r>
    </w:p>
    <w:p w14:paraId="3B9F1B1D" w14:textId="1E245DAF" w:rsidR="00E223F1" w:rsidRDefault="00014718" w:rsidP="00A27F32">
      <w:pPr>
        <w:pStyle w:val="ARTartustawynprozporzdzenia"/>
        <w:ind w:firstLine="0"/>
      </w:pPr>
      <w:r>
        <w:t xml:space="preserve">3) w 2022 r. </w:t>
      </w:r>
      <w:r w:rsidRPr="00014718">
        <w:t>–</w:t>
      </w:r>
      <w:r w:rsidR="00E223F1">
        <w:t xml:space="preserve"> 50 mln zł.</w:t>
      </w:r>
    </w:p>
    <w:p w14:paraId="1903B31B" w14:textId="77777777" w:rsidR="00E223F1" w:rsidRDefault="00E223F1" w:rsidP="00A27F32">
      <w:pPr>
        <w:pStyle w:val="ARTartustawynprozporzdzenia"/>
        <w:ind w:firstLine="0"/>
      </w:pPr>
      <w:r>
        <w:tab/>
      </w:r>
      <w:r>
        <w:tab/>
      </w:r>
      <w:r>
        <w:tab/>
      </w:r>
      <w:r>
        <w:tab/>
        <w:t>4. Minister właściwy do spraw zdrowia monitoruje wykorzystanie limitów wydatków, o których mowa w ust. 3, oraz wdraża mechanizm korygujący, o którym mowa w ust. 5.</w:t>
      </w:r>
    </w:p>
    <w:p w14:paraId="1F466B8D" w14:textId="65F942D0" w:rsidR="00E223F1" w:rsidRDefault="00E223F1" w:rsidP="00A27F32">
      <w:pPr>
        <w:pStyle w:val="ARTartustawynprozporzdzenia"/>
        <w:ind w:firstLine="0"/>
      </w:pPr>
      <w:r>
        <w:lastRenderedPageBreak/>
        <w:tab/>
      </w:r>
      <w:r>
        <w:tab/>
      </w:r>
      <w:r>
        <w:tab/>
      </w:r>
      <w:r>
        <w:tab/>
        <w:t xml:space="preserve">5. W przypadku przekroczenia lub zagrożenia przekroczenia przyjętego na dany rok budżetowy maksymalnego limitu wydatków, o którym mowa w ust. 1, zastosowany zostanie mechanizm korygujący polegający na ograniczeniu finansowania </w:t>
      </w:r>
      <w:r w:rsidR="00654407">
        <w:t xml:space="preserve">potwierdzania </w:t>
      </w:r>
      <w:r w:rsidRPr="00E223F1">
        <w:t>profili zaufanych</w:t>
      </w:r>
      <w:r w:rsidR="00654407">
        <w:t xml:space="preserve"> przez świadczeniodawców, o których mowa w ust. 1</w:t>
      </w:r>
      <w:r>
        <w:t>.</w:t>
      </w:r>
    </w:p>
    <w:p w14:paraId="44B23FAE" w14:textId="4FF01DA6" w:rsidR="00D80CF6" w:rsidRDefault="00D80CF6" w:rsidP="001B232E">
      <w:pPr>
        <w:pStyle w:val="ARTartustawynprozporzdzenia"/>
      </w:pPr>
      <w:r w:rsidRPr="008A0437">
        <w:rPr>
          <w:rStyle w:val="Ppogrubienie"/>
        </w:rPr>
        <w:t xml:space="preserve">Art. </w:t>
      </w:r>
      <w:r w:rsidR="001B232E">
        <w:rPr>
          <w:rStyle w:val="Ppogrubienie"/>
        </w:rPr>
        <w:t>2</w:t>
      </w:r>
      <w:r w:rsidR="00052124">
        <w:rPr>
          <w:rStyle w:val="Ppogrubienie"/>
        </w:rPr>
        <w:t>7</w:t>
      </w:r>
      <w:r w:rsidRPr="008A0437">
        <w:rPr>
          <w:rStyle w:val="Ppogrubienie"/>
        </w:rPr>
        <w:t>.</w:t>
      </w:r>
      <w:r>
        <w:t xml:space="preserve"> Do dnia 31 grudnia 2020 r. przekazywanie </w:t>
      </w:r>
      <w:r w:rsidR="001B232E">
        <w:t xml:space="preserve">do Narodowego Funduszu Zdrowia przez świadczeniodawców </w:t>
      </w:r>
      <w:r>
        <w:t xml:space="preserve">danych niezbędnych do rozliczania </w:t>
      </w:r>
      <w:r w:rsidR="001B232E">
        <w:t xml:space="preserve">udzielonych </w:t>
      </w:r>
      <w:r>
        <w:t xml:space="preserve">świadczeń opieki zdrowotnej odbywa się na </w:t>
      </w:r>
      <w:r>
        <w:lastRenderedPageBreak/>
        <w:t xml:space="preserve">dotychczasowych zasadach. </w:t>
      </w:r>
      <w:r w:rsidR="00712586">
        <w:t xml:space="preserve">Po tym terminie Narodowy Fundusz Zdrowia nie może żądać </w:t>
      </w:r>
      <w:r w:rsidR="006D6CF9">
        <w:t>od świadczeniodawców danych, o których mowa w art. 11 ust. 3 ustawy zmienianej w art. 8</w:t>
      </w:r>
      <w:r w:rsidR="00712586">
        <w:t>.</w:t>
      </w:r>
    </w:p>
    <w:p w14:paraId="0541D23A" w14:textId="7AE9F725" w:rsidR="00D80CF6" w:rsidRDefault="00D80CF6" w:rsidP="00D80CF6">
      <w:pPr>
        <w:pStyle w:val="ARTartustawynprozporzdzenia"/>
      </w:pPr>
      <w:r w:rsidRPr="001313F5">
        <w:rPr>
          <w:rStyle w:val="Ppogrubienie"/>
        </w:rPr>
        <w:t xml:space="preserve">Art. 28. </w:t>
      </w:r>
      <w:r>
        <w:t>1</w:t>
      </w:r>
      <w:r w:rsidRPr="006A7B37">
        <w:t>. Podmioty,</w:t>
      </w:r>
      <w:r w:rsidR="00B24B39">
        <w:t xml:space="preserve"> o których mowa w art. 15 ust. 4c</w:t>
      </w:r>
      <w:r w:rsidRPr="006A7B37">
        <w:t xml:space="preserve"> ustawy zmienianej w art. </w:t>
      </w:r>
      <w:r w:rsidR="001B232E">
        <w:t>8</w:t>
      </w:r>
      <w:r w:rsidR="00950964">
        <w:t>,</w:t>
      </w:r>
      <w:r w:rsidRPr="006A7B37">
        <w:t xml:space="preserve"> w brzmieni</w:t>
      </w:r>
      <w:r>
        <w:t xml:space="preserve">u nadanym niniejszą ustawą, są </w:t>
      </w:r>
      <w:r w:rsidRPr="006A7B37">
        <w:t xml:space="preserve">obowiązane do przekazania </w:t>
      </w:r>
      <w:r>
        <w:t>pierwszorazowo danych, o</w:t>
      </w:r>
      <w:r w:rsidR="00014718">
        <w:t xml:space="preserve"> których mowa w art. 15 ust. 4c</w:t>
      </w:r>
      <w:r w:rsidRPr="006A7B37">
        <w:t xml:space="preserve"> ustawy zmienianej w art. </w:t>
      </w:r>
      <w:r w:rsidR="001B232E">
        <w:t>8</w:t>
      </w:r>
      <w:r w:rsidRPr="006A7B37">
        <w:t>, w brzmieniu nadanym niniejszą ustawą, jednostce podległej ministr</w:t>
      </w:r>
      <w:r w:rsidR="00014718">
        <w:t xml:space="preserve">owi właściwemu do spraw </w:t>
      </w:r>
      <w:r w:rsidR="00014718">
        <w:lastRenderedPageBreak/>
        <w:t>zdrowia</w:t>
      </w:r>
      <w:r w:rsidRPr="006A7B37">
        <w:t xml:space="preserve"> właściwej w zakresie systemów informacyjnych ochrony zdrowia</w:t>
      </w:r>
      <w:r w:rsidR="00014718">
        <w:t>,</w:t>
      </w:r>
      <w:r w:rsidRPr="006A7B37">
        <w:t xml:space="preserve"> w postaci elektronicznej</w:t>
      </w:r>
      <w:r w:rsidR="00950964">
        <w:t>,</w:t>
      </w:r>
      <w:r w:rsidRPr="006A7B37">
        <w:t xml:space="preserve"> w terminie do dnia 31 grudnia 20</w:t>
      </w:r>
      <w:r>
        <w:t>21</w:t>
      </w:r>
      <w:r w:rsidRPr="006A7B37">
        <w:t xml:space="preserve"> r.</w:t>
      </w:r>
    </w:p>
    <w:p w14:paraId="492AB0A5" w14:textId="7CB3790E" w:rsidR="00D80CF6" w:rsidRDefault="00D80CF6" w:rsidP="00D80CF6">
      <w:pPr>
        <w:pStyle w:val="ARTartustawynprozporzdzenia"/>
      </w:pPr>
      <w:r>
        <w:t xml:space="preserve">2. Narodowy Fundusz Zdrowia jest obowiązany przekazać </w:t>
      </w:r>
      <w:r w:rsidRPr="006A7B37">
        <w:t>jednostce podległej ministrowi właściwemu do spraw zdrowia, właściwej w zakresie systemów informacyjnych ochrony zdrowia</w:t>
      </w:r>
      <w:r>
        <w:t>,</w:t>
      </w:r>
      <w:r w:rsidRPr="006A7B37">
        <w:t xml:space="preserve"> w terminie do dnia 31 grudnia 20</w:t>
      </w:r>
      <w:r>
        <w:t>19</w:t>
      </w:r>
      <w:r w:rsidRPr="006A7B37">
        <w:t xml:space="preserve"> r.</w:t>
      </w:r>
      <w:r>
        <w:t xml:space="preserve"> informacje </w:t>
      </w:r>
      <w:r w:rsidRPr="006A7B37">
        <w:t>w postaci elektronicznej o uprawnieniach, o których mowa w art. 7 ust. 1 pkt 11 usta</w:t>
      </w:r>
      <w:r>
        <w:t xml:space="preserve">wy zmienianej w art. </w:t>
      </w:r>
      <w:r w:rsidR="001B232E">
        <w:t>8</w:t>
      </w:r>
      <w:r w:rsidRPr="006A7B37">
        <w:t xml:space="preserve">, w </w:t>
      </w:r>
      <w:r w:rsidRPr="006A7B37">
        <w:lastRenderedPageBreak/>
        <w:t xml:space="preserve">brzmieniu nadanym niniejszą ustawą, </w:t>
      </w:r>
      <w:r>
        <w:t>zgromadzone do dnia 1 maja 2019 r.</w:t>
      </w:r>
      <w:r w:rsidR="00950964">
        <w:t>,</w:t>
      </w:r>
      <w:r>
        <w:t xml:space="preserve"> w zakre</w:t>
      </w:r>
      <w:r w:rsidR="00014718">
        <w:t>sie w jakim uprawnienia te mają</w:t>
      </w:r>
      <w:r>
        <w:t xml:space="preserve"> niezbywalny charakter.</w:t>
      </w:r>
    </w:p>
    <w:p w14:paraId="05C77EEA" w14:textId="3CF0F883" w:rsidR="00FD1B3D" w:rsidRDefault="00FD1B3D" w:rsidP="00FD1B3D">
      <w:pPr>
        <w:pStyle w:val="ARTartustawynprozporzdzenia"/>
      </w:pPr>
      <w:r w:rsidRPr="00D45066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370B7E">
        <w:rPr>
          <w:rStyle w:val="Ppogrubienie"/>
        </w:rPr>
        <w:t>2</w:t>
      </w:r>
      <w:r w:rsidR="001B232E">
        <w:rPr>
          <w:rStyle w:val="Ppogrubienie"/>
        </w:rPr>
        <w:t>9</w:t>
      </w:r>
      <w:r w:rsidRPr="00D45066">
        <w:rPr>
          <w:rStyle w:val="Ppogrubienie"/>
        </w:rPr>
        <w:t>.</w:t>
      </w:r>
      <w:r w:rsidRPr="006A7B37">
        <w:t xml:space="preserve"> 1. Minister właściwy do spraw zdrowia podaje do publicznej wiadomości, nie później niż w okresie 2</w:t>
      </w:r>
      <w:r w:rsidR="00943CF2">
        <w:t>2</w:t>
      </w:r>
      <w:r w:rsidRPr="006A7B37">
        <w:t xml:space="preserve"> miesięcy od dnia wejścia w życie niniejszej ustawy, ogłaszając na stronie podmiotowej </w:t>
      </w:r>
      <w:r w:rsidR="00A104FE" w:rsidRPr="006A7B37">
        <w:t>Biuletyn</w:t>
      </w:r>
      <w:r w:rsidR="00A104FE" w:rsidRPr="00A104FE">
        <w:t>u Informacji Publicznej</w:t>
      </w:r>
      <w:r w:rsidR="00A104FE" w:rsidRPr="006A7B37">
        <w:t xml:space="preserve"> </w:t>
      </w:r>
      <w:r w:rsidRPr="006A7B37">
        <w:t xml:space="preserve">obsługującego go urzędu oraz w Dzienniku Urzędowym Ministra Zdrowia informację o uruchomieniu </w:t>
      </w:r>
      <w:r w:rsidRPr="006A7B37">
        <w:lastRenderedPageBreak/>
        <w:t>funkcjonalności, o któr</w:t>
      </w:r>
      <w:r>
        <w:t>ych</w:t>
      </w:r>
      <w:r w:rsidRPr="006A7B37">
        <w:t xml:space="preserve"> mowa w art. 7</w:t>
      </w:r>
      <w:r w:rsidR="00F83A15">
        <w:t>a</w:t>
      </w:r>
      <w:r w:rsidRPr="006A7B37">
        <w:t xml:space="preserve"> ust. 1 pkt </w:t>
      </w:r>
      <w:r>
        <w:t>9</w:t>
      </w:r>
      <w:r w:rsidR="00950964">
        <w:t>–</w:t>
      </w:r>
      <w:r>
        <w:t>1</w:t>
      </w:r>
      <w:r w:rsidR="00B24B39">
        <w:t>6</w:t>
      </w:r>
      <w:r w:rsidRPr="006A7B37">
        <w:t xml:space="preserve"> ustawy zmienianej w art. </w:t>
      </w:r>
      <w:r w:rsidR="00F5280D">
        <w:t>8</w:t>
      </w:r>
      <w:r w:rsidRPr="006A7B37">
        <w:t xml:space="preserve">, w brzmieniu nadanym niniejszą ustawą. </w:t>
      </w:r>
    </w:p>
    <w:p w14:paraId="44F527DB" w14:textId="77777777" w:rsidR="00FE099C" w:rsidRDefault="004715A9" w:rsidP="00950964">
      <w:pPr>
        <w:pStyle w:val="ARTartustawynprozporzdzenia"/>
      </w:pPr>
      <w:r>
        <w:t xml:space="preserve">2. </w:t>
      </w:r>
      <w:r w:rsidRPr="004715A9">
        <w:t xml:space="preserve">Minister właściwy do spraw zdrowia podaje do publicznej wiadomości, nie później niż w okresie </w:t>
      </w:r>
      <w:r>
        <w:t>do dnia 31 grudnia 2019 r.</w:t>
      </w:r>
      <w:r w:rsidRPr="004715A9">
        <w:t xml:space="preserve">, ogłaszając na stronie </w:t>
      </w:r>
      <w:r w:rsidR="00A104FE" w:rsidRPr="004715A9">
        <w:t>podmiotowej</w:t>
      </w:r>
      <w:r w:rsidR="00A104FE">
        <w:t xml:space="preserve"> </w:t>
      </w:r>
      <w:r w:rsidR="00A104FE" w:rsidRPr="006A7B37">
        <w:t>Biuletyn</w:t>
      </w:r>
      <w:r w:rsidR="00A104FE" w:rsidRPr="00A104FE">
        <w:t>u Informacji Publicznej</w:t>
      </w:r>
      <w:r w:rsidR="00A104FE" w:rsidRPr="004715A9">
        <w:t xml:space="preserve"> </w:t>
      </w:r>
      <w:r w:rsidRPr="004715A9">
        <w:t xml:space="preserve">obsługującego go urzędu oraz w Dzienniku Urzędowym Ministra Zdrowia informację o uruchomieniu </w:t>
      </w:r>
      <w:r>
        <w:t>narzędzia</w:t>
      </w:r>
      <w:r w:rsidRPr="004715A9">
        <w:t>, o który</w:t>
      </w:r>
      <w:r w:rsidR="00F5280D">
        <w:t>m</w:t>
      </w:r>
      <w:r w:rsidRPr="004715A9">
        <w:t xml:space="preserve"> mowa w </w:t>
      </w:r>
      <w:r w:rsidR="00F5280D">
        <w:t xml:space="preserve">art. 9b </w:t>
      </w:r>
      <w:r w:rsidRPr="004715A9">
        <w:t xml:space="preserve">ustawy zmienianej w art. </w:t>
      </w:r>
      <w:r w:rsidR="00F5280D">
        <w:t>8</w:t>
      </w:r>
      <w:r w:rsidRPr="004715A9">
        <w:t xml:space="preserve">, w brzmieniu nadanym niniejszą ustawą. </w:t>
      </w:r>
    </w:p>
    <w:p w14:paraId="33B77C93" w14:textId="0E65CC6F" w:rsidR="00FE099C" w:rsidRDefault="00E426E2" w:rsidP="00FE099C">
      <w:pPr>
        <w:pStyle w:val="ARTartustawynprozporzdzenia"/>
      </w:pPr>
      <w:r w:rsidRPr="00E426E2">
        <w:rPr>
          <w:rStyle w:val="Ppogrubienie"/>
        </w:rPr>
        <w:lastRenderedPageBreak/>
        <w:t>Art. 3</w:t>
      </w:r>
      <w:r>
        <w:rPr>
          <w:rStyle w:val="Ppogrubienie"/>
        </w:rPr>
        <w:t>0</w:t>
      </w:r>
      <w:r w:rsidRPr="00E426E2">
        <w:rPr>
          <w:rStyle w:val="Ppogrubienie"/>
        </w:rPr>
        <w:t xml:space="preserve">. </w:t>
      </w:r>
      <w:r w:rsidRPr="00E426E2">
        <w:t xml:space="preserve">Prezes Narodowego Funduszu Zdrowia, w terminie do dnia 1 stycznia 2020 r., dostosuje przepisy wydane na podstawie art. 102 ust. 5 pkt 25, art. 146 ust. 1 pkt 2 i art. 159 ust. 2 ustawy zmienianej w art. 5, w ten sposób, aby na ich podstawie </w:t>
      </w:r>
      <w:r>
        <w:t xml:space="preserve">nie było obowiązku </w:t>
      </w:r>
      <w:r w:rsidRPr="00E426E2">
        <w:t>stosowani</w:t>
      </w:r>
      <w:r>
        <w:t>a</w:t>
      </w:r>
      <w:r w:rsidRPr="00E426E2">
        <w:t xml:space="preserve"> pieczęci lub pieczątek przez świadczeniodawców.</w:t>
      </w:r>
    </w:p>
    <w:p w14:paraId="6E0A5C7A" w14:textId="7260685B" w:rsidR="0076504F" w:rsidRDefault="00FD1B3D" w:rsidP="00FE099C">
      <w:pPr>
        <w:pStyle w:val="ARTartustawynprozporzdzenia"/>
      </w:pPr>
      <w:r w:rsidRPr="00D45066">
        <w:rPr>
          <w:rStyle w:val="Ppogrubienie"/>
        </w:rPr>
        <w:t xml:space="preserve">Art. </w:t>
      </w:r>
      <w:r w:rsidR="00F5280D">
        <w:rPr>
          <w:rStyle w:val="Ppogrubienie"/>
        </w:rPr>
        <w:t>3</w:t>
      </w:r>
      <w:r w:rsidR="00E426E2">
        <w:rPr>
          <w:rStyle w:val="Ppogrubienie"/>
        </w:rPr>
        <w:t>1</w:t>
      </w:r>
      <w:r w:rsidRPr="00D45066">
        <w:rPr>
          <w:rStyle w:val="Ppogrubienie"/>
        </w:rPr>
        <w:t>.</w:t>
      </w:r>
      <w:r w:rsidRPr="006A7B37">
        <w:t xml:space="preserve"> </w:t>
      </w:r>
      <w:r w:rsidR="00FE099C">
        <w:t>Dotychczasowe p</w:t>
      </w:r>
      <w:r>
        <w:t xml:space="preserve">rzepisy wykonawcze wydane na podstawie art. 192 ust. 2 ustawy zmienianej w art. </w:t>
      </w:r>
      <w:r w:rsidR="00F5280D">
        <w:t>5</w:t>
      </w:r>
      <w:r>
        <w:t>, zachowuj</w:t>
      </w:r>
      <w:r w:rsidR="00D90F25">
        <w:t>ą</w:t>
      </w:r>
      <w:r w:rsidR="00FE099C">
        <w:t xml:space="preserve"> moc </w:t>
      </w:r>
      <w:r>
        <w:t xml:space="preserve">do dnia </w:t>
      </w:r>
      <w:r w:rsidR="00E426E2">
        <w:t xml:space="preserve">wejścia w życie </w:t>
      </w:r>
      <w:r>
        <w:t xml:space="preserve">przepisów wykonawczych </w:t>
      </w:r>
      <w:r w:rsidR="00E426E2">
        <w:t xml:space="preserve">wydanych </w:t>
      </w:r>
      <w:r>
        <w:t xml:space="preserve">na podstawie art. </w:t>
      </w:r>
      <w:r>
        <w:lastRenderedPageBreak/>
        <w:t xml:space="preserve">192 ust. 2 ustawy, o której mowa w art. </w:t>
      </w:r>
      <w:r w:rsidR="00F5280D">
        <w:t>5</w:t>
      </w:r>
      <w:r w:rsidRPr="008F63CB">
        <w:t>, w brzmieniu nadanym niniejszą ustawą</w:t>
      </w:r>
      <w:r>
        <w:t xml:space="preserve">, </w:t>
      </w:r>
      <w:r w:rsidR="00E426E2">
        <w:t xml:space="preserve">jednak </w:t>
      </w:r>
      <w:r>
        <w:t>nie dłużej niż do dnia 3</w:t>
      </w:r>
      <w:r w:rsidR="006D6CF9">
        <w:t>1 grudnia</w:t>
      </w:r>
      <w:r>
        <w:t xml:space="preserve"> 2020 r.  </w:t>
      </w:r>
    </w:p>
    <w:p w14:paraId="1E8AA098" w14:textId="77906770" w:rsidR="00F5280D" w:rsidRDefault="00FD1B3D" w:rsidP="00652DD2">
      <w:pPr>
        <w:pStyle w:val="ARTartustawynprozporzdzenia"/>
      </w:pPr>
      <w:r w:rsidRPr="00A03459">
        <w:rPr>
          <w:rStyle w:val="Ppogrubienie"/>
        </w:rPr>
        <w:t xml:space="preserve">Art. </w:t>
      </w:r>
      <w:r w:rsidR="00370B7E">
        <w:rPr>
          <w:rStyle w:val="Ppogrubienie"/>
        </w:rPr>
        <w:t>3</w:t>
      </w:r>
      <w:r w:rsidR="009C77F0">
        <w:rPr>
          <w:rStyle w:val="Ppogrubienie"/>
        </w:rPr>
        <w:t>2</w:t>
      </w:r>
      <w:r w:rsidRPr="00A03459">
        <w:rPr>
          <w:rStyle w:val="Ppogrubienie"/>
        </w:rPr>
        <w:t>.</w:t>
      </w:r>
      <w:r>
        <w:t xml:space="preserve"> </w:t>
      </w:r>
      <w:r w:rsidRPr="006A7B37">
        <w:t>Ustawa wchodzi w życie po upływie 14 dni od dnia ogłoszenia</w:t>
      </w:r>
      <w:r>
        <w:t>, z wyjątkiem:</w:t>
      </w:r>
    </w:p>
    <w:p w14:paraId="473FACD4" w14:textId="15E0DFB5" w:rsidR="00F5280D" w:rsidRDefault="00F5280D" w:rsidP="00F5280D">
      <w:pPr>
        <w:pStyle w:val="PKTpunkt"/>
      </w:pPr>
      <w:r>
        <w:t>1)</w:t>
      </w:r>
      <w:r w:rsidR="00A21382">
        <w:tab/>
      </w:r>
      <w:r w:rsidR="002C2C40">
        <w:t xml:space="preserve">art. 5 pkt </w:t>
      </w:r>
      <w:r w:rsidR="00BC45BA">
        <w:t>5</w:t>
      </w:r>
      <w:r w:rsidR="002C2C40">
        <w:t xml:space="preserve"> lit. b, pkt 2</w:t>
      </w:r>
      <w:r w:rsidR="00014718">
        <w:t>1</w:t>
      </w:r>
      <w:r w:rsidR="002C2C40">
        <w:t xml:space="preserve">, </w:t>
      </w:r>
      <w:r w:rsidR="00AE23C1">
        <w:t>pkt 2</w:t>
      </w:r>
      <w:r w:rsidR="00014718">
        <w:t>2</w:t>
      </w:r>
      <w:r w:rsidR="00AE23C1">
        <w:t xml:space="preserve"> lit. a, </w:t>
      </w:r>
      <w:r w:rsidR="002C2C40">
        <w:t>pkt 2</w:t>
      </w:r>
      <w:r w:rsidR="00014718">
        <w:t>4</w:t>
      </w:r>
      <w:r w:rsidR="002C2C40">
        <w:t xml:space="preserve"> lit. b</w:t>
      </w:r>
      <w:r w:rsidR="00014718">
        <w:t xml:space="preserve"> i </w:t>
      </w:r>
      <w:r w:rsidR="002C2C40">
        <w:t>pkt 2</w:t>
      </w:r>
      <w:r w:rsidR="00014718">
        <w:t>5</w:t>
      </w:r>
      <w:r w:rsidR="002C2C40">
        <w:t xml:space="preserve">, </w:t>
      </w:r>
      <w:r w:rsidR="00331902">
        <w:t>art. 8 pkt 7</w:t>
      </w:r>
      <w:r w:rsidR="00BC45BA">
        <w:t xml:space="preserve"> lit. a</w:t>
      </w:r>
      <w:r w:rsidR="00331902">
        <w:t>, art. 24 oraz</w:t>
      </w:r>
      <w:r w:rsidR="00731763">
        <w:t xml:space="preserve"> </w:t>
      </w:r>
      <w:r w:rsidR="00AE23C1">
        <w:t>art. 3</w:t>
      </w:r>
      <w:r w:rsidR="00BC45BA">
        <w:t>1</w:t>
      </w:r>
      <w:r w:rsidR="00AE23C1">
        <w:t xml:space="preserve">, </w:t>
      </w:r>
      <w:r w:rsidRPr="00553766">
        <w:t xml:space="preserve">które wchodzą w życie </w:t>
      </w:r>
      <w:r>
        <w:t xml:space="preserve">z dniem </w:t>
      </w:r>
      <w:r w:rsidRPr="00553766">
        <w:t xml:space="preserve">30 września 2019 r.; </w:t>
      </w:r>
    </w:p>
    <w:p w14:paraId="70D61109" w14:textId="0715281E" w:rsidR="00F5280D" w:rsidRDefault="00F5280D" w:rsidP="00377516">
      <w:pPr>
        <w:pStyle w:val="PKTpunkt"/>
      </w:pPr>
      <w:r>
        <w:lastRenderedPageBreak/>
        <w:t>2)</w:t>
      </w:r>
      <w:r w:rsidR="00A21382">
        <w:tab/>
      </w:r>
      <w:r w:rsidR="00731763">
        <w:t>art. 1 pkt 2 w zakresie art. 45 ust. 2d</w:t>
      </w:r>
      <w:r w:rsidR="009B6947">
        <w:t>,</w:t>
      </w:r>
      <w:r w:rsidR="00731763">
        <w:t xml:space="preserve"> </w:t>
      </w:r>
      <w:r w:rsidR="009B6947">
        <w:t>art. 10 pkt 1 oraz</w:t>
      </w:r>
      <w:r w:rsidR="00731763">
        <w:t xml:space="preserve"> </w:t>
      </w:r>
      <w:r w:rsidR="00AE2A75">
        <w:t xml:space="preserve">art. 14 pkt 2, </w:t>
      </w:r>
      <w:r>
        <w:t>które wchodzą w życie z dniem 1 lipca 2020 r.</w:t>
      </w:r>
      <w:r w:rsidR="00377516">
        <w:t xml:space="preserve">; </w:t>
      </w:r>
    </w:p>
    <w:p w14:paraId="3563B781" w14:textId="2F9F3857" w:rsidR="00FD1B3D" w:rsidRPr="00737F6A" w:rsidRDefault="00377516" w:rsidP="00AE2A75">
      <w:pPr>
        <w:pStyle w:val="PKTpunkt"/>
      </w:pPr>
      <w:r>
        <w:t>3</w:t>
      </w:r>
      <w:r w:rsidR="00F5280D">
        <w:t>)</w:t>
      </w:r>
      <w:r w:rsidR="00A21382">
        <w:tab/>
      </w:r>
      <w:r w:rsidR="00B23BF2">
        <w:t xml:space="preserve">art. 4 pkt 1, </w:t>
      </w:r>
      <w:r w:rsidR="00BC45BA">
        <w:t xml:space="preserve">pkt </w:t>
      </w:r>
      <w:r w:rsidR="00B23BF2">
        <w:t>2 lit. a w zakresie art. 95b ust. 2 pkt 3</w:t>
      </w:r>
      <w:r w:rsidR="003B485E">
        <w:t xml:space="preserve"> oraz lit. b w zakresie art. 95b ust. 4, pkt 3 lit. a w zakresie art. 96 ust. 1 pkt </w:t>
      </w:r>
      <w:r w:rsidR="00BC45BA">
        <w:t>4</w:t>
      </w:r>
      <w:r w:rsidR="003B485E">
        <w:t>, pkt 4 lit. a</w:t>
      </w:r>
      <w:r w:rsidR="00A21382">
        <w:t>–</w:t>
      </w:r>
      <w:r w:rsidR="003B485E">
        <w:t xml:space="preserve">c oraz k, art. 5 pkt </w:t>
      </w:r>
      <w:r w:rsidR="00810ECA">
        <w:t>9</w:t>
      </w:r>
      <w:r w:rsidR="003B485E">
        <w:t xml:space="preserve"> lit. b w zakresie art. 42d ust. 5 pkt 3 lit. b</w:t>
      </w:r>
      <w:r w:rsidR="00AE23C1">
        <w:t xml:space="preserve">, art. 8 pkt </w:t>
      </w:r>
      <w:r>
        <w:t xml:space="preserve">5 </w:t>
      </w:r>
      <w:r w:rsidR="00C63B26">
        <w:t xml:space="preserve">lit. a w zakresie art. 7 </w:t>
      </w:r>
      <w:r w:rsidR="00810ECA">
        <w:t>ust. 1 pkt 10</w:t>
      </w:r>
      <w:r w:rsidR="00014718">
        <w:t xml:space="preserve"> i </w:t>
      </w:r>
      <w:r w:rsidR="00810ECA">
        <w:t>lit. b</w:t>
      </w:r>
      <w:r w:rsidR="00014718">
        <w:t xml:space="preserve"> oraz </w:t>
      </w:r>
      <w:r w:rsidR="00C63B26">
        <w:t xml:space="preserve">pkt </w:t>
      </w:r>
      <w:r w:rsidR="00810ECA">
        <w:t>11 lit. a w zakresie art. 12 ust. 1 pkt 3d</w:t>
      </w:r>
      <w:r>
        <w:t xml:space="preserve">, </w:t>
      </w:r>
      <w:r w:rsidR="00F5280D">
        <w:t>które wchodzą w życie z dniem 1 stycznia 2021 r.</w:t>
      </w:r>
    </w:p>
    <w:sectPr w:rsidR="00FD1B3D" w:rsidRPr="00737F6A" w:rsidSect="00FD1B3D">
      <w:headerReference w:type="default" r:id="rId13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8973B" w14:textId="77777777" w:rsidR="00DE045C" w:rsidRDefault="00DE045C">
      <w:pPr>
        <w:spacing w:line="240" w:lineRule="auto"/>
      </w:pPr>
      <w:r>
        <w:separator/>
      </w:r>
    </w:p>
  </w:endnote>
  <w:endnote w:type="continuationSeparator" w:id="0">
    <w:p w14:paraId="5C2F4506" w14:textId="77777777" w:rsidR="00DE045C" w:rsidRDefault="00DE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C381D" w14:textId="77777777" w:rsidR="00DE045C" w:rsidRDefault="00DE045C">
      <w:r>
        <w:separator/>
      </w:r>
    </w:p>
  </w:footnote>
  <w:footnote w:type="continuationSeparator" w:id="0">
    <w:p w14:paraId="71CC8670" w14:textId="77777777" w:rsidR="00DE045C" w:rsidRDefault="00DE045C">
      <w:r>
        <w:continuationSeparator/>
      </w:r>
    </w:p>
  </w:footnote>
  <w:footnote w:id="1">
    <w:p w14:paraId="60005DB4" w14:textId="58DF93C0" w:rsidR="00BB2A66" w:rsidRPr="006A7B37" w:rsidRDefault="00BB2A66" w:rsidP="00F12C8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6A7B37">
        <w:t xml:space="preserve">Niniejszą ustawą zmienia się ustawy: ustawę z dnia 5 grudnia 1996 r. o zawodach lekarza i lekarza dentysty, </w:t>
      </w:r>
      <w:r w:rsidRPr="00100EAC">
        <w:t>ustaw</w:t>
      </w:r>
      <w:r>
        <w:t>ę</w:t>
      </w:r>
      <w:r w:rsidRPr="00100EAC">
        <w:t xml:space="preserve"> z dnia 13 października 1998 r. o systemie ubezpieczeń społecznych</w:t>
      </w:r>
      <w:r>
        <w:t>,</w:t>
      </w:r>
      <w:r w:rsidRPr="00100EAC">
        <w:t xml:space="preserve"> </w:t>
      </w:r>
      <w:r w:rsidRPr="006A7B37">
        <w:t>ustawę z dnia 25 czerwca 1999 r. o świadczeniach pieniężnych z ubezpieczenia społecznego w razie choroby i macierzyństwa, ustawę z dnia 6 września 2001 r. – Prawo farmaceutyczne, ustawę z dnia 27 sierpnia 2004 r. o świadczeniach opieki zdrowotnej finansowanych ze środków publicznych, ustawę z dnia 17 lutego 2005 r. o informatyzacji działalności podmiotów realizujących zadania publiczne, ustawę z dnia 28 kwietnia 2011 r. o systemie informacji w ochronie zdrowia, ustawę z dnia 12 maja 2011 r. o refundacji leków, środków spożywczych specjalnego przeznaczenia żywieniowego oraz wyrobów medycznych</w:t>
      </w:r>
      <w:r>
        <w:t>,</w:t>
      </w:r>
      <w:r w:rsidRPr="00F12C85">
        <w:t xml:space="preserve"> ustaw</w:t>
      </w:r>
      <w:r>
        <w:t>ę</w:t>
      </w:r>
      <w:r w:rsidRPr="00F12C85">
        <w:t xml:space="preserve"> z dnia 15 lipca 2011 r. o zawodach pielęgniarki i położnej</w:t>
      </w:r>
      <w:r>
        <w:t xml:space="preserve">, ustawę z dnia 25 czerwca 2015 r. o leczeniu niepłodności, </w:t>
      </w:r>
      <w:r w:rsidRPr="00016DCE">
        <w:t>ustaw</w:t>
      </w:r>
      <w:r>
        <w:t>ę</w:t>
      </w:r>
      <w:r w:rsidRPr="00016DCE">
        <w:t xml:space="preserve"> z dnia 9 października 2015 r. o zmianie ustawy o systemie informacji w ochronie zdrowia oraz niektórych innych ustaw</w:t>
      </w:r>
      <w:r>
        <w:t xml:space="preserve">, ustawę </w:t>
      </w:r>
      <w:r w:rsidRPr="00153D6D">
        <w:t>z dnia 27 października 2017 r. o podstawowej opi</w:t>
      </w:r>
      <w:r>
        <w:t xml:space="preserve">ece zdrowotnej, </w:t>
      </w:r>
      <w:r w:rsidRPr="00F12C85">
        <w:t>ustaw</w:t>
      </w:r>
      <w:r>
        <w:t xml:space="preserve">ę </w:t>
      </w:r>
      <w:r w:rsidRPr="00F12C85">
        <w:t>z dnia 1 marca 2018 r. o zmianie niektórych ustaw w zw</w:t>
      </w:r>
      <w:r>
        <w:t xml:space="preserve">iązku z wprowadzeniem e-recepty oraz </w:t>
      </w:r>
      <w:r w:rsidRPr="00F12C85">
        <w:t>ustaw</w:t>
      </w:r>
      <w:r>
        <w:t xml:space="preserve">ę </w:t>
      </w:r>
      <w:r w:rsidRPr="00F12C85">
        <w:t xml:space="preserve">z dnia 6 grudnia 2018 r. o zmianie niektórych ustaw w związku z e-skierowaniem oraz listami oczekujących na udzielenie świadczenia </w:t>
      </w:r>
      <w:r>
        <w:t>opieki zdrowotnej</w:t>
      </w:r>
      <w:r w:rsidRPr="006A7B37">
        <w:t>.</w:t>
      </w:r>
    </w:p>
  </w:footnote>
  <w:footnote w:id="2">
    <w:p w14:paraId="09179F28" w14:textId="0ADCFCE4" w:rsidR="00BB2A66" w:rsidRPr="000D7DD4" w:rsidRDefault="00BB2A66" w:rsidP="00FD1B3D">
      <w:pPr>
        <w:pStyle w:val="ODNONIKtreodnonika"/>
        <w:rPr>
          <w:rStyle w:val="IGindeksgrny"/>
        </w:rPr>
      </w:pPr>
      <w:r>
        <w:rPr>
          <w:rStyle w:val="Odwoanieprzypisudolnego"/>
        </w:rPr>
        <w:footnoteRef/>
      </w:r>
      <w:r>
        <w:rPr>
          <w:rStyle w:val="IGindeksgrny"/>
        </w:rPr>
        <w:t xml:space="preserve">)  </w:t>
      </w:r>
      <w:r w:rsidRPr="00A25BF7">
        <w:t>Zmiany tekstu jednolitego wymienionej ustawy zostały ogłoszone w Dz. U. z 2018 r.</w:t>
      </w:r>
      <w:r w:rsidRPr="007F5BA2">
        <w:t xml:space="preserve"> 1515, 1532, 1544, 1552, 1669, 1925, 2192</w:t>
      </w:r>
      <w:r>
        <w:t xml:space="preserve"> i</w:t>
      </w:r>
      <w:r w:rsidRPr="007F5BA2">
        <w:t xml:space="preserve"> 2429</w:t>
      </w:r>
      <w:r>
        <w:t xml:space="preserve"> oraz </w:t>
      </w:r>
      <w:r w:rsidRPr="007F5BA2">
        <w:t>z 2019 r. poz. 60</w:t>
      </w:r>
      <w:r>
        <w:t>, 303, 399,  447, 730, 752 i 1078</w:t>
      </w:r>
      <w:r w:rsidRPr="007F5BA2">
        <w:t>.</w:t>
      </w:r>
    </w:p>
  </w:footnote>
  <w:footnote w:id="3">
    <w:p w14:paraId="0BC747C6" w14:textId="77777777" w:rsidR="00BB2A66" w:rsidRPr="000936F8" w:rsidRDefault="00BB2A66" w:rsidP="000936F8">
      <w:pPr>
        <w:pStyle w:val="ODNONIKtreodnonika"/>
      </w:pPr>
      <w:r>
        <w:rPr>
          <w:rStyle w:val="Odwoanieprzypisudolnego"/>
        </w:rPr>
        <w:t>3)</w:t>
      </w:r>
      <w:r>
        <w:t xml:space="preserve"> </w:t>
      </w:r>
      <w:r w:rsidRPr="000936F8">
        <w:t>Zmiany tekstu jednolitego wymienionej ustawy zostały ogłoszone w Dz. U. z 2018 r. poz. 1000, 1076, 1925, 2192 i 2354 oraz z 2019 r. poz. 730 i 924.</w:t>
      </w:r>
    </w:p>
    <w:p w14:paraId="2C916415" w14:textId="3D4E9C19" w:rsidR="00BB2A66" w:rsidRDefault="00BB2A66"/>
  </w:footnote>
  <w:footnote w:id="4">
    <w:p w14:paraId="51A3FCEC" w14:textId="3980F170" w:rsidR="00BB2A66" w:rsidRDefault="00BB2A66" w:rsidP="00F12C8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Zmiany tekstu wymienionej ustawy zostały ogłoszone w Dz. U. z 2016 r. poz. 65, 580, 652, 832, 1579 i 2020, z 2017 r. poz. 599 i 1524 oraz z 2018 r. poz. 697.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F5F93" w14:textId="28168D02" w:rsidR="00BB2A66" w:rsidRPr="00B371CC" w:rsidRDefault="00BB2A66" w:rsidP="00FD1B3D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80B59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3B1283"/>
    <w:multiLevelType w:val="hybridMultilevel"/>
    <w:tmpl w:val="743EC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B3D"/>
    <w:rsid w:val="000010C0"/>
    <w:rsid w:val="00010590"/>
    <w:rsid w:val="000117F6"/>
    <w:rsid w:val="00014718"/>
    <w:rsid w:val="00017B22"/>
    <w:rsid w:val="00022F5A"/>
    <w:rsid w:val="00025A60"/>
    <w:rsid w:val="00030D27"/>
    <w:rsid w:val="00034EA0"/>
    <w:rsid w:val="00043F36"/>
    <w:rsid w:val="00052124"/>
    <w:rsid w:val="00052C2B"/>
    <w:rsid w:val="00056A06"/>
    <w:rsid w:val="00060205"/>
    <w:rsid w:val="0006022B"/>
    <w:rsid w:val="000619F0"/>
    <w:rsid w:val="00061B61"/>
    <w:rsid w:val="00065F51"/>
    <w:rsid w:val="000740BF"/>
    <w:rsid w:val="00076F60"/>
    <w:rsid w:val="00077ECD"/>
    <w:rsid w:val="0008291B"/>
    <w:rsid w:val="0008496C"/>
    <w:rsid w:val="00092656"/>
    <w:rsid w:val="000936F8"/>
    <w:rsid w:val="000C05EE"/>
    <w:rsid w:val="000C1BDF"/>
    <w:rsid w:val="000D126D"/>
    <w:rsid w:val="000E1E3B"/>
    <w:rsid w:val="000E776C"/>
    <w:rsid w:val="000F143A"/>
    <w:rsid w:val="00100EAC"/>
    <w:rsid w:val="001036A4"/>
    <w:rsid w:val="001177FB"/>
    <w:rsid w:val="00117AA8"/>
    <w:rsid w:val="00122A2E"/>
    <w:rsid w:val="00125068"/>
    <w:rsid w:val="0012580E"/>
    <w:rsid w:val="00125FDA"/>
    <w:rsid w:val="00126932"/>
    <w:rsid w:val="001313F5"/>
    <w:rsid w:val="00133EBD"/>
    <w:rsid w:val="0014769C"/>
    <w:rsid w:val="00150E70"/>
    <w:rsid w:val="001653AF"/>
    <w:rsid w:val="00165485"/>
    <w:rsid w:val="0016660B"/>
    <w:rsid w:val="001742B8"/>
    <w:rsid w:val="00192D74"/>
    <w:rsid w:val="001A1300"/>
    <w:rsid w:val="001A1510"/>
    <w:rsid w:val="001A42D6"/>
    <w:rsid w:val="001A47F3"/>
    <w:rsid w:val="001B231F"/>
    <w:rsid w:val="001B232E"/>
    <w:rsid w:val="001C09BF"/>
    <w:rsid w:val="001C6B8E"/>
    <w:rsid w:val="001D0A9F"/>
    <w:rsid w:val="001E25AD"/>
    <w:rsid w:val="001E3EED"/>
    <w:rsid w:val="001E7600"/>
    <w:rsid w:val="001F5CF0"/>
    <w:rsid w:val="001F65F9"/>
    <w:rsid w:val="001F73AA"/>
    <w:rsid w:val="0020587A"/>
    <w:rsid w:val="00205EA5"/>
    <w:rsid w:val="00206765"/>
    <w:rsid w:val="00207035"/>
    <w:rsid w:val="00207245"/>
    <w:rsid w:val="00214AC5"/>
    <w:rsid w:val="00223624"/>
    <w:rsid w:val="002310BB"/>
    <w:rsid w:val="002402F8"/>
    <w:rsid w:val="002404FE"/>
    <w:rsid w:val="00243C85"/>
    <w:rsid w:val="0025166D"/>
    <w:rsid w:val="00257E05"/>
    <w:rsid w:val="0027411C"/>
    <w:rsid w:val="00274FC8"/>
    <w:rsid w:val="00285D08"/>
    <w:rsid w:val="00287353"/>
    <w:rsid w:val="002922A8"/>
    <w:rsid w:val="002B5700"/>
    <w:rsid w:val="002B7887"/>
    <w:rsid w:val="002C0DE0"/>
    <w:rsid w:val="002C2C40"/>
    <w:rsid w:val="002D018C"/>
    <w:rsid w:val="002D53D5"/>
    <w:rsid w:val="002D6FB8"/>
    <w:rsid w:val="002E0050"/>
    <w:rsid w:val="002E4DF5"/>
    <w:rsid w:val="002E6A3D"/>
    <w:rsid w:val="002E6E4B"/>
    <w:rsid w:val="002F0E65"/>
    <w:rsid w:val="002F1017"/>
    <w:rsid w:val="002F4BEE"/>
    <w:rsid w:val="002F5EFC"/>
    <w:rsid w:val="002F7769"/>
    <w:rsid w:val="00300311"/>
    <w:rsid w:val="003033B5"/>
    <w:rsid w:val="0031290E"/>
    <w:rsid w:val="00315A6F"/>
    <w:rsid w:val="00317D26"/>
    <w:rsid w:val="00323485"/>
    <w:rsid w:val="00324A93"/>
    <w:rsid w:val="003274D0"/>
    <w:rsid w:val="0033153B"/>
    <w:rsid w:val="00331902"/>
    <w:rsid w:val="003330AF"/>
    <w:rsid w:val="003331C9"/>
    <w:rsid w:val="00335504"/>
    <w:rsid w:val="0033771C"/>
    <w:rsid w:val="003427BF"/>
    <w:rsid w:val="003455C3"/>
    <w:rsid w:val="00350B46"/>
    <w:rsid w:val="00352AF2"/>
    <w:rsid w:val="00354639"/>
    <w:rsid w:val="0035526A"/>
    <w:rsid w:val="0035565B"/>
    <w:rsid w:val="00356A51"/>
    <w:rsid w:val="00364813"/>
    <w:rsid w:val="00365904"/>
    <w:rsid w:val="00370B7E"/>
    <w:rsid w:val="00377516"/>
    <w:rsid w:val="003926AF"/>
    <w:rsid w:val="00393626"/>
    <w:rsid w:val="00394979"/>
    <w:rsid w:val="003A01E3"/>
    <w:rsid w:val="003A10DA"/>
    <w:rsid w:val="003A1601"/>
    <w:rsid w:val="003A26D6"/>
    <w:rsid w:val="003A5756"/>
    <w:rsid w:val="003B19CB"/>
    <w:rsid w:val="003B478A"/>
    <w:rsid w:val="003B485E"/>
    <w:rsid w:val="003C0F2D"/>
    <w:rsid w:val="003C21BC"/>
    <w:rsid w:val="003C3B52"/>
    <w:rsid w:val="003D2D09"/>
    <w:rsid w:val="003D2FF9"/>
    <w:rsid w:val="003D3C13"/>
    <w:rsid w:val="003D72A3"/>
    <w:rsid w:val="003E1DB2"/>
    <w:rsid w:val="003E4FB7"/>
    <w:rsid w:val="003E7FA2"/>
    <w:rsid w:val="003F541A"/>
    <w:rsid w:val="003F62D6"/>
    <w:rsid w:val="00404B45"/>
    <w:rsid w:val="0040745E"/>
    <w:rsid w:val="0041089C"/>
    <w:rsid w:val="00416387"/>
    <w:rsid w:val="0042387C"/>
    <w:rsid w:val="00437794"/>
    <w:rsid w:val="004425CE"/>
    <w:rsid w:val="00452ED8"/>
    <w:rsid w:val="0045476C"/>
    <w:rsid w:val="0046456A"/>
    <w:rsid w:val="00467913"/>
    <w:rsid w:val="004715A9"/>
    <w:rsid w:val="00471602"/>
    <w:rsid w:val="004741E7"/>
    <w:rsid w:val="00475DCA"/>
    <w:rsid w:val="00480056"/>
    <w:rsid w:val="00496D9B"/>
    <w:rsid w:val="004A263A"/>
    <w:rsid w:val="004A4293"/>
    <w:rsid w:val="004B7A7B"/>
    <w:rsid w:val="004C431C"/>
    <w:rsid w:val="004C73D0"/>
    <w:rsid w:val="004D5DB0"/>
    <w:rsid w:val="004E481F"/>
    <w:rsid w:val="004E5AED"/>
    <w:rsid w:val="004F1B9B"/>
    <w:rsid w:val="004F2B9F"/>
    <w:rsid w:val="004F3E75"/>
    <w:rsid w:val="00501BDD"/>
    <w:rsid w:val="00506592"/>
    <w:rsid w:val="00506D12"/>
    <w:rsid w:val="005156BF"/>
    <w:rsid w:val="0052189B"/>
    <w:rsid w:val="0053768D"/>
    <w:rsid w:val="00540F6E"/>
    <w:rsid w:val="005469FD"/>
    <w:rsid w:val="00552E16"/>
    <w:rsid w:val="00560DFB"/>
    <w:rsid w:val="00563E7B"/>
    <w:rsid w:val="005655DF"/>
    <w:rsid w:val="00565C82"/>
    <w:rsid w:val="00572949"/>
    <w:rsid w:val="005754F9"/>
    <w:rsid w:val="00585762"/>
    <w:rsid w:val="00586A26"/>
    <w:rsid w:val="00587D70"/>
    <w:rsid w:val="005902C5"/>
    <w:rsid w:val="005934DD"/>
    <w:rsid w:val="0059437F"/>
    <w:rsid w:val="005A27EE"/>
    <w:rsid w:val="005A6A0E"/>
    <w:rsid w:val="005B2AA7"/>
    <w:rsid w:val="005B333E"/>
    <w:rsid w:val="005B4FE4"/>
    <w:rsid w:val="005B60B9"/>
    <w:rsid w:val="005C7310"/>
    <w:rsid w:val="005C7FF5"/>
    <w:rsid w:val="005D1023"/>
    <w:rsid w:val="005D563C"/>
    <w:rsid w:val="005E0AAB"/>
    <w:rsid w:val="005E17A4"/>
    <w:rsid w:val="005E30A7"/>
    <w:rsid w:val="005E4FE1"/>
    <w:rsid w:val="005F0A3B"/>
    <w:rsid w:val="005F32CC"/>
    <w:rsid w:val="005F4DDE"/>
    <w:rsid w:val="00602BAF"/>
    <w:rsid w:val="0060346A"/>
    <w:rsid w:val="006238D3"/>
    <w:rsid w:val="00636B9D"/>
    <w:rsid w:val="006436D1"/>
    <w:rsid w:val="00652AF8"/>
    <w:rsid w:val="00652DD2"/>
    <w:rsid w:val="00654407"/>
    <w:rsid w:val="006657C4"/>
    <w:rsid w:val="0067562F"/>
    <w:rsid w:val="00676406"/>
    <w:rsid w:val="00676C48"/>
    <w:rsid w:val="006779DC"/>
    <w:rsid w:val="00680B59"/>
    <w:rsid w:val="006847DF"/>
    <w:rsid w:val="00691588"/>
    <w:rsid w:val="00692068"/>
    <w:rsid w:val="0069344D"/>
    <w:rsid w:val="006969B9"/>
    <w:rsid w:val="006A7A0C"/>
    <w:rsid w:val="006B1CFD"/>
    <w:rsid w:val="006B40B6"/>
    <w:rsid w:val="006C38AF"/>
    <w:rsid w:val="006C4159"/>
    <w:rsid w:val="006D6B5E"/>
    <w:rsid w:val="006D6CF9"/>
    <w:rsid w:val="006D7965"/>
    <w:rsid w:val="006E0E8C"/>
    <w:rsid w:val="006E35BB"/>
    <w:rsid w:val="006F5E3E"/>
    <w:rsid w:val="006F6E5A"/>
    <w:rsid w:val="006F7BE4"/>
    <w:rsid w:val="007022AC"/>
    <w:rsid w:val="007076EB"/>
    <w:rsid w:val="00712586"/>
    <w:rsid w:val="007272D3"/>
    <w:rsid w:val="00731763"/>
    <w:rsid w:val="00731F8D"/>
    <w:rsid w:val="0073279C"/>
    <w:rsid w:val="0075351B"/>
    <w:rsid w:val="007543F9"/>
    <w:rsid w:val="00756FE3"/>
    <w:rsid w:val="007572E4"/>
    <w:rsid w:val="0076347A"/>
    <w:rsid w:val="0076504F"/>
    <w:rsid w:val="00776ED6"/>
    <w:rsid w:val="00790B68"/>
    <w:rsid w:val="007910B3"/>
    <w:rsid w:val="007933BE"/>
    <w:rsid w:val="00794427"/>
    <w:rsid w:val="00794AC9"/>
    <w:rsid w:val="007A2480"/>
    <w:rsid w:val="007A413A"/>
    <w:rsid w:val="007A538E"/>
    <w:rsid w:val="007B0BD9"/>
    <w:rsid w:val="007B57C7"/>
    <w:rsid w:val="007C1780"/>
    <w:rsid w:val="007C38A7"/>
    <w:rsid w:val="007D5CE5"/>
    <w:rsid w:val="007E3D09"/>
    <w:rsid w:val="007F2B76"/>
    <w:rsid w:val="007F57D8"/>
    <w:rsid w:val="00800848"/>
    <w:rsid w:val="008024A8"/>
    <w:rsid w:val="00806ACF"/>
    <w:rsid w:val="008070B6"/>
    <w:rsid w:val="008075B6"/>
    <w:rsid w:val="00810ECA"/>
    <w:rsid w:val="00813DB9"/>
    <w:rsid w:val="0082105C"/>
    <w:rsid w:val="008304DE"/>
    <w:rsid w:val="00837521"/>
    <w:rsid w:val="008379D9"/>
    <w:rsid w:val="00837A6D"/>
    <w:rsid w:val="00847430"/>
    <w:rsid w:val="00862E42"/>
    <w:rsid w:val="008649DA"/>
    <w:rsid w:val="0088059C"/>
    <w:rsid w:val="0088170F"/>
    <w:rsid w:val="00891F6E"/>
    <w:rsid w:val="0089365A"/>
    <w:rsid w:val="00897785"/>
    <w:rsid w:val="008A68F0"/>
    <w:rsid w:val="008B0FD2"/>
    <w:rsid w:val="008B4E40"/>
    <w:rsid w:val="008B7F0E"/>
    <w:rsid w:val="008C2055"/>
    <w:rsid w:val="008D333C"/>
    <w:rsid w:val="008D5C62"/>
    <w:rsid w:val="008F4001"/>
    <w:rsid w:val="008F6CC9"/>
    <w:rsid w:val="00905396"/>
    <w:rsid w:val="0090627E"/>
    <w:rsid w:val="00910B9F"/>
    <w:rsid w:val="00916583"/>
    <w:rsid w:val="009165F2"/>
    <w:rsid w:val="00920A06"/>
    <w:rsid w:val="00921DC1"/>
    <w:rsid w:val="00924E82"/>
    <w:rsid w:val="00925FDC"/>
    <w:rsid w:val="00943395"/>
    <w:rsid w:val="00943CF2"/>
    <w:rsid w:val="00950964"/>
    <w:rsid w:val="0095723B"/>
    <w:rsid w:val="00960EEE"/>
    <w:rsid w:val="00961E6A"/>
    <w:rsid w:val="00963BC9"/>
    <w:rsid w:val="00967049"/>
    <w:rsid w:val="00974E94"/>
    <w:rsid w:val="0097788F"/>
    <w:rsid w:val="0098268C"/>
    <w:rsid w:val="009849B8"/>
    <w:rsid w:val="009A7AD2"/>
    <w:rsid w:val="009B12FD"/>
    <w:rsid w:val="009B6947"/>
    <w:rsid w:val="009C017F"/>
    <w:rsid w:val="009C1518"/>
    <w:rsid w:val="009C77F0"/>
    <w:rsid w:val="009D720A"/>
    <w:rsid w:val="009E2313"/>
    <w:rsid w:val="009E799D"/>
    <w:rsid w:val="009F2034"/>
    <w:rsid w:val="00A00A85"/>
    <w:rsid w:val="00A04AB5"/>
    <w:rsid w:val="00A104FE"/>
    <w:rsid w:val="00A12FD9"/>
    <w:rsid w:val="00A1719D"/>
    <w:rsid w:val="00A21382"/>
    <w:rsid w:val="00A21DA5"/>
    <w:rsid w:val="00A27F32"/>
    <w:rsid w:val="00A3163B"/>
    <w:rsid w:val="00A326ED"/>
    <w:rsid w:val="00A35C58"/>
    <w:rsid w:val="00A3662B"/>
    <w:rsid w:val="00A367C3"/>
    <w:rsid w:val="00A43770"/>
    <w:rsid w:val="00A50F2D"/>
    <w:rsid w:val="00A576C6"/>
    <w:rsid w:val="00A63998"/>
    <w:rsid w:val="00A66D03"/>
    <w:rsid w:val="00A7282D"/>
    <w:rsid w:val="00A73A1B"/>
    <w:rsid w:val="00A83987"/>
    <w:rsid w:val="00A9008E"/>
    <w:rsid w:val="00A91832"/>
    <w:rsid w:val="00AA2C3F"/>
    <w:rsid w:val="00AB4CC6"/>
    <w:rsid w:val="00AB6518"/>
    <w:rsid w:val="00AB6941"/>
    <w:rsid w:val="00AC02D5"/>
    <w:rsid w:val="00AC4A11"/>
    <w:rsid w:val="00AC7C8F"/>
    <w:rsid w:val="00AD06E2"/>
    <w:rsid w:val="00AD61B1"/>
    <w:rsid w:val="00AD7A7E"/>
    <w:rsid w:val="00AE23C1"/>
    <w:rsid w:val="00AE2A75"/>
    <w:rsid w:val="00AE46F8"/>
    <w:rsid w:val="00AE5845"/>
    <w:rsid w:val="00AF4ECD"/>
    <w:rsid w:val="00AF7310"/>
    <w:rsid w:val="00AF77AD"/>
    <w:rsid w:val="00B14064"/>
    <w:rsid w:val="00B23BF2"/>
    <w:rsid w:val="00B24B39"/>
    <w:rsid w:val="00B30834"/>
    <w:rsid w:val="00B32458"/>
    <w:rsid w:val="00B32561"/>
    <w:rsid w:val="00B341EF"/>
    <w:rsid w:val="00B400FB"/>
    <w:rsid w:val="00B4137D"/>
    <w:rsid w:val="00B55808"/>
    <w:rsid w:val="00B607D4"/>
    <w:rsid w:val="00B62216"/>
    <w:rsid w:val="00B6276E"/>
    <w:rsid w:val="00B63715"/>
    <w:rsid w:val="00B66F79"/>
    <w:rsid w:val="00B706B8"/>
    <w:rsid w:val="00B709AD"/>
    <w:rsid w:val="00B71A65"/>
    <w:rsid w:val="00B87DEF"/>
    <w:rsid w:val="00B94ADA"/>
    <w:rsid w:val="00B9672F"/>
    <w:rsid w:val="00B9781C"/>
    <w:rsid w:val="00BA19DC"/>
    <w:rsid w:val="00BB2A66"/>
    <w:rsid w:val="00BB7179"/>
    <w:rsid w:val="00BC26B8"/>
    <w:rsid w:val="00BC45BA"/>
    <w:rsid w:val="00BC6AEA"/>
    <w:rsid w:val="00BD0F7B"/>
    <w:rsid w:val="00BE1192"/>
    <w:rsid w:val="00BF1C45"/>
    <w:rsid w:val="00BF7AC2"/>
    <w:rsid w:val="00C0344C"/>
    <w:rsid w:val="00C0369A"/>
    <w:rsid w:val="00C067AA"/>
    <w:rsid w:val="00C10B38"/>
    <w:rsid w:val="00C2168F"/>
    <w:rsid w:val="00C35EC7"/>
    <w:rsid w:val="00C46C7C"/>
    <w:rsid w:val="00C47462"/>
    <w:rsid w:val="00C63B26"/>
    <w:rsid w:val="00C65F97"/>
    <w:rsid w:val="00C669D8"/>
    <w:rsid w:val="00C7471D"/>
    <w:rsid w:val="00C74C27"/>
    <w:rsid w:val="00C82409"/>
    <w:rsid w:val="00C92462"/>
    <w:rsid w:val="00CA0585"/>
    <w:rsid w:val="00CA3AF1"/>
    <w:rsid w:val="00CA40D4"/>
    <w:rsid w:val="00CB2E49"/>
    <w:rsid w:val="00CC0E21"/>
    <w:rsid w:val="00CC0F46"/>
    <w:rsid w:val="00CC1FDD"/>
    <w:rsid w:val="00CC2A5D"/>
    <w:rsid w:val="00CC527A"/>
    <w:rsid w:val="00CC6473"/>
    <w:rsid w:val="00CC6EFF"/>
    <w:rsid w:val="00CE39E9"/>
    <w:rsid w:val="00CF070A"/>
    <w:rsid w:val="00CF2291"/>
    <w:rsid w:val="00CF4CB0"/>
    <w:rsid w:val="00D105A4"/>
    <w:rsid w:val="00D10731"/>
    <w:rsid w:val="00D13696"/>
    <w:rsid w:val="00D20ECD"/>
    <w:rsid w:val="00D22BD9"/>
    <w:rsid w:val="00D346C9"/>
    <w:rsid w:val="00D37B6A"/>
    <w:rsid w:val="00D41342"/>
    <w:rsid w:val="00D451CA"/>
    <w:rsid w:val="00D45B98"/>
    <w:rsid w:val="00D46F90"/>
    <w:rsid w:val="00D6043F"/>
    <w:rsid w:val="00D62D3E"/>
    <w:rsid w:val="00D636D2"/>
    <w:rsid w:val="00D677C3"/>
    <w:rsid w:val="00D714A4"/>
    <w:rsid w:val="00D742D9"/>
    <w:rsid w:val="00D80CF6"/>
    <w:rsid w:val="00D905A1"/>
    <w:rsid w:val="00D90F25"/>
    <w:rsid w:val="00DA40A4"/>
    <w:rsid w:val="00DA4E38"/>
    <w:rsid w:val="00DA63EB"/>
    <w:rsid w:val="00DB2D89"/>
    <w:rsid w:val="00DB49FE"/>
    <w:rsid w:val="00DB53A4"/>
    <w:rsid w:val="00DD1129"/>
    <w:rsid w:val="00DE045C"/>
    <w:rsid w:val="00DE526C"/>
    <w:rsid w:val="00DF21F6"/>
    <w:rsid w:val="00E0118A"/>
    <w:rsid w:val="00E06904"/>
    <w:rsid w:val="00E20C1A"/>
    <w:rsid w:val="00E223F1"/>
    <w:rsid w:val="00E227E7"/>
    <w:rsid w:val="00E426E2"/>
    <w:rsid w:val="00E43A1F"/>
    <w:rsid w:val="00E43F91"/>
    <w:rsid w:val="00E50200"/>
    <w:rsid w:val="00E50496"/>
    <w:rsid w:val="00E511B6"/>
    <w:rsid w:val="00E64161"/>
    <w:rsid w:val="00E6724C"/>
    <w:rsid w:val="00E91D82"/>
    <w:rsid w:val="00E94C95"/>
    <w:rsid w:val="00EA381E"/>
    <w:rsid w:val="00EA4297"/>
    <w:rsid w:val="00EA6B71"/>
    <w:rsid w:val="00EB0771"/>
    <w:rsid w:val="00EB3561"/>
    <w:rsid w:val="00EB65AB"/>
    <w:rsid w:val="00EB69AE"/>
    <w:rsid w:val="00EC068B"/>
    <w:rsid w:val="00EC2961"/>
    <w:rsid w:val="00EC338C"/>
    <w:rsid w:val="00EC5065"/>
    <w:rsid w:val="00ED51AE"/>
    <w:rsid w:val="00EE6391"/>
    <w:rsid w:val="00EF2B0B"/>
    <w:rsid w:val="00F04E85"/>
    <w:rsid w:val="00F07A0C"/>
    <w:rsid w:val="00F12C85"/>
    <w:rsid w:val="00F12CB7"/>
    <w:rsid w:val="00F22F71"/>
    <w:rsid w:val="00F240AF"/>
    <w:rsid w:val="00F3251E"/>
    <w:rsid w:val="00F404EA"/>
    <w:rsid w:val="00F44F75"/>
    <w:rsid w:val="00F46272"/>
    <w:rsid w:val="00F5280D"/>
    <w:rsid w:val="00F54288"/>
    <w:rsid w:val="00F7468D"/>
    <w:rsid w:val="00F82BBB"/>
    <w:rsid w:val="00F83228"/>
    <w:rsid w:val="00F83A15"/>
    <w:rsid w:val="00F85B51"/>
    <w:rsid w:val="00F945E0"/>
    <w:rsid w:val="00F94AAF"/>
    <w:rsid w:val="00F9509F"/>
    <w:rsid w:val="00F97103"/>
    <w:rsid w:val="00FA35E2"/>
    <w:rsid w:val="00FA5BC3"/>
    <w:rsid w:val="00FA64E5"/>
    <w:rsid w:val="00FB2A48"/>
    <w:rsid w:val="00FB542A"/>
    <w:rsid w:val="00FC07D6"/>
    <w:rsid w:val="00FC15DE"/>
    <w:rsid w:val="00FD1B3D"/>
    <w:rsid w:val="00FD7111"/>
    <w:rsid w:val="00FE099C"/>
    <w:rsid w:val="00FE3046"/>
    <w:rsid w:val="00FE48A9"/>
    <w:rsid w:val="00FE6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4A97B"/>
  <w15:docId w15:val="{3468C033-46C1-490D-ABAD-4E5234B0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F728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0225D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3771C"/>
    <w:pPr>
      <w:widowControl/>
      <w:autoSpaceDE/>
      <w:autoSpaceDN/>
      <w:adjustRightInd/>
      <w:spacing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3771C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sip.legalis.pl/document-view.seam?documentId=mfrxilrtg4ytenjygmydaltqmfyc4nbtha4tcobug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4ytenjygmydaltqmfyc4nbtha4tcobtgq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cmrwha4de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cmrwha4deltqmfyc4mzzgi2damjxgq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wozniak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66DFEF-5A18-4D17-A889-F66D2448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50</Pages>
  <Words>14783</Words>
  <Characters>85113</Characters>
  <Application>Microsoft Office Word</Application>
  <DocSecurity>4</DocSecurity>
  <Lines>709</Lines>
  <Paragraphs>199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Woźniak Anna</dc:creator>
  <cp:lastModifiedBy>Woźniak Anna</cp:lastModifiedBy>
  <cp:revision>2</cp:revision>
  <cp:lastPrinted>2019-06-18T09:20:00Z</cp:lastPrinted>
  <dcterms:created xsi:type="dcterms:W3CDTF">2019-06-18T18:41:00Z</dcterms:created>
  <dcterms:modified xsi:type="dcterms:W3CDTF">2019-06-18T18:41:00Z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ogłoszenia">
    <vt:lpwstr>&lt;data ogłoszenia&gt;</vt:lpwstr>
  </property>
  <property fmtid="{D5CDD505-2E9C-101B-9397-08002B2CF9AE}" pid="3" name="Data wydania obwieszczenia">
    <vt:lpwstr>&lt;data wydania obwieszczenia&gt;</vt:lpwstr>
  </property>
</Properties>
</file>